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shd w:val="clear" w:color="auto" w:fill="00AEEF"/>
        <w:tblLook w:val="04A0" w:firstRow="1" w:lastRow="0" w:firstColumn="1" w:lastColumn="0" w:noHBand="0" w:noVBand="1"/>
      </w:tblPr>
      <w:tblGrid>
        <w:gridCol w:w="4834"/>
      </w:tblGrid>
      <w:tr w:rsidR="003948E1" w:rsidRPr="004443D8" w14:paraId="00DFA3FD" w14:textId="77777777" w:rsidTr="00891818">
        <w:trPr>
          <w:trHeight w:val="454"/>
        </w:trPr>
        <w:tc>
          <w:tcPr>
            <w:tcW w:w="0" w:type="auto"/>
            <w:shd w:val="clear" w:color="auto" w:fill="00AEEF"/>
            <w:vAlign w:val="center"/>
          </w:tcPr>
          <w:tbl>
            <w:tblPr>
              <w:tblW w:w="0" w:type="auto"/>
              <w:shd w:val="clear" w:color="auto" w:fill="00AEEF"/>
              <w:tblLook w:val="04A0" w:firstRow="1" w:lastRow="0" w:firstColumn="1" w:lastColumn="0" w:noHBand="0" w:noVBand="1"/>
            </w:tblPr>
            <w:tblGrid>
              <w:gridCol w:w="4618"/>
            </w:tblGrid>
            <w:tr w:rsidR="004443D8" w:rsidRPr="004443D8" w14:paraId="2FBCD2A0" w14:textId="77777777" w:rsidTr="00A85E85">
              <w:trPr>
                <w:trHeight w:val="454"/>
              </w:trPr>
              <w:tc>
                <w:tcPr>
                  <w:tcW w:w="0" w:type="auto"/>
                  <w:shd w:val="clear" w:color="auto" w:fill="00AEEF"/>
                  <w:vAlign w:val="center"/>
                </w:tcPr>
                <w:p w14:paraId="6AD6064E" w14:textId="77777777" w:rsidR="004443D8" w:rsidRPr="004443D8" w:rsidRDefault="004443D8" w:rsidP="004443D8">
                  <w:pPr>
                    <w:pStyle w:val="i-worksheettype"/>
                    <w:rPr>
                      <w:i/>
                      <w:iCs/>
                    </w:rPr>
                  </w:pPr>
                  <w:bookmarkStart w:id="0" w:name="_Toc413953868"/>
                  <w:r w:rsidRPr="004443D8">
                    <w:rPr>
                      <w:i/>
                      <w:iCs/>
                    </w:rPr>
                    <w:t>Human Perspectives ATAR Units 1 &amp; 2</w:t>
                  </w:r>
                </w:p>
              </w:tc>
            </w:tr>
          </w:tbl>
          <w:p w14:paraId="6777FADB" w14:textId="2632182C" w:rsidR="003948E1" w:rsidRPr="004443D8" w:rsidRDefault="003948E1" w:rsidP="00FD5816">
            <w:pPr>
              <w:pStyle w:val="i-worksheettype"/>
              <w:rPr>
                <w:i/>
                <w:iCs/>
              </w:rPr>
            </w:pPr>
          </w:p>
        </w:tc>
      </w:tr>
    </w:tbl>
    <w:p w14:paraId="65FD2191" w14:textId="5AAD6A86" w:rsidR="004443D8" w:rsidRDefault="00CB3385" w:rsidP="00C209F8">
      <w:pPr>
        <w:pStyle w:val="i-worksheettitle"/>
      </w:pPr>
      <w:r>
        <w:t>Answers</w:t>
      </w:r>
    </w:p>
    <w:bookmarkEnd w:id="0"/>
    <w:p w14:paraId="21FC066E" w14:textId="4BF67212" w:rsidR="00D71D51" w:rsidRPr="007B2750" w:rsidRDefault="002E10D4" w:rsidP="00D71D51">
      <w:pPr>
        <w:pStyle w:val="i-bhead"/>
      </w:pPr>
      <w:r>
        <w:t xml:space="preserve">Chapter </w:t>
      </w:r>
      <w:r w:rsidR="00D71D51" w:rsidRPr="007B2750">
        <w:t>14 Technologies are available to assist in reproduction</w:t>
      </w:r>
    </w:p>
    <w:p w14:paraId="26A28A98" w14:textId="77777777" w:rsidR="00D71D51" w:rsidRDefault="00D71D51" w:rsidP="00D71D51">
      <w:pPr>
        <w:pStyle w:val="i-chead"/>
      </w:pPr>
      <w:r>
        <w:t>Questions 14.1</w:t>
      </w:r>
    </w:p>
    <w:p w14:paraId="44ABAB3B" w14:textId="77777777" w:rsidR="00D71D51" w:rsidRDefault="00D71D51" w:rsidP="00D71D51">
      <w:pPr>
        <w:pStyle w:val="i-chead"/>
      </w:pPr>
      <w:r>
        <w:t xml:space="preserve">Recall knowledge </w:t>
      </w:r>
    </w:p>
    <w:p w14:paraId="08D4D140" w14:textId="77777777" w:rsidR="00D71D51" w:rsidRDefault="00D71D51" w:rsidP="00D71D51">
      <w:pPr>
        <w:pStyle w:val="answers-question"/>
      </w:pPr>
      <w:r w:rsidRPr="003A2EDB">
        <w:rPr>
          <w:b/>
        </w:rPr>
        <w:t xml:space="preserve">1 </w:t>
      </w:r>
      <w:r w:rsidRPr="003A2EDB">
        <w:t>Define ‘infertility’.</w:t>
      </w:r>
    </w:p>
    <w:p w14:paraId="676C3D6B" w14:textId="77777777" w:rsidR="00D71D51" w:rsidRPr="00347D55" w:rsidRDefault="00D71D51" w:rsidP="00D71D51">
      <w:pPr>
        <w:pStyle w:val="answers-answer"/>
      </w:pPr>
      <w:r w:rsidRPr="00D71D51">
        <w:rPr>
          <w:rStyle w:val="answer"/>
        </w:rPr>
        <w:t>Answer</w:t>
      </w:r>
      <w:r w:rsidRPr="007B2750">
        <w:rPr>
          <w:i/>
        </w:rPr>
        <w:t>:</w:t>
      </w:r>
      <w:r>
        <w:t xml:space="preserve"> Infertility is defined as being unable to achieve pregnancy despite frequent unprotected sex over the period of at least a year. </w:t>
      </w:r>
    </w:p>
    <w:p w14:paraId="3E7D226A" w14:textId="77777777" w:rsidR="00D71D51" w:rsidRDefault="00D71D51" w:rsidP="00D71D51">
      <w:pPr>
        <w:pStyle w:val="answers-question"/>
      </w:pPr>
      <w:r w:rsidRPr="003A2EDB">
        <w:rPr>
          <w:b/>
        </w:rPr>
        <w:t xml:space="preserve">2 </w:t>
      </w:r>
      <w:r w:rsidRPr="003A2EDB">
        <w:t>List the reasons that a male may be infertile.</w:t>
      </w:r>
    </w:p>
    <w:p w14:paraId="619E0F9A" w14:textId="77777777" w:rsidR="00D71D51" w:rsidRDefault="00D71D51" w:rsidP="00D71D51">
      <w:pPr>
        <w:pStyle w:val="answers-answer"/>
      </w:pPr>
      <w:r w:rsidRPr="00D71D51">
        <w:rPr>
          <w:rStyle w:val="answer"/>
        </w:rPr>
        <w:t>Answer</w:t>
      </w:r>
      <w:r w:rsidRPr="007B2750">
        <w:rPr>
          <w:i/>
        </w:rPr>
        <w:t>:</w:t>
      </w:r>
      <w:r>
        <w:t xml:space="preserve"> Sperm production (sperm count, sperm morphology, sperm motility).</w:t>
      </w:r>
    </w:p>
    <w:p w14:paraId="07C971A6" w14:textId="77777777" w:rsidR="00D71D51" w:rsidRDefault="00D71D51" w:rsidP="00D71D51">
      <w:pPr>
        <w:pStyle w:val="answers-answer"/>
      </w:pPr>
      <w:r>
        <w:t xml:space="preserve">Semen may flow into the bladder rather than out the urethra. </w:t>
      </w:r>
    </w:p>
    <w:p w14:paraId="56199398" w14:textId="77777777" w:rsidR="00D71D51" w:rsidRDefault="00D71D51" w:rsidP="00D71D51">
      <w:pPr>
        <w:pStyle w:val="answers-answer"/>
      </w:pPr>
      <w:r>
        <w:t>Male’s immune system may develop antibodies for their own sperm.</w:t>
      </w:r>
    </w:p>
    <w:p w14:paraId="2E400117" w14:textId="55963A2B" w:rsidR="00D71D51" w:rsidRDefault="00D71D51" w:rsidP="00D71D51">
      <w:pPr>
        <w:pStyle w:val="answers-answer"/>
      </w:pPr>
      <w:r>
        <w:t>Blockages in the male reproductive tract may occur, prevent</w:t>
      </w:r>
      <w:r w:rsidR="0050433D">
        <w:t>ing</w:t>
      </w:r>
      <w:r>
        <w:t xml:space="preserve"> sperm </w:t>
      </w:r>
      <w:r w:rsidR="0050433D">
        <w:t>being expelled</w:t>
      </w:r>
      <w:r>
        <w:t xml:space="preserve">. </w:t>
      </w:r>
    </w:p>
    <w:p w14:paraId="6876A525" w14:textId="77777777" w:rsidR="00D71D51" w:rsidRPr="003E494F" w:rsidRDefault="00D71D51" w:rsidP="00D71D51">
      <w:pPr>
        <w:pStyle w:val="answers-answer"/>
        <w:rPr>
          <w:b/>
          <w:bCs/>
        </w:rPr>
      </w:pPr>
      <w:r>
        <w:t>Hormonal imbalances can affect sex drive and sperm production.</w:t>
      </w:r>
    </w:p>
    <w:p w14:paraId="2AAA7BD2" w14:textId="77777777" w:rsidR="00D71D51" w:rsidRDefault="00D71D51" w:rsidP="00D71D51">
      <w:pPr>
        <w:pStyle w:val="answers-question"/>
      </w:pPr>
      <w:r w:rsidRPr="003A2EDB">
        <w:rPr>
          <w:b/>
        </w:rPr>
        <w:t xml:space="preserve">3 </w:t>
      </w:r>
      <w:r w:rsidRPr="003A2EDB">
        <w:t>Describe polycystic ovarian syndrome.</w:t>
      </w:r>
    </w:p>
    <w:p w14:paraId="695CF909" w14:textId="66AB3735" w:rsidR="00D71D51" w:rsidRPr="003E494F" w:rsidRDefault="00D71D51" w:rsidP="00D71D51">
      <w:pPr>
        <w:pStyle w:val="answers-answer"/>
        <w:rPr>
          <w:b/>
          <w:bCs/>
        </w:rPr>
      </w:pPr>
      <w:r w:rsidRPr="00D71D51">
        <w:rPr>
          <w:rStyle w:val="answer"/>
        </w:rPr>
        <w:t>Answer</w:t>
      </w:r>
      <w:r w:rsidRPr="007B2750">
        <w:rPr>
          <w:i/>
        </w:rPr>
        <w:t>:</w:t>
      </w:r>
      <w:r>
        <w:t xml:space="preserve"> PCOS is a hormonal condition where the ovaries fail to produce mature follicles</w:t>
      </w:r>
      <w:r w:rsidR="0050433D">
        <w:t>. N</w:t>
      </w:r>
      <w:r>
        <w:t xml:space="preserve">o eggs are released and therefore cannot be fertilised. </w:t>
      </w:r>
    </w:p>
    <w:p w14:paraId="2ECAAEA1" w14:textId="77777777" w:rsidR="00D71D51" w:rsidRDefault="00D71D51" w:rsidP="00D71D51">
      <w:pPr>
        <w:pStyle w:val="answers-question"/>
      </w:pPr>
      <w:r w:rsidRPr="003A2EDB">
        <w:rPr>
          <w:b/>
        </w:rPr>
        <w:t xml:space="preserve">4 </w:t>
      </w:r>
      <w:r w:rsidRPr="003A2EDB">
        <w:t>Define ‘endometriosis’ and describe why it affects fertility.</w:t>
      </w:r>
    </w:p>
    <w:p w14:paraId="309A2098" w14:textId="5171E676" w:rsidR="00D71D51" w:rsidRPr="003E494F" w:rsidRDefault="00D71D51" w:rsidP="00D71D51">
      <w:pPr>
        <w:pStyle w:val="answers-answer"/>
        <w:rPr>
          <w:b/>
          <w:bCs/>
        </w:rPr>
      </w:pPr>
      <w:r w:rsidRPr="00D71D51">
        <w:rPr>
          <w:rStyle w:val="answer"/>
        </w:rPr>
        <w:t>Answer</w:t>
      </w:r>
      <w:r w:rsidRPr="007B2750">
        <w:rPr>
          <w:i/>
        </w:rPr>
        <w:t>:</w:t>
      </w:r>
      <w:r>
        <w:t xml:space="preserve"> Endometriosis is a condition where cells of the endometrium grow outside the uterus. The resulting scar tissue or distortion of the uterine tubes can affect fertility by blocking the egg’s release or pathway through to the uterus. </w:t>
      </w:r>
    </w:p>
    <w:p w14:paraId="23E13359" w14:textId="77777777" w:rsidR="00D71D51" w:rsidRDefault="00D71D51" w:rsidP="00D71D51">
      <w:pPr>
        <w:pStyle w:val="answers-question"/>
      </w:pPr>
      <w:r w:rsidRPr="003A2EDB">
        <w:rPr>
          <w:b/>
        </w:rPr>
        <w:t xml:space="preserve">5 </w:t>
      </w:r>
      <w:r w:rsidRPr="003A2EDB">
        <w:t>Gonorrhoea and chlamydia may both result in scarring of the uterine tubes. How does this affect</w:t>
      </w:r>
      <w:r>
        <w:t xml:space="preserve"> </w:t>
      </w:r>
      <w:r w:rsidRPr="003A2EDB">
        <w:t>fertility?</w:t>
      </w:r>
    </w:p>
    <w:p w14:paraId="117BA5CA" w14:textId="08D8622F" w:rsidR="00D71D51" w:rsidRPr="003E494F" w:rsidRDefault="00D71D51" w:rsidP="00D71D51">
      <w:pPr>
        <w:pStyle w:val="answers-answer"/>
      </w:pPr>
      <w:r w:rsidRPr="00D71D51">
        <w:rPr>
          <w:rStyle w:val="answer"/>
        </w:rPr>
        <w:t>Answer</w:t>
      </w:r>
      <w:r w:rsidRPr="007B2750">
        <w:rPr>
          <w:i/>
        </w:rPr>
        <w:t>:</w:t>
      </w:r>
      <w:r>
        <w:t xml:space="preserve"> The scarring may prevent the egg moving down the fallopian/uterine tubes. If the egg cannot enter the tubes it </w:t>
      </w:r>
      <w:r w:rsidR="0050433D">
        <w:t xml:space="preserve">cannot </w:t>
      </w:r>
      <w:r>
        <w:t xml:space="preserve">be </w:t>
      </w:r>
      <w:proofErr w:type="spellStart"/>
      <w:r>
        <w:t>fertilised</w:t>
      </w:r>
      <w:proofErr w:type="spellEnd"/>
      <w:r>
        <w:t xml:space="preserve"> and move into the uterus for implantation. </w:t>
      </w:r>
    </w:p>
    <w:p w14:paraId="66CD3D1D" w14:textId="77777777" w:rsidR="00F940D4" w:rsidRDefault="00F940D4" w:rsidP="00D71D51">
      <w:pPr>
        <w:pStyle w:val="answers-question"/>
        <w:rPr>
          <w:b/>
        </w:rPr>
      </w:pPr>
    </w:p>
    <w:p w14:paraId="402A8A12" w14:textId="77777777" w:rsidR="00F940D4" w:rsidRDefault="00F940D4" w:rsidP="00D71D51">
      <w:pPr>
        <w:pStyle w:val="answers-question"/>
        <w:rPr>
          <w:b/>
        </w:rPr>
      </w:pPr>
    </w:p>
    <w:p w14:paraId="4F9402A9" w14:textId="6AAE6A22" w:rsidR="00D71D51" w:rsidRDefault="00D71D51" w:rsidP="00D71D51">
      <w:pPr>
        <w:pStyle w:val="answers-question"/>
      </w:pPr>
      <w:r w:rsidRPr="003A2EDB">
        <w:rPr>
          <w:b/>
        </w:rPr>
        <w:lastRenderedPageBreak/>
        <w:t xml:space="preserve">6 </w:t>
      </w:r>
      <w:r w:rsidRPr="003A2EDB">
        <w:t>Explain how ovulation tracking can increase the chances of conception.</w:t>
      </w:r>
    </w:p>
    <w:p w14:paraId="7C36E3C9" w14:textId="04C8DD91" w:rsidR="00D71D51" w:rsidRPr="003E494F" w:rsidRDefault="00D71D51" w:rsidP="00D71D51">
      <w:pPr>
        <w:pStyle w:val="answers-answer"/>
        <w:rPr>
          <w:b/>
          <w:bCs/>
        </w:rPr>
      </w:pPr>
      <w:r w:rsidRPr="00D71D51">
        <w:rPr>
          <w:rStyle w:val="answer"/>
        </w:rPr>
        <w:t>Answer</w:t>
      </w:r>
      <w:r w:rsidRPr="007B2750">
        <w:rPr>
          <w:i/>
        </w:rPr>
        <w:t>:</w:t>
      </w:r>
      <w:r>
        <w:t xml:space="preserve"> Ovulation tracking involves a series of blood tests tracking the level of luteinising hormone (LH). There is a surge of LH </w:t>
      </w:r>
      <w:r w:rsidR="0050433D">
        <w:t>before</w:t>
      </w:r>
      <w:r>
        <w:t xml:space="preserve"> ovulation, and fertilisation is most likely to be successful i</w:t>
      </w:r>
      <w:r w:rsidR="0050433D">
        <w:t>f</w:t>
      </w:r>
      <w:r>
        <w:t xml:space="preserve"> insemination occurs 24 hours before ovulation. </w:t>
      </w:r>
    </w:p>
    <w:p w14:paraId="60CD806B" w14:textId="77777777" w:rsidR="00D71D51" w:rsidRDefault="00D71D51" w:rsidP="00D71D51">
      <w:pPr>
        <w:pStyle w:val="answers-question"/>
      </w:pPr>
      <w:r w:rsidRPr="003A2EDB">
        <w:rPr>
          <w:b/>
        </w:rPr>
        <w:t>7</w:t>
      </w:r>
      <w:r w:rsidRPr="003A2EDB">
        <w:t xml:space="preserve"> What </w:t>
      </w:r>
      <w:proofErr w:type="gramStart"/>
      <w:r w:rsidRPr="003A2EDB">
        <w:t>hormone</w:t>
      </w:r>
      <w:proofErr w:type="gramEnd"/>
      <w:r w:rsidRPr="003A2EDB">
        <w:t xml:space="preserve"> is used to stimulate the development of follicles in the ovary? Explain how this</w:t>
      </w:r>
      <w:r>
        <w:t xml:space="preserve"> </w:t>
      </w:r>
      <w:r w:rsidRPr="003A2EDB">
        <w:t>increases the chances of pregnancy.</w:t>
      </w:r>
    </w:p>
    <w:p w14:paraId="46C46003" w14:textId="0C4C162B" w:rsidR="00D71D51" w:rsidRPr="007C0050" w:rsidRDefault="00D71D51" w:rsidP="00D71D51">
      <w:pPr>
        <w:pStyle w:val="answers-answer"/>
      </w:pPr>
      <w:r w:rsidRPr="00D71D51">
        <w:rPr>
          <w:rStyle w:val="answer"/>
        </w:rPr>
        <w:t>Answer</w:t>
      </w:r>
      <w:r w:rsidRPr="007B2750">
        <w:rPr>
          <w:i/>
        </w:rPr>
        <w:t>:</w:t>
      </w:r>
      <w:r>
        <w:rPr>
          <w:i/>
        </w:rPr>
        <w:t xml:space="preserve"> </w:t>
      </w:r>
      <w:r>
        <w:t xml:space="preserve"> Follicle Stimulating hormone (FSH). If FSH levels are low, then no or few follicles would reach maturity for ovulation. Correcting these levels will produce more follicles </w:t>
      </w:r>
      <w:r w:rsidR="0050433D">
        <w:t xml:space="preserve">to be </w:t>
      </w:r>
      <w:r>
        <w:t xml:space="preserve">matured and ovulated. </w:t>
      </w:r>
    </w:p>
    <w:p w14:paraId="76A43671" w14:textId="77777777" w:rsidR="00D71D51" w:rsidRDefault="00D71D51" w:rsidP="00D71D51">
      <w:pPr>
        <w:pStyle w:val="answers-question"/>
      </w:pPr>
      <w:r w:rsidRPr="003A2EDB">
        <w:rPr>
          <w:b/>
        </w:rPr>
        <w:t xml:space="preserve">8 </w:t>
      </w:r>
      <w:r w:rsidRPr="003A2EDB">
        <w:t>Describe a situation where it is unlikely that artificial insemination would be successful.</w:t>
      </w:r>
    </w:p>
    <w:p w14:paraId="14C987B6" w14:textId="77777777" w:rsidR="00D71D51" w:rsidRPr="007C0050" w:rsidRDefault="00D71D51" w:rsidP="00D71D51">
      <w:pPr>
        <w:pStyle w:val="answers-answer"/>
      </w:pPr>
      <w:r w:rsidRPr="00D71D51">
        <w:rPr>
          <w:rStyle w:val="answer"/>
        </w:rPr>
        <w:t>Answer</w:t>
      </w:r>
      <w:r w:rsidRPr="007B2750">
        <w:rPr>
          <w:i/>
        </w:rPr>
        <w:t>:</w:t>
      </w:r>
      <w:r>
        <w:t xml:space="preserve"> Artificial insemination would be unsuccessful if the woman is not producing mature follicles, or if she has scarring on her uterine tubes that limits the egg and sperms movement. If she has endometriosis, she may not have a suitable endometrium for implantation, or fibroids. </w:t>
      </w:r>
    </w:p>
    <w:p w14:paraId="126811EF" w14:textId="77777777" w:rsidR="00D71D51" w:rsidRDefault="00D71D51" w:rsidP="00D71D51">
      <w:pPr>
        <w:pStyle w:val="answers-question"/>
      </w:pPr>
      <w:r w:rsidRPr="003A2EDB">
        <w:rPr>
          <w:b/>
        </w:rPr>
        <w:t xml:space="preserve">9 </w:t>
      </w:r>
      <w:r w:rsidRPr="003A2EDB">
        <w:t>What does ‘GIFT’ stand for?</w:t>
      </w:r>
    </w:p>
    <w:p w14:paraId="3D84B5DF" w14:textId="056D340B" w:rsidR="00D71D51" w:rsidRPr="007C0050" w:rsidRDefault="00D71D51" w:rsidP="00D71D51">
      <w:pPr>
        <w:pStyle w:val="answers-answer"/>
        <w:rPr>
          <w:b/>
          <w:bCs/>
        </w:rPr>
      </w:pPr>
      <w:r w:rsidRPr="00D71D51">
        <w:rPr>
          <w:rStyle w:val="answer"/>
        </w:rPr>
        <w:t>Answer</w:t>
      </w:r>
      <w:r w:rsidRPr="007B2750">
        <w:rPr>
          <w:i/>
        </w:rPr>
        <w:t>:</w:t>
      </w:r>
      <w:r>
        <w:t xml:space="preserve"> Gamete </w:t>
      </w:r>
      <w:r w:rsidR="0050433D">
        <w:t>i</w:t>
      </w:r>
      <w:r>
        <w:t>ntrafallopian transfer</w:t>
      </w:r>
    </w:p>
    <w:p w14:paraId="274200C2" w14:textId="77777777" w:rsidR="00D71D51" w:rsidRDefault="00D71D51" w:rsidP="00D71D51">
      <w:pPr>
        <w:pStyle w:val="answers-question"/>
      </w:pPr>
      <w:r w:rsidRPr="003A2EDB">
        <w:rPr>
          <w:b/>
        </w:rPr>
        <w:t xml:space="preserve">10 </w:t>
      </w:r>
      <w:r w:rsidRPr="003A2EDB">
        <w:t>Describe the steps involved in IVF.</w:t>
      </w:r>
    </w:p>
    <w:p w14:paraId="2A23D6AA" w14:textId="77777777" w:rsidR="00D71D51" w:rsidRDefault="00D71D51" w:rsidP="00D71D51">
      <w:pPr>
        <w:pStyle w:val="answers-answer"/>
      </w:pPr>
      <w:r w:rsidRPr="00D71D51">
        <w:rPr>
          <w:rStyle w:val="answer"/>
        </w:rPr>
        <w:t>Answer</w:t>
      </w:r>
      <w:r w:rsidRPr="007B2750">
        <w:t>:</w:t>
      </w:r>
      <w:r>
        <w:t xml:space="preserve"> </w:t>
      </w:r>
    </w:p>
    <w:p w14:paraId="3BEEF679" w14:textId="77777777" w:rsidR="00D71D51" w:rsidRDefault="00D71D51" w:rsidP="0050433D">
      <w:pPr>
        <w:pStyle w:val="answers-answer"/>
        <w:numPr>
          <w:ilvl w:val="0"/>
          <w:numId w:val="21"/>
        </w:numPr>
      </w:pPr>
      <w:r>
        <w:t>Hormonal treatments are given to the female to stimulate multiple follicles in her ovaries, to control ovulation and to prepare the uterine lining.</w:t>
      </w:r>
    </w:p>
    <w:p w14:paraId="59725B12" w14:textId="376B190E" w:rsidR="00D71D51" w:rsidRDefault="00D71D51" w:rsidP="0050433D">
      <w:pPr>
        <w:pStyle w:val="answers-answer"/>
        <w:numPr>
          <w:ilvl w:val="0"/>
          <w:numId w:val="21"/>
        </w:numPr>
      </w:pPr>
      <w:r>
        <w:t xml:space="preserve">When the eggs are </w:t>
      </w:r>
      <w:r w:rsidR="0050433D">
        <w:t>mature,</w:t>
      </w:r>
      <w:r>
        <w:t xml:space="preserve"> they are retrieved from the ovaries.</w:t>
      </w:r>
    </w:p>
    <w:p w14:paraId="131C9696" w14:textId="77777777" w:rsidR="00D71D51" w:rsidRDefault="00D71D51" w:rsidP="0050433D">
      <w:pPr>
        <w:pStyle w:val="answers-answer"/>
        <w:numPr>
          <w:ilvl w:val="0"/>
          <w:numId w:val="21"/>
        </w:numPr>
      </w:pPr>
      <w:r>
        <w:t>The eggs are then mixed with sperm in a suitable environment and temperature (37</w:t>
      </w:r>
      <w:r w:rsidRPr="007C0050">
        <w:rPr>
          <w:vertAlign w:val="superscript"/>
        </w:rPr>
        <w:t>o</w:t>
      </w:r>
      <w:r>
        <w:t>C) to encourage fertilisation and development</w:t>
      </w:r>
    </w:p>
    <w:p w14:paraId="4AC9B230" w14:textId="77777777" w:rsidR="00D71D51" w:rsidRPr="007C0050" w:rsidRDefault="00D71D51" w:rsidP="0050433D">
      <w:pPr>
        <w:pStyle w:val="answers-answer"/>
        <w:numPr>
          <w:ilvl w:val="0"/>
          <w:numId w:val="21"/>
        </w:numPr>
      </w:pPr>
      <w:r>
        <w:t>Two to six days after collection the embryo/s are inserted into the uterus via a catheter.</w:t>
      </w:r>
    </w:p>
    <w:p w14:paraId="36C5B008" w14:textId="77777777" w:rsidR="00D71D51" w:rsidRDefault="00D71D51" w:rsidP="00D71D51">
      <w:pPr>
        <w:pStyle w:val="answers-question"/>
      </w:pPr>
      <w:r w:rsidRPr="003A2EDB">
        <w:rPr>
          <w:b/>
        </w:rPr>
        <w:t xml:space="preserve">11 </w:t>
      </w:r>
      <w:r w:rsidRPr="003A2EDB">
        <w:t>List five factors that a person or couple would need to think about when considering using assisted</w:t>
      </w:r>
      <w:r>
        <w:rPr>
          <w:b/>
        </w:rPr>
        <w:t xml:space="preserve"> </w:t>
      </w:r>
      <w:r w:rsidRPr="003A2EDB">
        <w:t>reproductive technologies.</w:t>
      </w:r>
    </w:p>
    <w:p w14:paraId="58FEFF84" w14:textId="77777777" w:rsidR="00D71D51" w:rsidRDefault="00D71D51" w:rsidP="00D71D51">
      <w:pPr>
        <w:pStyle w:val="answers-answer"/>
      </w:pPr>
      <w:r w:rsidRPr="00D71D51">
        <w:rPr>
          <w:rStyle w:val="answer"/>
        </w:rPr>
        <w:t>Answer</w:t>
      </w:r>
      <w:r w:rsidRPr="007B2750">
        <w:t>:</w:t>
      </w:r>
      <w:r>
        <w:t xml:space="preserve"> </w:t>
      </w:r>
    </w:p>
    <w:p w14:paraId="499D5846" w14:textId="69015BC2" w:rsidR="00D71D51" w:rsidRDefault="00D71D51" w:rsidP="0050433D">
      <w:pPr>
        <w:pStyle w:val="answers-answer"/>
        <w:numPr>
          <w:ilvl w:val="0"/>
          <w:numId w:val="23"/>
        </w:numPr>
      </w:pPr>
      <w:r>
        <w:t>What to do with excess embryos</w:t>
      </w:r>
    </w:p>
    <w:p w14:paraId="34504FCB" w14:textId="7858B110" w:rsidR="00D71D51" w:rsidRDefault="00D71D51" w:rsidP="0050433D">
      <w:pPr>
        <w:pStyle w:val="answers-answer"/>
        <w:numPr>
          <w:ilvl w:val="0"/>
          <w:numId w:val="23"/>
        </w:numPr>
      </w:pPr>
      <w:r>
        <w:t>Religious beliefs</w:t>
      </w:r>
    </w:p>
    <w:p w14:paraId="0811FAD6" w14:textId="7D8DB70F" w:rsidR="00D71D51" w:rsidRDefault="00D71D51" w:rsidP="0050433D">
      <w:pPr>
        <w:pStyle w:val="answers-answer"/>
        <w:numPr>
          <w:ilvl w:val="0"/>
          <w:numId w:val="23"/>
        </w:numPr>
      </w:pPr>
      <w:r>
        <w:t>Cost for the technologies</w:t>
      </w:r>
    </w:p>
    <w:p w14:paraId="34D0A049" w14:textId="40B4AB37" w:rsidR="00D71D51" w:rsidRDefault="00D71D51" w:rsidP="0050433D">
      <w:pPr>
        <w:pStyle w:val="answers-answer"/>
        <w:numPr>
          <w:ilvl w:val="0"/>
          <w:numId w:val="23"/>
        </w:numPr>
      </w:pPr>
      <w:r>
        <w:t>Risk of multiple births</w:t>
      </w:r>
    </w:p>
    <w:p w14:paraId="42A1E15E" w14:textId="6E19450E" w:rsidR="00D71D51" w:rsidRPr="004867F9" w:rsidRDefault="00D71D51" w:rsidP="0050433D">
      <w:pPr>
        <w:pStyle w:val="answers-answer"/>
        <w:numPr>
          <w:ilvl w:val="0"/>
          <w:numId w:val="23"/>
        </w:numPr>
        <w:rPr>
          <w:b/>
          <w:bCs/>
        </w:rPr>
      </w:pPr>
      <w:r>
        <w:t>Ongoing fertility issues</w:t>
      </w:r>
    </w:p>
    <w:p w14:paraId="574FAC9D" w14:textId="59E259F9" w:rsidR="00D71D51" w:rsidRDefault="00D71D51" w:rsidP="00D71D51">
      <w:pPr>
        <w:pStyle w:val="answers-question"/>
      </w:pPr>
      <w:r w:rsidRPr="003A2EDB">
        <w:rPr>
          <w:b/>
        </w:rPr>
        <w:lastRenderedPageBreak/>
        <w:t xml:space="preserve">12 </w:t>
      </w:r>
      <w:r w:rsidRPr="003A2EDB">
        <w:t>List four possible outcomes for frozen embryos.</w:t>
      </w:r>
    </w:p>
    <w:p w14:paraId="269DD83B" w14:textId="77777777" w:rsidR="00D71D51" w:rsidRDefault="00D71D51" w:rsidP="00D71D51">
      <w:pPr>
        <w:pStyle w:val="answers-answer"/>
      </w:pPr>
      <w:r w:rsidRPr="00D71D51">
        <w:rPr>
          <w:rStyle w:val="answer"/>
        </w:rPr>
        <w:t>Answer</w:t>
      </w:r>
      <w:r w:rsidRPr="007B2750">
        <w:t>:</w:t>
      </w:r>
    </w:p>
    <w:p w14:paraId="107D1711" w14:textId="7FC899C9" w:rsidR="00D71D51" w:rsidRDefault="00D71D51" w:rsidP="0050433D">
      <w:pPr>
        <w:pStyle w:val="answers-answer"/>
        <w:numPr>
          <w:ilvl w:val="0"/>
          <w:numId w:val="23"/>
        </w:numPr>
      </w:pPr>
      <w:r>
        <w:t>The couple can implant another one</w:t>
      </w:r>
    </w:p>
    <w:p w14:paraId="29EAB388" w14:textId="4DC0A024" w:rsidR="00D71D51" w:rsidRDefault="00D71D51" w:rsidP="0050433D">
      <w:pPr>
        <w:pStyle w:val="answers-answer"/>
        <w:numPr>
          <w:ilvl w:val="0"/>
          <w:numId w:val="23"/>
        </w:numPr>
      </w:pPr>
      <w:r>
        <w:t>Disposal of the embryos</w:t>
      </w:r>
    </w:p>
    <w:p w14:paraId="2BF61F68" w14:textId="71CC631C" w:rsidR="00D71D51" w:rsidRDefault="00D71D51" w:rsidP="0050433D">
      <w:pPr>
        <w:pStyle w:val="answers-answer"/>
        <w:numPr>
          <w:ilvl w:val="0"/>
          <w:numId w:val="23"/>
        </w:numPr>
      </w:pPr>
      <w:r>
        <w:t>Donation to other people or couples</w:t>
      </w:r>
    </w:p>
    <w:p w14:paraId="1C1F98B3" w14:textId="191ABC6A" w:rsidR="00D71D51" w:rsidRPr="004867F9" w:rsidRDefault="00D71D51" w:rsidP="0050433D">
      <w:pPr>
        <w:pStyle w:val="answers-answer"/>
        <w:numPr>
          <w:ilvl w:val="0"/>
          <w:numId w:val="23"/>
        </w:numPr>
      </w:pPr>
      <w:r>
        <w:t>Donation to research</w:t>
      </w:r>
      <w:r w:rsidR="0050433D">
        <w:t>.</w:t>
      </w:r>
    </w:p>
    <w:p w14:paraId="0331BC2F" w14:textId="77777777" w:rsidR="00D71D51" w:rsidRDefault="00D71D51" w:rsidP="00D71D51">
      <w:pPr>
        <w:pStyle w:val="i-chead"/>
      </w:pPr>
      <w:r>
        <w:t xml:space="preserve">Apply knowledge </w:t>
      </w:r>
    </w:p>
    <w:p w14:paraId="260D108C" w14:textId="77777777" w:rsidR="00D71D51" w:rsidRDefault="00D71D51" w:rsidP="00D71D51">
      <w:pPr>
        <w:pStyle w:val="answers-question"/>
      </w:pPr>
      <w:r w:rsidRPr="003A2EDB">
        <w:rPr>
          <w:b/>
        </w:rPr>
        <w:t xml:space="preserve">13 </w:t>
      </w:r>
      <w:r w:rsidRPr="003A2EDB">
        <w:t>Explain why a high percentage of sperm with a bent tail reduces the chances of conception.</w:t>
      </w:r>
    </w:p>
    <w:p w14:paraId="5E408A8D" w14:textId="754E7CD6" w:rsidR="00D71D51" w:rsidRPr="004867F9" w:rsidRDefault="00D71D51" w:rsidP="00D71D51">
      <w:pPr>
        <w:pStyle w:val="answers-answer"/>
        <w:rPr>
          <w:b/>
          <w:bCs/>
        </w:rPr>
      </w:pPr>
      <w:r w:rsidRPr="00D71D51">
        <w:rPr>
          <w:rStyle w:val="answer"/>
        </w:rPr>
        <w:t>Answer</w:t>
      </w:r>
      <w:r w:rsidRPr="007B2750">
        <w:rPr>
          <w:i/>
        </w:rPr>
        <w:t>:</w:t>
      </w:r>
      <w:r>
        <w:t xml:space="preserve"> A bent tail will reduce sperm motility</w:t>
      </w:r>
      <w:r w:rsidR="0050433D">
        <w:t>. I</w:t>
      </w:r>
      <w:r>
        <w:t xml:space="preserve">nstead of being able to swim in a clear forward direction, they are more likely to swim in circles and are </w:t>
      </w:r>
      <w:r w:rsidR="0050433D">
        <w:t xml:space="preserve">therefore </w:t>
      </w:r>
      <w:r>
        <w:t>unlikely to reach an egg for conception.</w:t>
      </w:r>
    </w:p>
    <w:p w14:paraId="6D101CD6" w14:textId="77777777" w:rsidR="00D71D51" w:rsidRDefault="00D71D51" w:rsidP="00D71D51">
      <w:pPr>
        <w:pStyle w:val="answers-question"/>
      </w:pPr>
      <w:r w:rsidRPr="003A2EDB">
        <w:rPr>
          <w:b/>
        </w:rPr>
        <w:t xml:space="preserve">14 </w:t>
      </w:r>
      <w:r w:rsidRPr="003A2EDB">
        <w:t>Explain why a female is less likely to conceive when she is 40 years old than when she was 25 years old.</w:t>
      </w:r>
    </w:p>
    <w:p w14:paraId="1E2F20E0" w14:textId="5F1801C5" w:rsidR="00D71D51" w:rsidRPr="004867F9" w:rsidRDefault="00D71D51" w:rsidP="00D71D51">
      <w:pPr>
        <w:pStyle w:val="answers-answer"/>
        <w:rPr>
          <w:b/>
          <w:bCs/>
        </w:rPr>
      </w:pPr>
      <w:r w:rsidRPr="00D71D51">
        <w:rPr>
          <w:rStyle w:val="answer"/>
        </w:rPr>
        <w:t>Answer</w:t>
      </w:r>
      <w:r w:rsidRPr="007B2750">
        <w:rPr>
          <w:i/>
        </w:rPr>
        <w:t>:</w:t>
      </w:r>
      <w:r>
        <w:t xml:space="preserve"> The older a female, the number of healthy eggs she has decreases. This is because all her immature oocytes have been with her since birth.</w:t>
      </w:r>
    </w:p>
    <w:p w14:paraId="110CF0D8" w14:textId="77777777" w:rsidR="00D71D51" w:rsidRDefault="00D71D51" w:rsidP="00D71D51">
      <w:pPr>
        <w:pStyle w:val="answers-question"/>
      </w:pPr>
      <w:r w:rsidRPr="003A2EDB">
        <w:rPr>
          <w:b/>
        </w:rPr>
        <w:t xml:space="preserve">15 </w:t>
      </w:r>
      <w:r w:rsidRPr="003A2EDB">
        <w:t>List two similarities and two differences between endometriosis and fibroids.</w:t>
      </w:r>
    </w:p>
    <w:p w14:paraId="2A915C8C" w14:textId="1997F898" w:rsidR="00D71D51" w:rsidRDefault="00D71D51" w:rsidP="00D71D51">
      <w:pPr>
        <w:pStyle w:val="answers-answer"/>
      </w:pPr>
      <w:r w:rsidRPr="00D71D51">
        <w:rPr>
          <w:rStyle w:val="answer"/>
        </w:rPr>
        <w:t>Answer</w:t>
      </w:r>
      <w:r w:rsidRPr="007B2750">
        <w:t>:</w:t>
      </w:r>
      <w:r w:rsidR="0050433D">
        <w:t xml:space="preserve"> </w:t>
      </w:r>
      <w:r>
        <w:t>Similarities: Both can block the egg</w:t>
      </w:r>
      <w:r w:rsidR="0050433D">
        <w:t>’</w:t>
      </w:r>
      <w:r>
        <w:t>s release or pathway into the uterus. Both affect fertility. Both can distort the uterine tubes.</w:t>
      </w:r>
    </w:p>
    <w:p w14:paraId="2598244D" w14:textId="4F39F2A2" w:rsidR="00D71D51" w:rsidRPr="007B20A2" w:rsidRDefault="00D71D51" w:rsidP="00D71D51">
      <w:pPr>
        <w:pStyle w:val="answers-answer"/>
        <w:rPr>
          <w:b/>
          <w:bCs/>
        </w:rPr>
      </w:pPr>
      <w:r>
        <w:t>Differences: Fibroids are benign growths in the muscular part of the uterus</w:t>
      </w:r>
      <w:r w:rsidR="0050433D">
        <w:t>;</w:t>
      </w:r>
      <w:r>
        <w:t xml:space="preserve"> endometriosis is when endometrial tissue grows outside the uterus.</w:t>
      </w:r>
    </w:p>
    <w:p w14:paraId="58B575B6" w14:textId="77777777" w:rsidR="00D71D51" w:rsidRDefault="00D71D51" w:rsidP="00D71D51">
      <w:pPr>
        <w:pStyle w:val="answers-question"/>
      </w:pPr>
      <w:r w:rsidRPr="003A2EDB">
        <w:rPr>
          <w:b/>
        </w:rPr>
        <w:t xml:space="preserve">16 </w:t>
      </w:r>
      <w:r w:rsidRPr="003A2EDB">
        <w:t>The highest chance of conception occurs when insemination is two to three days prior to ovulation.</w:t>
      </w:r>
      <w:r>
        <w:rPr>
          <w:b/>
        </w:rPr>
        <w:t xml:space="preserve"> </w:t>
      </w:r>
      <w:r w:rsidRPr="003A2EDB">
        <w:t>Use your understanding of human reproduction to explain this observation.</w:t>
      </w:r>
    </w:p>
    <w:p w14:paraId="4471BBDB" w14:textId="1BBC44CC" w:rsidR="00D71D51" w:rsidRPr="007B20A2" w:rsidRDefault="00D71D51" w:rsidP="00D71D51">
      <w:pPr>
        <w:pStyle w:val="answers-answer"/>
        <w:rPr>
          <w:b/>
          <w:bCs/>
        </w:rPr>
      </w:pPr>
      <w:r w:rsidRPr="00D71D51">
        <w:rPr>
          <w:rStyle w:val="answer"/>
        </w:rPr>
        <w:t>Answer</w:t>
      </w:r>
      <w:r w:rsidRPr="007B2750">
        <w:rPr>
          <w:i/>
        </w:rPr>
        <w:t>:</w:t>
      </w:r>
      <w:r>
        <w:t xml:space="preserve"> Sperm </w:t>
      </w:r>
      <w:r w:rsidR="0050433D">
        <w:t>can</w:t>
      </w:r>
      <w:r>
        <w:t xml:space="preserve"> survive for up to four days in the female reproductive tract. The egg is only able to be fertilised in the 24 hours following ovulation. Sperm needs to be able to enter the cervix, swim through the uterus and up two-thirds of the uterine tubes. If insemination occurs two to three days </w:t>
      </w:r>
      <w:r w:rsidR="0050433D">
        <w:t>before</w:t>
      </w:r>
      <w:r>
        <w:t xml:space="preserve"> ovulation</w:t>
      </w:r>
      <w:r w:rsidR="0050433D">
        <w:t>,</w:t>
      </w:r>
      <w:r>
        <w:t xml:space="preserve"> there is sufficient time for enough sperm to be present in the uterine tubes for fertilisation to occur. </w:t>
      </w:r>
    </w:p>
    <w:p w14:paraId="065BC528" w14:textId="77777777" w:rsidR="0050433D" w:rsidRDefault="0050433D">
      <w:pPr>
        <w:spacing w:line="240" w:lineRule="auto"/>
        <w:rPr>
          <w:b/>
          <w:bCs/>
          <w:sz w:val="24"/>
          <w:szCs w:val="24"/>
          <w:lang w:val="en-US"/>
        </w:rPr>
      </w:pPr>
      <w:r>
        <w:rPr>
          <w:b/>
        </w:rPr>
        <w:br w:type="page"/>
      </w:r>
    </w:p>
    <w:p w14:paraId="5A409A3F" w14:textId="7D1E16C0" w:rsidR="00D71D51" w:rsidRDefault="00D71D51" w:rsidP="00D71D51">
      <w:pPr>
        <w:pStyle w:val="answers-question"/>
      </w:pPr>
      <w:r w:rsidRPr="003A2EDB">
        <w:rPr>
          <w:b/>
        </w:rPr>
        <w:lastRenderedPageBreak/>
        <w:t xml:space="preserve">17 </w:t>
      </w:r>
      <w:r w:rsidRPr="003A2EDB">
        <w:t>Intrauterine insemination can have a higher success rate than natural insemination for some couples. Explain why this happens.</w:t>
      </w:r>
    </w:p>
    <w:p w14:paraId="7B6A4CFB" w14:textId="77777777" w:rsidR="00D71D51" w:rsidRPr="002B17C5" w:rsidRDefault="00D71D51" w:rsidP="00D71D51">
      <w:pPr>
        <w:pStyle w:val="answers-answer"/>
        <w:rPr>
          <w:b/>
          <w:bCs/>
        </w:rPr>
      </w:pPr>
      <w:r w:rsidRPr="00D71D51">
        <w:rPr>
          <w:rStyle w:val="answer"/>
        </w:rPr>
        <w:t>Answer</w:t>
      </w:r>
      <w:r w:rsidRPr="007B2750">
        <w:rPr>
          <w:i/>
        </w:rPr>
        <w:t>:</w:t>
      </w:r>
      <w:r>
        <w:t xml:space="preserve"> Intrauterine insemination places the sperm directly into the fallopian tubes, negating the need for the sperm to travel through the cervix, uterus and up the uterine tubes. This may be more successful for couples who are experiencing sperm motility or low sperm count issues. </w:t>
      </w:r>
    </w:p>
    <w:p w14:paraId="3818412E" w14:textId="77777777" w:rsidR="00D71D51" w:rsidRDefault="00D71D51" w:rsidP="00D71D51">
      <w:pPr>
        <w:pStyle w:val="answers-question"/>
      </w:pPr>
      <w:r w:rsidRPr="003A2EDB">
        <w:rPr>
          <w:b/>
        </w:rPr>
        <w:t xml:space="preserve">18 </w:t>
      </w:r>
      <w:r>
        <w:t>To get pregnant, s</w:t>
      </w:r>
      <w:r w:rsidRPr="003A2EDB">
        <w:t>ome couples may consider IVF, but not ICSI. Suggest why they would consider IVF acceptable, but not ICSI.</w:t>
      </w:r>
    </w:p>
    <w:p w14:paraId="15894F44" w14:textId="2368944C" w:rsidR="00D71D51" w:rsidRPr="002B17C5" w:rsidRDefault="00D71D51" w:rsidP="00D71D51">
      <w:pPr>
        <w:pStyle w:val="answers-answer"/>
        <w:rPr>
          <w:b/>
          <w:bCs/>
        </w:rPr>
      </w:pPr>
      <w:r w:rsidRPr="00D71D51">
        <w:rPr>
          <w:rStyle w:val="answer"/>
        </w:rPr>
        <w:t>Answer</w:t>
      </w:r>
      <w:r w:rsidRPr="007B2750">
        <w:rPr>
          <w:i/>
        </w:rPr>
        <w:t>:</w:t>
      </w:r>
      <w:r>
        <w:t xml:space="preserve"> The key difference between the two is how the sperm fertilise the egg. In IVF the egg and the sperm are left to </w:t>
      </w:r>
      <w:proofErr w:type="spellStart"/>
      <w:r>
        <w:t>fertilise</w:t>
      </w:r>
      <w:proofErr w:type="spellEnd"/>
      <w:r>
        <w:t xml:space="preserve"> themselves</w:t>
      </w:r>
      <w:r w:rsidR="0050433D">
        <w:t>;</w:t>
      </w:r>
      <w:r>
        <w:t xml:space="preserve"> in ICSI a single sperm is directly injected into the egg. The couple may have a religious belief that does not agree with direct fertilisation through the technique of </w:t>
      </w:r>
      <w:r w:rsidR="0050433D">
        <w:t>ICSI and</w:t>
      </w:r>
      <w:r>
        <w:t xml:space="preserve"> may accept that IVF </w:t>
      </w:r>
      <w:r w:rsidR="0050433D">
        <w:t>is</w:t>
      </w:r>
      <w:r>
        <w:t xml:space="preserve"> a more ‘natural’ form of </w:t>
      </w:r>
      <w:proofErr w:type="spellStart"/>
      <w:r>
        <w:t>fertilisation</w:t>
      </w:r>
      <w:proofErr w:type="spellEnd"/>
      <w:r>
        <w:t xml:space="preserve">. </w:t>
      </w:r>
    </w:p>
    <w:p w14:paraId="4FB2971A" w14:textId="77777777" w:rsidR="00D71D51" w:rsidRPr="003A2EDB" w:rsidRDefault="00D71D51" w:rsidP="00D71D51">
      <w:pPr>
        <w:pStyle w:val="answers-question"/>
      </w:pPr>
      <w:r w:rsidRPr="003A2EDB">
        <w:rPr>
          <w:b/>
        </w:rPr>
        <w:t xml:space="preserve">19 </w:t>
      </w:r>
      <w:r w:rsidRPr="003A2EDB">
        <w:t xml:space="preserve">Gestational </w:t>
      </w:r>
      <w:proofErr w:type="gramStart"/>
      <w:r w:rsidRPr="003A2EDB">
        <w:t>surrogacy</w:t>
      </w:r>
      <w:proofErr w:type="gramEnd"/>
      <w:r w:rsidRPr="003A2EDB">
        <w:t xml:space="preserve"> is more common than traditional surrogacy. Suggest a reason why a:</w:t>
      </w:r>
    </w:p>
    <w:p w14:paraId="115BB184" w14:textId="77777777" w:rsidR="00D71D51" w:rsidRDefault="00D71D51" w:rsidP="00D71D51">
      <w:pPr>
        <w:pStyle w:val="answers-question"/>
      </w:pPr>
      <w:r w:rsidRPr="003A2EDB">
        <w:rPr>
          <w:b/>
        </w:rPr>
        <w:t xml:space="preserve">a </w:t>
      </w:r>
      <w:r w:rsidRPr="003A2EDB">
        <w:t>heterosexual couple might use traditional surrogacy</w:t>
      </w:r>
    </w:p>
    <w:p w14:paraId="05B5CC1B" w14:textId="77777777" w:rsidR="00D71D51" w:rsidRPr="007A13B9" w:rsidRDefault="00D71D51" w:rsidP="00D71D51">
      <w:pPr>
        <w:pStyle w:val="answers-answer"/>
      </w:pPr>
      <w:r w:rsidRPr="00D71D51">
        <w:rPr>
          <w:rStyle w:val="answer"/>
        </w:rPr>
        <w:t>Answer</w:t>
      </w:r>
      <w:r w:rsidRPr="007B2750">
        <w:rPr>
          <w:i/>
        </w:rPr>
        <w:t>:</w:t>
      </w:r>
      <w:r>
        <w:t xml:space="preserve"> Traditional surrogacy might be used if the female carries a genetic disease that they do not want passed on to their children. Traditional surrogacy uses the surrogate’s egg and the commissioning father’s sperm. </w:t>
      </w:r>
    </w:p>
    <w:p w14:paraId="2A63CF4C" w14:textId="77777777" w:rsidR="00D71D51" w:rsidRDefault="00D71D51" w:rsidP="00D71D51">
      <w:pPr>
        <w:pStyle w:val="answers-question"/>
      </w:pPr>
      <w:r w:rsidRPr="003A2EDB">
        <w:rPr>
          <w:b/>
        </w:rPr>
        <w:t xml:space="preserve">b </w:t>
      </w:r>
      <w:r w:rsidRPr="003A2EDB">
        <w:t>heterosexual couple might use gestational surrogacy</w:t>
      </w:r>
    </w:p>
    <w:p w14:paraId="521465E2" w14:textId="0A463CAD" w:rsidR="00D71D51" w:rsidRPr="007A13B9" w:rsidRDefault="00D71D51" w:rsidP="00D71D51">
      <w:pPr>
        <w:pStyle w:val="answers-answer"/>
      </w:pPr>
      <w:r w:rsidRPr="00D71D51">
        <w:rPr>
          <w:rStyle w:val="answer"/>
        </w:rPr>
        <w:t>Answer</w:t>
      </w:r>
      <w:r w:rsidRPr="007B2750">
        <w:rPr>
          <w:i/>
        </w:rPr>
        <w:t>:</w:t>
      </w:r>
      <w:r>
        <w:t xml:space="preserve"> Gestational surrogacy uses the egg and sperm of the intended parents and the surrogate is the gestational carrier and provides no genetic material. This may be preferred if the couple have a strong desire to have a child that is their own genetic </w:t>
      </w:r>
      <w:r w:rsidR="0050433D">
        <w:t>heritage but</w:t>
      </w:r>
      <w:r>
        <w:t xml:space="preserve"> are unable to naturally conceive or carry a child to full term. </w:t>
      </w:r>
    </w:p>
    <w:p w14:paraId="73956FAE" w14:textId="77777777" w:rsidR="00D71D51" w:rsidRDefault="00D71D51" w:rsidP="00D71D51">
      <w:pPr>
        <w:pStyle w:val="answers-question"/>
      </w:pPr>
      <w:r w:rsidRPr="003A2EDB">
        <w:rPr>
          <w:b/>
        </w:rPr>
        <w:t xml:space="preserve">c </w:t>
      </w:r>
      <w:r w:rsidRPr="003A2EDB">
        <w:t>homosexual couple might use traditional surrogacy.</w:t>
      </w:r>
    </w:p>
    <w:p w14:paraId="46EA6B95" w14:textId="77777777" w:rsidR="00D71D51" w:rsidRDefault="00D71D51" w:rsidP="00D71D51">
      <w:pPr>
        <w:pStyle w:val="answers-answer"/>
      </w:pPr>
      <w:r w:rsidRPr="00D71D51">
        <w:rPr>
          <w:rStyle w:val="answer"/>
        </w:rPr>
        <w:t>Answer</w:t>
      </w:r>
      <w:r w:rsidRPr="007B2750">
        <w:rPr>
          <w:i/>
        </w:rPr>
        <w:t>:</w:t>
      </w:r>
      <w:r>
        <w:t xml:space="preserve"> A homosexual couple might choose traditional surrogacy as the surrogate provides her own egg, and only requires the donation of sperm. This can come from the parent (if the couple are male) or can be a donor sperm (if the couple are female).</w:t>
      </w:r>
    </w:p>
    <w:p w14:paraId="2A2E1942" w14:textId="77777777" w:rsidR="00D71D51" w:rsidRPr="007A13B9" w:rsidRDefault="00D71D51" w:rsidP="00D71D51"/>
    <w:p w14:paraId="61E84E1E" w14:textId="77777777" w:rsidR="0050433D" w:rsidRDefault="0050433D">
      <w:pPr>
        <w:spacing w:line="240" w:lineRule="auto"/>
        <w:rPr>
          <w:rFonts w:ascii="Verdana" w:hAnsi="Verdana"/>
          <w:b/>
          <w:color w:val="00AEEF"/>
          <w:sz w:val="24"/>
          <w:szCs w:val="28"/>
          <w:lang w:eastAsia="en-US"/>
        </w:rPr>
      </w:pPr>
      <w:r>
        <w:br w:type="page"/>
      </w:r>
    </w:p>
    <w:p w14:paraId="458BC28E" w14:textId="439262E2" w:rsidR="00D71D51" w:rsidRDefault="00D71D51" w:rsidP="00D71D51">
      <w:pPr>
        <w:pStyle w:val="i-chead"/>
      </w:pPr>
      <w:r>
        <w:lastRenderedPageBreak/>
        <w:t>Questions 14.2</w:t>
      </w:r>
    </w:p>
    <w:p w14:paraId="1DB3A9AA" w14:textId="77777777" w:rsidR="00D71D51" w:rsidRDefault="00D71D51" w:rsidP="00D71D51">
      <w:pPr>
        <w:pStyle w:val="i-chead"/>
      </w:pPr>
      <w:r>
        <w:t xml:space="preserve">Recall knowledge </w:t>
      </w:r>
    </w:p>
    <w:p w14:paraId="10809DB3" w14:textId="77777777" w:rsidR="00D71D51" w:rsidRDefault="00D71D51" w:rsidP="00D71D51">
      <w:pPr>
        <w:pStyle w:val="answers-question"/>
      </w:pPr>
      <w:r w:rsidRPr="003A2EDB">
        <w:rPr>
          <w:b/>
        </w:rPr>
        <w:t xml:space="preserve">1 </w:t>
      </w:r>
      <w:r w:rsidRPr="003A2EDB">
        <w:t>Describe how an ultrasound image is produced.</w:t>
      </w:r>
    </w:p>
    <w:p w14:paraId="312EA5AF" w14:textId="77777777" w:rsidR="00D71D51" w:rsidRPr="00AA1A1A" w:rsidRDefault="00D71D51" w:rsidP="00D71D51">
      <w:pPr>
        <w:pStyle w:val="answers-answer"/>
      </w:pPr>
      <w:r w:rsidRPr="00D71D51">
        <w:rPr>
          <w:rStyle w:val="answer"/>
        </w:rPr>
        <w:t>Answer</w:t>
      </w:r>
      <w:r w:rsidRPr="007B2750">
        <w:rPr>
          <w:i/>
        </w:rPr>
        <w:t>:</w:t>
      </w:r>
      <w:r>
        <w:t xml:space="preserve"> An ultrasound uses high frequency sound waves to produce an image of the foetus. The sound waves are reflected off the foetal tissues to obtain a visual echo of the foetus. </w:t>
      </w:r>
    </w:p>
    <w:p w14:paraId="6596F341" w14:textId="77777777" w:rsidR="00D71D51" w:rsidRDefault="00D71D51" w:rsidP="00D71D51">
      <w:pPr>
        <w:pStyle w:val="answers-question"/>
      </w:pPr>
      <w:r w:rsidRPr="003A2EDB">
        <w:rPr>
          <w:b/>
        </w:rPr>
        <w:t xml:space="preserve">2 </w:t>
      </w:r>
      <w:r w:rsidRPr="003A2EDB">
        <w:t>List six reasons why a foetal ultrasound may be performed.</w:t>
      </w:r>
    </w:p>
    <w:p w14:paraId="6AFEE5CB" w14:textId="77777777" w:rsidR="00D71D51" w:rsidRDefault="00D71D51" w:rsidP="00D71D51">
      <w:pPr>
        <w:pStyle w:val="answers-answer"/>
      </w:pPr>
      <w:r w:rsidRPr="00D71D51">
        <w:rPr>
          <w:rStyle w:val="answer"/>
        </w:rPr>
        <w:t>Answer</w:t>
      </w:r>
      <w:r w:rsidRPr="007B2750">
        <w:t>:</w:t>
      </w:r>
      <w:r>
        <w:t xml:space="preserve"> </w:t>
      </w:r>
    </w:p>
    <w:p w14:paraId="4FC28D23" w14:textId="3B3B9801" w:rsidR="00D71D51" w:rsidRPr="00AA1A1A" w:rsidRDefault="00D71D51" w:rsidP="0050433D">
      <w:pPr>
        <w:pStyle w:val="answers-answer"/>
        <w:numPr>
          <w:ilvl w:val="0"/>
          <w:numId w:val="23"/>
        </w:numPr>
      </w:pPr>
      <w:r w:rsidRPr="00AA1A1A">
        <w:t>To confirm the pregnancy</w:t>
      </w:r>
    </w:p>
    <w:p w14:paraId="75AD633C" w14:textId="78432B89" w:rsidR="00D71D51" w:rsidRPr="00AA1A1A" w:rsidRDefault="00D71D51" w:rsidP="0050433D">
      <w:pPr>
        <w:pStyle w:val="answers-answer"/>
        <w:numPr>
          <w:ilvl w:val="0"/>
          <w:numId w:val="23"/>
        </w:numPr>
      </w:pPr>
      <w:r w:rsidRPr="00AA1A1A">
        <w:t>T</w:t>
      </w:r>
      <w:r>
        <w:t>o</w:t>
      </w:r>
      <w:r w:rsidRPr="00AA1A1A">
        <w:t xml:space="preserve"> estimate the stage of the pregnancy</w:t>
      </w:r>
    </w:p>
    <w:p w14:paraId="17C4E7BD" w14:textId="43EA2A6B" w:rsidR="00D71D51" w:rsidRPr="00AA1A1A" w:rsidRDefault="00D71D51" w:rsidP="0050433D">
      <w:pPr>
        <w:pStyle w:val="answers-answer"/>
        <w:numPr>
          <w:ilvl w:val="0"/>
          <w:numId w:val="23"/>
        </w:numPr>
      </w:pPr>
      <w:r w:rsidRPr="00AA1A1A">
        <w:t>T</w:t>
      </w:r>
      <w:r>
        <w:t>o</w:t>
      </w:r>
      <w:r w:rsidRPr="00AA1A1A">
        <w:t xml:space="preserve"> determine the number of foetuses</w:t>
      </w:r>
    </w:p>
    <w:p w14:paraId="77FB09B6" w14:textId="4C996CB9" w:rsidR="00D71D51" w:rsidRPr="00AA1A1A" w:rsidRDefault="00D71D51" w:rsidP="0050433D">
      <w:pPr>
        <w:pStyle w:val="answers-answer"/>
        <w:numPr>
          <w:ilvl w:val="0"/>
          <w:numId w:val="23"/>
        </w:numPr>
      </w:pPr>
      <w:r w:rsidRPr="00AA1A1A">
        <w:t>T</w:t>
      </w:r>
      <w:r>
        <w:t>o</w:t>
      </w:r>
      <w:r w:rsidRPr="00AA1A1A">
        <w:t xml:space="preserve"> </w:t>
      </w:r>
      <w:r w:rsidR="0050433D">
        <w:t>i</w:t>
      </w:r>
      <w:r w:rsidRPr="00AA1A1A">
        <w:t>dentify abnormalities of the cervix or uterus</w:t>
      </w:r>
    </w:p>
    <w:p w14:paraId="74B072F7" w14:textId="48E3E238" w:rsidR="00D71D51" w:rsidRPr="00AA1A1A" w:rsidRDefault="00D71D51" w:rsidP="0050433D">
      <w:pPr>
        <w:pStyle w:val="answers-answer"/>
        <w:numPr>
          <w:ilvl w:val="0"/>
          <w:numId w:val="23"/>
        </w:numPr>
      </w:pPr>
      <w:r w:rsidRPr="00AA1A1A">
        <w:t>To monitor the growth of the foetus</w:t>
      </w:r>
    </w:p>
    <w:p w14:paraId="303764A5" w14:textId="696A59AE" w:rsidR="00D71D51" w:rsidRPr="00AA1A1A" w:rsidRDefault="00D71D51" w:rsidP="0050433D">
      <w:pPr>
        <w:pStyle w:val="answers-answer"/>
        <w:numPr>
          <w:ilvl w:val="0"/>
          <w:numId w:val="23"/>
        </w:numPr>
      </w:pPr>
      <w:r w:rsidRPr="00AA1A1A">
        <w:t>T</w:t>
      </w:r>
      <w:r>
        <w:t>o</w:t>
      </w:r>
      <w:r w:rsidRPr="00AA1A1A">
        <w:t xml:space="preserve"> determine the gender </w:t>
      </w:r>
      <w:r>
        <w:t>of</w:t>
      </w:r>
      <w:r w:rsidRPr="00AA1A1A">
        <w:t xml:space="preserve"> the foetus</w:t>
      </w:r>
    </w:p>
    <w:p w14:paraId="581CCB9B" w14:textId="2FFF5229" w:rsidR="00D71D51" w:rsidRDefault="00D71D51" w:rsidP="0050433D">
      <w:pPr>
        <w:pStyle w:val="answers-answer"/>
        <w:numPr>
          <w:ilvl w:val="0"/>
          <w:numId w:val="23"/>
        </w:numPr>
      </w:pPr>
      <w:r w:rsidRPr="00AA1A1A">
        <w:t>T</w:t>
      </w:r>
      <w:r>
        <w:t>o</w:t>
      </w:r>
      <w:r w:rsidRPr="00AA1A1A">
        <w:t xml:space="preserve"> evaluate the anatomy of the foetus</w:t>
      </w:r>
    </w:p>
    <w:p w14:paraId="63BBE5F4" w14:textId="70FFC296" w:rsidR="00D71D51" w:rsidRDefault="00D71D51" w:rsidP="0050433D">
      <w:pPr>
        <w:pStyle w:val="answers-answer"/>
        <w:numPr>
          <w:ilvl w:val="0"/>
          <w:numId w:val="23"/>
        </w:numPr>
      </w:pPr>
      <w:r>
        <w:t>For genetic screening</w:t>
      </w:r>
    </w:p>
    <w:p w14:paraId="3A71AA04" w14:textId="1ED8F093" w:rsidR="00D71D51" w:rsidRDefault="00D71D51" w:rsidP="0050433D">
      <w:pPr>
        <w:pStyle w:val="answers-answer"/>
        <w:numPr>
          <w:ilvl w:val="0"/>
          <w:numId w:val="23"/>
        </w:numPr>
      </w:pPr>
      <w:r>
        <w:t>To study the placenta and amniotic fluid</w:t>
      </w:r>
    </w:p>
    <w:p w14:paraId="35943644" w14:textId="03920974" w:rsidR="00D71D51" w:rsidRDefault="00D71D51" w:rsidP="0050433D">
      <w:pPr>
        <w:pStyle w:val="answers-answer"/>
        <w:numPr>
          <w:ilvl w:val="0"/>
          <w:numId w:val="23"/>
        </w:numPr>
      </w:pPr>
      <w:r>
        <w:t>To identify birth defects</w:t>
      </w:r>
    </w:p>
    <w:p w14:paraId="11F2AE3D" w14:textId="148156A6" w:rsidR="00D71D51" w:rsidRPr="00AA1A1A" w:rsidRDefault="00D71D51" w:rsidP="0050433D">
      <w:pPr>
        <w:pStyle w:val="answers-answer"/>
        <w:numPr>
          <w:ilvl w:val="0"/>
          <w:numId w:val="23"/>
        </w:numPr>
      </w:pPr>
      <w:r>
        <w:t xml:space="preserve">To determine the position of the foetus. </w:t>
      </w:r>
    </w:p>
    <w:p w14:paraId="26132457" w14:textId="77777777" w:rsidR="00D71D51" w:rsidRDefault="00D71D51" w:rsidP="00D71D51">
      <w:pPr>
        <w:pStyle w:val="answers-question"/>
      </w:pPr>
      <w:r w:rsidRPr="003A2EDB">
        <w:rPr>
          <w:b/>
        </w:rPr>
        <w:t xml:space="preserve">3 </w:t>
      </w:r>
      <w:r w:rsidRPr="003A2EDB">
        <w:t xml:space="preserve">Describe how an amniocentesis </w:t>
      </w:r>
      <w:proofErr w:type="gramStart"/>
      <w:r w:rsidRPr="003A2EDB">
        <w:t>is able to</w:t>
      </w:r>
      <w:proofErr w:type="gramEnd"/>
      <w:r w:rsidRPr="003A2EDB">
        <w:t xml:space="preserve"> identify chromosomal, genetic or neutral abnormalities.</w:t>
      </w:r>
    </w:p>
    <w:p w14:paraId="4765F0B3" w14:textId="7CD84521" w:rsidR="00D71D51" w:rsidRPr="00AA1A1A" w:rsidRDefault="00D71D51" w:rsidP="00D71D51">
      <w:pPr>
        <w:pStyle w:val="answers-answer"/>
      </w:pPr>
      <w:r w:rsidRPr="00D71D51">
        <w:rPr>
          <w:rStyle w:val="answer"/>
        </w:rPr>
        <w:t>Answer</w:t>
      </w:r>
      <w:r w:rsidRPr="007B2750">
        <w:rPr>
          <w:i/>
        </w:rPr>
        <w:t>:</w:t>
      </w:r>
      <w:r>
        <w:t xml:space="preserve"> Amniocentesis use</w:t>
      </w:r>
      <w:r w:rsidR="0050433D">
        <w:t>s</w:t>
      </w:r>
      <w:r>
        <w:t xml:space="preserve"> ultrasound to guide a needle through the abdominal wall into the amniotic cavity. Fluid and living foetal cells are extracted and examined for biochemical defects and chromosomal abnormalities. </w:t>
      </w:r>
    </w:p>
    <w:p w14:paraId="2CCFEDBA" w14:textId="77777777" w:rsidR="00D71D51" w:rsidRDefault="00D71D51" w:rsidP="00D71D51">
      <w:pPr>
        <w:pStyle w:val="answers-question"/>
      </w:pPr>
      <w:r w:rsidRPr="003A2EDB">
        <w:rPr>
          <w:b/>
        </w:rPr>
        <w:t xml:space="preserve">4 </w:t>
      </w:r>
      <w:r w:rsidRPr="003A2EDB">
        <w:t>What does ‘CVS’ stand for?</w:t>
      </w:r>
    </w:p>
    <w:p w14:paraId="3FDFC539" w14:textId="77777777" w:rsidR="00D71D51" w:rsidRPr="00AA1A1A" w:rsidRDefault="00D71D51" w:rsidP="00D71D51">
      <w:pPr>
        <w:pStyle w:val="answers-answer"/>
        <w:rPr>
          <w:b/>
          <w:bCs/>
        </w:rPr>
      </w:pPr>
      <w:r w:rsidRPr="00D71D51">
        <w:rPr>
          <w:rStyle w:val="answer"/>
        </w:rPr>
        <w:t>Answer</w:t>
      </w:r>
      <w:r w:rsidRPr="007B2750">
        <w:rPr>
          <w:i/>
        </w:rPr>
        <w:t>:</w:t>
      </w:r>
      <w:r>
        <w:t xml:space="preserve"> Chorionic villus sampling</w:t>
      </w:r>
    </w:p>
    <w:p w14:paraId="069DEE95" w14:textId="77777777" w:rsidR="00D71D51" w:rsidRDefault="00D71D51" w:rsidP="00D71D51">
      <w:pPr>
        <w:pStyle w:val="answers-question"/>
      </w:pPr>
      <w:r w:rsidRPr="003A2EDB">
        <w:rPr>
          <w:b/>
        </w:rPr>
        <w:t xml:space="preserve">5 </w:t>
      </w:r>
      <w:r w:rsidRPr="003A2EDB">
        <w:t>State the reason for foetal monitoring.</w:t>
      </w:r>
    </w:p>
    <w:p w14:paraId="73D6798E" w14:textId="6794BF34" w:rsidR="00D71D51" w:rsidRPr="00AA1A1A" w:rsidRDefault="00D71D51" w:rsidP="00D71D51">
      <w:pPr>
        <w:pStyle w:val="answers-answer"/>
        <w:rPr>
          <w:b/>
          <w:bCs/>
        </w:rPr>
      </w:pPr>
      <w:r w:rsidRPr="00D71D51">
        <w:rPr>
          <w:rStyle w:val="answer"/>
        </w:rPr>
        <w:t>Answer</w:t>
      </w:r>
      <w:r w:rsidRPr="007B2750">
        <w:rPr>
          <w:i/>
        </w:rPr>
        <w:t>:</w:t>
      </w:r>
      <w:r>
        <w:t xml:space="preserve"> </w:t>
      </w:r>
      <w:proofErr w:type="spellStart"/>
      <w:r>
        <w:t>Foetal</w:t>
      </w:r>
      <w:proofErr w:type="spellEnd"/>
      <w:r>
        <w:t xml:space="preserve"> monitoring is the regular recording of the baby’s heart rate in order to detect indicators of stress during labour and birth. The aim is to identify any risk of injury to the foetus or risk of oxygen deficiency so that appropriate action can be taken. </w:t>
      </w:r>
    </w:p>
    <w:p w14:paraId="46DF7990" w14:textId="77777777" w:rsidR="0050433D" w:rsidRDefault="0050433D">
      <w:pPr>
        <w:spacing w:line="240" w:lineRule="auto"/>
        <w:rPr>
          <w:b/>
          <w:bCs/>
          <w:sz w:val="24"/>
          <w:szCs w:val="24"/>
          <w:lang w:val="en-US"/>
        </w:rPr>
      </w:pPr>
      <w:r>
        <w:rPr>
          <w:b/>
        </w:rPr>
        <w:br w:type="page"/>
      </w:r>
    </w:p>
    <w:p w14:paraId="06023BF8" w14:textId="0FE1073D" w:rsidR="00D71D51" w:rsidRDefault="00D71D51" w:rsidP="00D71D51">
      <w:pPr>
        <w:pStyle w:val="answers-question"/>
      </w:pPr>
      <w:r w:rsidRPr="003A2EDB">
        <w:rPr>
          <w:b/>
        </w:rPr>
        <w:lastRenderedPageBreak/>
        <w:t xml:space="preserve">6 </w:t>
      </w:r>
      <w:r w:rsidRPr="003A2EDB">
        <w:t>Describe the use of a fibre-optic scope to study the foetus.</w:t>
      </w:r>
    </w:p>
    <w:p w14:paraId="1EC3447B" w14:textId="50782F11" w:rsidR="00D71D51" w:rsidRPr="0087783D" w:rsidRDefault="00D71D51" w:rsidP="00D71D51">
      <w:pPr>
        <w:pStyle w:val="answers-answer"/>
      </w:pPr>
      <w:r w:rsidRPr="00D71D51">
        <w:rPr>
          <w:rStyle w:val="answer"/>
        </w:rPr>
        <w:t>Answer</w:t>
      </w:r>
      <w:r w:rsidRPr="007B2750">
        <w:rPr>
          <w:i/>
        </w:rPr>
        <w:t>:</w:t>
      </w:r>
      <w:r>
        <w:t xml:space="preserve"> A </w:t>
      </w:r>
      <w:proofErr w:type="spellStart"/>
      <w:r>
        <w:t>fibre</w:t>
      </w:r>
      <w:proofErr w:type="spellEnd"/>
      <w:r>
        <w:t xml:space="preserve">-optic scope is a small telescope-like instrument, around the size of a hypodermic needle that is introduced into the uterus through the abdominal wall. It is used to view the external appearance of the foetus if a previous ultrasound has indicated the possibility of foetal abnormalities. </w:t>
      </w:r>
    </w:p>
    <w:p w14:paraId="4426DCAE" w14:textId="77777777" w:rsidR="00D71D51" w:rsidRDefault="00D71D51" w:rsidP="00D71D51">
      <w:pPr>
        <w:pStyle w:val="answers-question"/>
      </w:pPr>
      <w:r w:rsidRPr="003A2EDB">
        <w:rPr>
          <w:b/>
        </w:rPr>
        <w:t xml:space="preserve">7 </w:t>
      </w:r>
      <w:r w:rsidRPr="003A2EDB">
        <w:t>List the places where foetal blood is collected from for testing.</w:t>
      </w:r>
    </w:p>
    <w:p w14:paraId="21ECC951" w14:textId="77777777" w:rsidR="00D71D51" w:rsidRPr="004B0FC1" w:rsidRDefault="00D71D51" w:rsidP="00D71D51">
      <w:pPr>
        <w:pStyle w:val="answers-answer"/>
      </w:pPr>
      <w:r w:rsidRPr="00D71D51">
        <w:rPr>
          <w:rStyle w:val="answer"/>
        </w:rPr>
        <w:t>Answer</w:t>
      </w:r>
      <w:r w:rsidRPr="007B2750">
        <w:rPr>
          <w:i/>
        </w:rPr>
        <w:t>:</w:t>
      </w:r>
      <w:r>
        <w:t xml:space="preserve"> The umbilical cord; a</w:t>
      </w:r>
      <w:r w:rsidRPr="004B0FC1">
        <w:t xml:space="preserve"> foetal blood vessel</w:t>
      </w:r>
    </w:p>
    <w:p w14:paraId="13F3F48E" w14:textId="77777777" w:rsidR="00D71D51" w:rsidRDefault="00D71D51" w:rsidP="00D71D51">
      <w:pPr>
        <w:pStyle w:val="answers-question"/>
      </w:pPr>
      <w:r w:rsidRPr="003A2EDB">
        <w:rPr>
          <w:b/>
        </w:rPr>
        <w:t>8</w:t>
      </w:r>
      <w:r w:rsidRPr="003A2EDB">
        <w:t xml:space="preserve"> Identify the most common use of biochemical analysis for newborn babies in Australia.</w:t>
      </w:r>
    </w:p>
    <w:p w14:paraId="10F9B40B" w14:textId="12288817" w:rsidR="00D71D51" w:rsidRPr="004B0FC1" w:rsidRDefault="00D71D51" w:rsidP="00D71D51">
      <w:pPr>
        <w:pStyle w:val="answers-answer"/>
      </w:pPr>
      <w:r w:rsidRPr="00D71D51">
        <w:rPr>
          <w:rStyle w:val="answer"/>
        </w:rPr>
        <w:t>Answer</w:t>
      </w:r>
      <w:r w:rsidRPr="007B2750">
        <w:rPr>
          <w:i/>
        </w:rPr>
        <w:t>:</w:t>
      </w:r>
      <w:r>
        <w:t xml:space="preserve"> </w:t>
      </w:r>
      <w:r w:rsidR="003462AA">
        <w:t>T</w:t>
      </w:r>
      <w:r>
        <w:t xml:space="preserve">he assessment of marker proteins that detect </w:t>
      </w:r>
      <w:r w:rsidR="003462AA">
        <w:t>p</w:t>
      </w:r>
      <w:r>
        <w:t>henylketonuria (PKU) or alpha-</w:t>
      </w:r>
      <w:proofErr w:type="spellStart"/>
      <w:r>
        <w:t>fetoprotien</w:t>
      </w:r>
      <w:proofErr w:type="spellEnd"/>
      <w:r>
        <w:t xml:space="preserve"> (AFP).</w:t>
      </w:r>
    </w:p>
    <w:p w14:paraId="567CD646" w14:textId="77777777" w:rsidR="00D71D51" w:rsidRDefault="00D71D51" w:rsidP="00D71D51">
      <w:pPr>
        <w:pStyle w:val="i-chead"/>
      </w:pPr>
      <w:r>
        <w:t xml:space="preserve">Apply knowledge </w:t>
      </w:r>
    </w:p>
    <w:p w14:paraId="0E3511D3" w14:textId="77777777" w:rsidR="00D71D51" w:rsidRPr="00D71D51" w:rsidRDefault="00D71D51" w:rsidP="00D71D51">
      <w:pPr>
        <w:pStyle w:val="answers-question"/>
      </w:pPr>
      <w:r w:rsidRPr="003A2EDB">
        <w:rPr>
          <w:b/>
        </w:rPr>
        <w:t xml:space="preserve">9 </w:t>
      </w:r>
      <w:r w:rsidRPr="003A2EDB">
        <w:t xml:space="preserve">Use a table to </w:t>
      </w:r>
      <w:proofErr w:type="gramStart"/>
      <w:r w:rsidRPr="003A2EDB">
        <w:t>compare and contrast</w:t>
      </w:r>
      <w:proofErr w:type="gramEnd"/>
      <w:r w:rsidRPr="003A2EDB">
        <w:t xml:space="preserve"> the uses, advantages and disadvantages of the different</w:t>
      </w:r>
      <w:r>
        <w:t xml:space="preserve"> </w:t>
      </w:r>
      <w:r w:rsidRPr="00D71D51">
        <w:t xml:space="preserve">techniques used to monitor and diagnose </w:t>
      </w:r>
      <w:proofErr w:type="spellStart"/>
      <w:r w:rsidRPr="00D71D51">
        <w:t>foetal</w:t>
      </w:r>
      <w:proofErr w:type="spellEnd"/>
      <w:r w:rsidRPr="00D71D51">
        <w:t xml:space="preserve"> health.</w:t>
      </w:r>
    </w:p>
    <w:p w14:paraId="24F98FB0" w14:textId="77777777" w:rsidR="00D71D51" w:rsidRDefault="00D71D51" w:rsidP="00D71D51">
      <w:pPr>
        <w:pStyle w:val="answers-answer"/>
      </w:pPr>
      <w:r w:rsidRPr="00D71D51">
        <w:rPr>
          <w:rStyle w:val="answer"/>
        </w:rPr>
        <w:t>Answer</w:t>
      </w:r>
      <w:r w:rsidRPr="007B2750">
        <w:t>:</w:t>
      </w:r>
    </w:p>
    <w:tbl>
      <w:tblPr>
        <w:tblStyle w:val="TableGrid"/>
        <w:tblW w:w="0" w:type="auto"/>
        <w:tblLook w:val="04A0" w:firstRow="1" w:lastRow="0" w:firstColumn="1" w:lastColumn="0" w:noHBand="0" w:noVBand="1"/>
      </w:tblPr>
      <w:tblGrid>
        <w:gridCol w:w="2254"/>
        <w:gridCol w:w="2254"/>
        <w:gridCol w:w="2254"/>
        <w:gridCol w:w="2254"/>
      </w:tblGrid>
      <w:tr w:rsidR="00D71D51" w:rsidRPr="003462AA" w14:paraId="1B68A4E2" w14:textId="77777777" w:rsidTr="00D82B79">
        <w:tc>
          <w:tcPr>
            <w:tcW w:w="2254" w:type="dxa"/>
          </w:tcPr>
          <w:p w14:paraId="150A2A15" w14:textId="77777777" w:rsidR="00D71D51" w:rsidRPr="003462AA" w:rsidRDefault="00D71D51" w:rsidP="00D82B79">
            <w:pPr>
              <w:rPr>
                <w:b/>
                <w:bCs/>
                <w:sz w:val="20"/>
                <w:szCs w:val="20"/>
              </w:rPr>
            </w:pPr>
            <w:r w:rsidRPr="003462AA">
              <w:rPr>
                <w:b/>
                <w:bCs/>
                <w:sz w:val="20"/>
                <w:szCs w:val="20"/>
              </w:rPr>
              <w:t>Technique</w:t>
            </w:r>
          </w:p>
        </w:tc>
        <w:tc>
          <w:tcPr>
            <w:tcW w:w="2254" w:type="dxa"/>
          </w:tcPr>
          <w:p w14:paraId="41FD249F" w14:textId="77777777" w:rsidR="00D71D51" w:rsidRPr="003462AA" w:rsidRDefault="00D71D51" w:rsidP="00D82B79">
            <w:pPr>
              <w:rPr>
                <w:b/>
                <w:bCs/>
                <w:sz w:val="20"/>
                <w:szCs w:val="20"/>
              </w:rPr>
            </w:pPr>
            <w:r w:rsidRPr="003462AA">
              <w:rPr>
                <w:b/>
                <w:bCs/>
                <w:sz w:val="20"/>
                <w:szCs w:val="20"/>
              </w:rPr>
              <w:t>Use</w:t>
            </w:r>
          </w:p>
        </w:tc>
        <w:tc>
          <w:tcPr>
            <w:tcW w:w="2254" w:type="dxa"/>
          </w:tcPr>
          <w:p w14:paraId="2772BC0F" w14:textId="77777777" w:rsidR="00D71D51" w:rsidRPr="003462AA" w:rsidRDefault="00D71D51" w:rsidP="00D82B79">
            <w:pPr>
              <w:rPr>
                <w:b/>
                <w:bCs/>
                <w:sz w:val="20"/>
                <w:szCs w:val="20"/>
              </w:rPr>
            </w:pPr>
            <w:r w:rsidRPr="003462AA">
              <w:rPr>
                <w:b/>
                <w:bCs/>
                <w:sz w:val="20"/>
                <w:szCs w:val="20"/>
              </w:rPr>
              <w:t>Advantages</w:t>
            </w:r>
          </w:p>
        </w:tc>
        <w:tc>
          <w:tcPr>
            <w:tcW w:w="2254" w:type="dxa"/>
          </w:tcPr>
          <w:p w14:paraId="77A54C2F" w14:textId="77777777" w:rsidR="00D71D51" w:rsidRPr="003462AA" w:rsidRDefault="00D71D51" w:rsidP="00D82B79">
            <w:pPr>
              <w:rPr>
                <w:b/>
                <w:bCs/>
                <w:sz w:val="20"/>
                <w:szCs w:val="20"/>
              </w:rPr>
            </w:pPr>
            <w:r w:rsidRPr="003462AA">
              <w:rPr>
                <w:b/>
                <w:bCs/>
                <w:sz w:val="20"/>
                <w:szCs w:val="20"/>
              </w:rPr>
              <w:t>Disadvantages</w:t>
            </w:r>
          </w:p>
        </w:tc>
      </w:tr>
      <w:tr w:rsidR="00D71D51" w:rsidRPr="003462AA" w14:paraId="4B317019" w14:textId="77777777" w:rsidTr="00D82B79">
        <w:tc>
          <w:tcPr>
            <w:tcW w:w="2254" w:type="dxa"/>
          </w:tcPr>
          <w:p w14:paraId="188A24AE" w14:textId="77777777" w:rsidR="00D71D51" w:rsidRPr="003462AA" w:rsidRDefault="00D71D51" w:rsidP="00D82B79">
            <w:pPr>
              <w:rPr>
                <w:sz w:val="20"/>
                <w:szCs w:val="20"/>
              </w:rPr>
            </w:pPr>
            <w:r w:rsidRPr="003462AA">
              <w:rPr>
                <w:sz w:val="20"/>
                <w:szCs w:val="20"/>
              </w:rPr>
              <w:t>Ultrasound</w:t>
            </w:r>
          </w:p>
        </w:tc>
        <w:tc>
          <w:tcPr>
            <w:tcW w:w="2254" w:type="dxa"/>
          </w:tcPr>
          <w:p w14:paraId="06ADF1FE" w14:textId="77777777" w:rsidR="00D71D51" w:rsidRPr="003462AA" w:rsidRDefault="00D71D51" w:rsidP="00D82B79">
            <w:pPr>
              <w:rPr>
                <w:sz w:val="20"/>
                <w:szCs w:val="20"/>
              </w:rPr>
            </w:pPr>
            <w:r w:rsidRPr="003462AA">
              <w:rPr>
                <w:sz w:val="20"/>
                <w:szCs w:val="20"/>
              </w:rPr>
              <w:t>High frequency sound waves to produce an image of the foetus</w:t>
            </w:r>
          </w:p>
        </w:tc>
        <w:tc>
          <w:tcPr>
            <w:tcW w:w="2254" w:type="dxa"/>
          </w:tcPr>
          <w:p w14:paraId="5A295B63" w14:textId="77777777" w:rsidR="00D71D51" w:rsidRPr="003462AA" w:rsidRDefault="00D71D51" w:rsidP="00D82B79">
            <w:pPr>
              <w:rPr>
                <w:sz w:val="20"/>
                <w:szCs w:val="20"/>
              </w:rPr>
            </w:pPr>
            <w:r w:rsidRPr="003462AA">
              <w:rPr>
                <w:sz w:val="20"/>
                <w:szCs w:val="20"/>
              </w:rPr>
              <w:t>Provides information about the external appearance of the foetus, rate of growth, placenta. Widely used, a safe technique for the foetus and the mother</w:t>
            </w:r>
          </w:p>
        </w:tc>
        <w:tc>
          <w:tcPr>
            <w:tcW w:w="2254" w:type="dxa"/>
          </w:tcPr>
          <w:p w14:paraId="7FA3D50E" w14:textId="77777777" w:rsidR="00D71D51" w:rsidRPr="003462AA" w:rsidRDefault="00D71D51" w:rsidP="00D82B79">
            <w:pPr>
              <w:rPr>
                <w:sz w:val="20"/>
                <w:szCs w:val="20"/>
              </w:rPr>
            </w:pPr>
            <w:r w:rsidRPr="003462AA">
              <w:rPr>
                <w:sz w:val="20"/>
                <w:szCs w:val="20"/>
              </w:rPr>
              <w:t>Does not diagnose all abnormalities</w:t>
            </w:r>
          </w:p>
        </w:tc>
      </w:tr>
      <w:tr w:rsidR="00D71D51" w:rsidRPr="003462AA" w14:paraId="1E8E1397" w14:textId="77777777" w:rsidTr="00D82B79">
        <w:tc>
          <w:tcPr>
            <w:tcW w:w="2254" w:type="dxa"/>
          </w:tcPr>
          <w:p w14:paraId="42A64C38" w14:textId="77777777" w:rsidR="00D71D51" w:rsidRPr="003462AA" w:rsidRDefault="00D71D51" w:rsidP="00D82B79">
            <w:pPr>
              <w:rPr>
                <w:sz w:val="20"/>
                <w:szCs w:val="20"/>
              </w:rPr>
            </w:pPr>
            <w:r w:rsidRPr="003462AA">
              <w:rPr>
                <w:sz w:val="20"/>
                <w:szCs w:val="20"/>
              </w:rPr>
              <w:t>Amniocentesis</w:t>
            </w:r>
          </w:p>
        </w:tc>
        <w:tc>
          <w:tcPr>
            <w:tcW w:w="2254" w:type="dxa"/>
          </w:tcPr>
          <w:p w14:paraId="00C6D1B8" w14:textId="77777777" w:rsidR="00D71D51" w:rsidRPr="003462AA" w:rsidRDefault="00D71D51" w:rsidP="00D82B79">
            <w:pPr>
              <w:rPr>
                <w:sz w:val="20"/>
                <w:szCs w:val="20"/>
              </w:rPr>
            </w:pPr>
            <w:r w:rsidRPr="003462AA">
              <w:rPr>
                <w:sz w:val="20"/>
                <w:szCs w:val="20"/>
              </w:rPr>
              <w:t>A needle is inserted into the uterus to remove living foetal cells from the amniotic fluid</w:t>
            </w:r>
          </w:p>
          <w:p w14:paraId="66683D5C" w14:textId="7A7B7288" w:rsidR="00D71D51" w:rsidRPr="003462AA" w:rsidRDefault="003462AA" w:rsidP="00D82B79">
            <w:pPr>
              <w:rPr>
                <w:sz w:val="20"/>
                <w:szCs w:val="20"/>
              </w:rPr>
            </w:pPr>
            <w:r>
              <w:rPr>
                <w:sz w:val="20"/>
                <w:szCs w:val="20"/>
              </w:rPr>
              <w:t>Performed</w:t>
            </w:r>
            <w:r w:rsidR="00D71D51" w:rsidRPr="003462AA">
              <w:rPr>
                <w:sz w:val="20"/>
                <w:szCs w:val="20"/>
              </w:rPr>
              <w:t xml:space="preserve"> at 16–20 weeks</w:t>
            </w:r>
          </w:p>
        </w:tc>
        <w:tc>
          <w:tcPr>
            <w:tcW w:w="2254" w:type="dxa"/>
          </w:tcPr>
          <w:p w14:paraId="4806D122" w14:textId="77777777" w:rsidR="00D71D51" w:rsidRPr="003462AA" w:rsidRDefault="00D71D51" w:rsidP="00D82B79">
            <w:pPr>
              <w:rPr>
                <w:sz w:val="20"/>
                <w:szCs w:val="20"/>
              </w:rPr>
            </w:pPr>
            <w:r w:rsidRPr="003462AA">
              <w:rPr>
                <w:sz w:val="20"/>
                <w:szCs w:val="20"/>
              </w:rPr>
              <w:t xml:space="preserve">Used to detect chromosomal abnormalities that an ultrasound cannot diagnose. </w:t>
            </w:r>
          </w:p>
        </w:tc>
        <w:tc>
          <w:tcPr>
            <w:tcW w:w="2254" w:type="dxa"/>
          </w:tcPr>
          <w:p w14:paraId="4891DB12" w14:textId="77777777" w:rsidR="00D71D51" w:rsidRPr="003462AA" w:rsidRDefault="00D71D51" w:rsidP="00D82B79">
            <w:pPr>
              <w:rPr>
                <w:sz w:val="20"/>
                <w:szCs w:val="20"/>
              </w:rPr>
            </w:pPr>
            <w:r w:rsidRPr="003462AA">
              <w:rPr>
                <w:sz w:val="20"/>
                <w:szCs w:val="20"/>
              </w:rPr>
              <w:t>Risk of infection, miscarriage or damage to the baby.</w:t>
            </w:r>
          </w:p>
        </w:tc>
      </w:tr>
      <w:tr w:rsidR="00D71D51" w:rsidRPr="003462AA" w14:paraId="56695B89" w14:textId="77777777" w:rsidTr="00D82B79">
        <w:tc>
          <w:tcPr>
            <w:tcW w:w="2254" w:type="dxa"/>
          </w:tcPr>
          <w:p w14:paraId="4B92375C" w14:textId="77777777" w:rsidR="00D71D51" w:rsidRPr="003462AA" w:rsidRDefault="00D71D51" w:rsidP="00D82B79">
            <w:pPr>
              <w:rPr>
                <w:sz w:val="20"/>
                <w:szCs w:val="20"/>
              </w:rPr>
            </w:pPr>
            <w:r w:rsidRPr="003462AA">
              <w:rPr>
                <w:sz w:val="20"/>
                <w:szCs w:val="20"/>
              </w:rPr>
              <w:t>Chorionic villus sampling (CVS)</w:t>
            </w:r>
          </w:p>
        </w:tc>
        <w:tc>
          <w:tcPr>
            <w:tcW w:w="2254" w:type="dxa"/>
          </w:tcPr>
          <w:p w14:paraId="4362A468" w14:textId="77777777" w:rsidR="00D71D51" w:rsidRPr="003462AA" w:rsidRDefault="00D71D51" w:rsidP="00D82B79">
            <w:pPr>
              <w:rPr>
                <w:sz w:val="20"/>
                <w:szCs w:val="20"/>
              </w:rPr>
            </w:pPr>
            <w:r w:rsidRPr="003462AA">
              <w:rPr>
                <w:sz w:val="20"/>
                <w:szCs w:val="20"/>
              </w:rPr>
              <w:t>Taking a sample of foetal cells from the chorion</w:t>
            </w:r>
          </w:p>
        </w:tc>
        <w:tc>
          <w:tcPr>
            <w:tcW w:w="2254" w:type="dxa"/>
          </w:tcPr>
          <w:p w14:paraId="3A49F768" w14:textId="47C3A5C7" w:rsidR="00D71D51" w:rsidRPr="003462AA" w:rsidRDefault="00D71D51" w:rsidP="00D82B79">
            <w:pPr>
              <w:rPr>
                <w:sz w:val="20"/>
                <w:szCs w:val="20"/>
              </w:rPr>
            </w:pPr>
            <w:r w:rsidRPr="003462AA">
              <w:rPr>
                <w:sz w:val="20"/>
                <w:szCs w:val="20"/>
              </w:rPr>
              <w:t>Can be done early than amniocentesis (9–19 weeks). Can be tested more quickly, used to detect genetic disorders and biochemical abnormalities (not spina bifida)</w:t>
            </w:r>
          </w:p>
        </w:tc>
        <w:tc>
          <w:tcPr>
            <w:tcW w:w="2254" w:type="dxa"/>
          </w:tcPr>
          <w:p w14:paraId="42A53184" w14:textId="77777777" w:rsidR="00D71D51" w:rsidRPr="003462AA" w:rsidRDefault="00D71D51" w:rsidP="00D82B79">
            <w:pPr>
              <w:rPr>
                <w:sz w:val="20"/>
                <w:szCs w:val="20"/>
              </w:rPr>
            </w:pPr>
            <w:r w:rsidRPr="003462AA">
              <w:rPr>
                <w:sz w:val="20"/>
                <w:szCs w:val="20"/>
              </w:rPr>
              <w:t>Risk of miscarriage after the procedure is 2%. Cannot diagnose spina bifida</w:t>
            </w:r>
          </w:p>
        </w:tc>
      </w:tr>
    </w:tbl>
    <w:p w14:paraId="366D91A9" w14:textId="77777777" w:rsidR="003462AA" w:rsidRDefault="003462AA">
      <w:r>
        <w:br w:type="page"/>
      </w:r>
    </w:p>
    <w:tbl>
      <w:tblPr>
        <w:tblStyle w:val="TableGrid"/>
        <w:tblW w:w="0" w:type="auto"/>
        <w:tblLook w:val="04A0" w:firstRow="1" w:lastRow="0" w:firstColumn="1" w:lastColumn="0" w:noHBand="0" w:noVBand="1"/>
      </w:tblPr>
      <w:tblGrid>
        <w:gridCol w:w="2254"/>
        <w:gridCol w:w="2254"/>
        <w:gridCol w:w="2254"/>
        <w:gridCol w:w="2254"/>
      </w:tblGrid>
      <w:tr w:rsidR="00D71D51" w:rsidRPr="003462AA" w14:paraId="74A84FDA" w14:textId="77777777" w:rsidTr="00D82B79">
        <w:tc>
          <w:tcPr>
            <w:tcW w:w="2254" w:type="dxa"/>
          </w:tcPr>
          <w:p w14:paraId="22E974A8" w14:textId="37BBB077" w:rsidR="00D71D51" w:rsidRPr="003462AA" w:rsidRDefault="00D71D51" w:rsidP="00D82B79">
            <w:pPr>
              <w:rPr>
                <w:sz w:val="20"/>
                <w:szCs w:val="20"/>
              </w:rPr>
            </w:pPr>
            <w:r w:rsidRPr="003462AA">
              <w:rPr>
                <w:sz w:val="20"/>
                <w:szCs w:val="20"/>
              </w:rPr>
              <w:lastRenderedPageBreak/>
              <w:t>Blood tests</w:t>
            </w:r>
          </w:p>
        </w:tc>
        <w:tc>
          <w:tcPr>
            <w:tcW w:w="2254" w:type="dxa"/>
          </w:tcPr>
          <w:p w14:paraId="712D1B5C" w14:textId="77777777" w:rsidR="00D71D51" w:rsidRPr="003462AA" w:rsidRDefault="00D71D51" w:rsidP="00D82B79">
            <w:pPr>
              <w:rPr>
                <w:sz w:val="20"/>
                <w:szCs w:val="20"/>
              </w:rPr>
            </w:pPr>
            <w:r w:rsidRPr="003462AA">
              <w:rPr>
                <w:sz w:val="20"/>
                <w:szCs w:val="20"/>
              </w:rPr>
              <w:t>Blood test of the mother</w:t>
            </w:r>
          </w:p>
        </w:tc>
        <w:tc>
          <w:tcPr>
            <w:tcW w:w="2254" w:type="dxa"/>
          </w:tcPr>
          <w:p w14:paraId="6A7F7974" w14:textId="239CD36B" w:rsidR="00D71D51" w:rsidRPr="003462AA" w:rsidRDefault="00D71D51" w:rsidP="00D82B79">
            <w:pPr>
              <w:rPr>
                <w:sz w:val="20"/>
                <w:szCs w:val="20"/>
              </w:rPr>
            </w:pPr>
            <w:r w:rsidRPr="003462AA">
              <w:rPr>
                <w:sz w:val="20"/>
                <w:szCs w:val="20"/>
              </w:rPr>
              <w:t>Available from 10 weeks</w:t>
            </w:r>
            <w:r w:rsidR="003462AA">
              <w:rPr>
                <w:sz w:val="20"/>
                <w:szCs w:val="20"/>
              </w:rPr>
              <w:t>. U</w:t>
            </w:r>
            <w:r w:rsidRPr="003462AA">
              <w:rPr>
                <w:sz w:val="20"/>
                <w:szCs w:val="20"/>
              </w:rPr>
              <w:t>sed to identify if there is an increased risk of a disorder</w:t>
            </w:r>
          </w:p>
        </w:tc>
        <w:tc>
          <w:tcPr>
            <w:tcW w:w="2254" w:type="dxa"/>
          </w:tcPr>
          <w:p w14:paraId="376339AC" w14:textId="77777777" w:rsidR="00D71D51" w:rsidRPr="003462AA" w:rsidRDefault="00D71D51" w:rsidP="00D82B79">
            <w:pPr>
              <w:rPr>
                <w:sz w:val="20"/>
                <w:szCs w:val="20"/>
              </w:rPr>
            </w:pPr>
            <w:r w:rsidRPr="003462AA">
              <w:rPr>
                <w:sz w:val="20"/>
                <w:szCs w:val="20"/>
              </w:rPr>
              <w:t xml:space="preserve">It is a screening test, not a diagnostic test. </w:t>
            </w:r>
          </w:p>
        </w:tc>
      </w:tr>
      <w:tr w:rsidR="00D71D51" w:rsidRPr="003462AA" w14:paraId="59AF8CC4" w14:textId="77777777" w:rsidTr="00D82B79">
        <w:tc>
          <w:tcPr>
            <w:tcW w:w="2254" w:type="dxa"/>
          </w:tcPr>
          <w:p w14:paraId="780C4C43" w14:textId="77777777" w:rsidR="00D71D51" w:rsidRPr="003462AA" w:rsidRDefault="00D71D51" w:rsidP="00D82B79">
            <w:pPr>
              <w:rPr>
                <w:sz w:val="20"/>
                <w:szCs w:val="20"/>
              </w:rPr>
            </w:pPr>
            <w:r w:rsidRPr="003462AA">
              <w:rPr>
                <w:sz w:val="20"/>
                <w:szCs w:val="20"/>
              </w:rPr>
              <w:t>Foetal monitoring</w:t>
            </w:r>
          </w:p>
        </w:tc>
        <w:tc>
          <w:tcPr>
            <w:tcW w:w="2254" w:type="dxa"/>
          </w:tcPr>
          <w:p w14:paraId="0AD6A01A" w14:textId="77777777" w:rsidR="00D71D51" w:rsidRPr="003462AA" w:rsidRDefault="00D71D51" w:rsidP="00D82B79">
            <w:pPr>
              <w:rPr>
                <w:sz w:val="20"/>
                <w:szCs w:val="20"/>
              </w:rPr>
            </w:pPr>
            <w:r w:rsidRPr="003462AA">
              <w:rPr>
                <w:sz w:val="20"/>
                <w:szCs w:val="20"/>
              </w:rPr>
              <w:t>Regular recording of the baby’s heart rate. Used to indicate stress</w:t>
            </w:r>
          </w:p>
        </w:tc>
        <w:tc>
          <w:tcPr>
            <w:tcW w:w="2254" w:type="dxa"/>
          </w:tcPr>
          <w:p w14:paraId="66C8BF5D" w14:textId="77777777" w:rsidR="00D71D51" w:rsidRPr="003462AA" w:rsidRDefault="00D71D51" w:rsidP="00D82B79">
            <w:pPr>
              <w:rPr>
                <w:sz w:val="20"/>
                <w:szCs w:val="20"/>
              </w:rPr>
            </w:pPr>
            <w:r w:rsidRPr="003462AA">
              <w:rPr>
                <w:sz w:val="20"/>
                <w:szCs w:val="20"/>
              </w:rPr>
              <w:t>No risk to the foetus or mother. Can be used during labour to also monitor mother’s contractions.</w:t>
            </w:r>
          </w:p>
        </w:tc>
        <w:tc>
          <w:tcPr>
            <w:tcW w:w="2254" w:type="dxa"/>
          </w:tcPr>
          <w:p w14:paraId="3E623C49" w14:textId="77777777" w:rsidR="00D71D51" w:rsidRPr="003462AA" w:rsidRDefault="00D71D51" w:rsidP="00D82B79">
            <w:pPr>
              <w:rPr>
                <w:sz w:val="20"/>
                <w:szCs w:val="20"/>
              </w:rPr>
            </w:pPr>
          </w:p>
        </w:tc>
      </w:tr>
      <w:tr w:rsidR="00D71D51" w:rsidRPr="003462AA" w14:paraId="32BC4427" w14:textId="77777777" w:rsidTr="00D82B79">
        <w:tc>
          <w:tcPr>
            <w:tcW w:w="2254" w:type="dxa"/>
          </w:tcPr>
          <w:p w14:paraId="3EB829A6" w14:textId="77777777" w:rsidR="00D71D51" w:rsidRPr="003462AA" w:rsidRDefault="00D71D51" w:rsidP="00D82B79">
            <w:pPr>
              <w:rPr>
                <w:sz w:val="20"/>
                <w:szCs w:val="20"/>
              </w:rPr>
            </w:pPr>
            <w:r w:rsidRPr="003462AA">
              <w:rPr>
                <w:sz w:val="20"/>
                <w:szCs w:val="20"/>
              </w:rPr>
              <w:t>Fetoscopy</w:t>
            </w:r>
          </w:p>
        </w:tc>
        <w:tc>
          <w:tcPr>
            <w:tcW w:w="2254" w:type="dxa"/>
          </w:tcPr>
          <w:p w14:paraId="3A22951B" w14:textId="77777777" w:rsidR="00D71D51" w:rsidRPr="003462AA" w:rsidRDefault="00D71D51" w:rsidP="00D82B79">
            <w:pPr>
              <w:rPr>
                <w:sz w:val="20"/>
                <w:szCs w:val="20"/>
              </w:rPr>
            </w:pPr>
            <w:r w:rsidRPr="003462AA">
              <w:rPr>
                <w:sz w:val="20"/>
                <w:szCs w:val="20"/>
              </w:rPr>
              <w:t>An instrument used to gain information about the foetus in the uterus. Can be a stethoscope, or a telescope-like fibre optic scope.</w:t>
            </w:r>
          </w:p>
        </w:tc>
        <w:tc>
          <w:tcPr>
            <w:tcW w:w="2254" w:type="dxa"/>
          </w:tcPr>
          <w:p w14:paraId="5BBEF171" w14:textId="77777777" w:rsidR="00D71D51" w:rsidRPr="003462AA" w:rsidRDefault="00D71D51" w:rsidP="00D82B79">
            <w:pPr>
              <w:rPr>
                <w:sz w:val="20"/>
                <w:szCs w:val="20"/>
              </w:rPr>
            </w:pPr>
            <w:r w:rsidRPr="003462AA">
              <w:rPr>
                <w:sz w:val="20"/>
                <w:szCs w:val="20"/>
              </w:rPr>
              <w:t xml:space="preserve">Used to detect abnormalities seen on the outward appearance of the foetus, including cleft lip and palate, missing or malformed ears, or limbs and spinal abnormalities including spina bifida. </w:t>
            </w:r>
          </w:p>
        </w:tc>
        <w:tc>
          <w:tcPr>
            <w:tcW w:w="2254" w:type="dxa"/>
          </w:tcPr>
          <w:p w14:paraId="47416493" w14:textId="77777777" w:rsidR="00D71D51" w:rsidRPr="003462AA" w:rsidRDefault="00D71D51" w:rsidP="00D82B79">
            <w:pPr>
              <w:rPr>
                <w:sz w:val="20"/>
                <w:szCs w:val="20"/>
              </w:rPr>
            </w:pPr>
            <w:r w:rsidRPr="003462AA">
              <w:rPr>
                <w:sz w:val="20"/>
                <w:szCs w:val="20"/>
              </w:rPr>
              <w:t>A risky and difficult procedure.</w:t>
            </w:r>
          </w:p>
        </w:tc>
      </w:tr>
      <w:tr w:rsidR="00D71D51" w:rsidRPr="003462AA" w14:paraId="4254C9C9" w14:textId="77777777" w:rsidTr="00D82B79">
        <w:tc>
          <w:tcPr>
            <w:tcW w:w="2254" w:type="dxa"/>
          </w:tcPr>
          <w:p w14:paraId="7B8F6375" w14:textId="77777777" w:rsidR="00D71D51" w:rsidRPr="003462AA" w:rsidRDefault="00D71D51" w:rsidP="00D82B79">
            <w:pPr>
              <w:rPr>
                <w:sz w:val="20"/>
                <w:szCs w:val="20"/>
              </w:rPr>
            </w:pPr>
            <w:r w:rsidRPr="003462AA">
              <w:rPr>
                <w:sz w:val="20"/>
                <w:szCs w:val="20"/>
              </w:rPr>
              <w:t>Foetal blood sampling</w:t>
            </w:r>
          </w:p>
        </w:tc>
        <w:tc>
          <w:tcPr>
            <w:tcW w:w="2254" w:type="dxa"/>
          </w:tcPr>
          <w:p w14:paraId="46E770CC" w14:textId="175B2EDA" w:rsidR="00D71D51" w:rsidRPr="003462AA" w:rsidRDefault="00D71D51" w:rsidP="00D82B79">
            <w:pPr>
              <w:rPr>
                <w:sz w:val="20"/>
                <w:szCs w:val="20"/>
              </w:rPr>
            </w:pPr>
            <w:r w:rsidRPr="003462AA">
              <w:rPr>
                <w:sz w:val="20"/>
                <w:szCs w:val="20"/>
              </w:rPr>
              <w:t xml:space="preserve">Taking foetal blood from the umbilical cord or from a foetal blood vessel via a fetoscope. </w:t>
            </w:r>
          </w:p>
        </w:tc>
        <w:tc>
          <w:tcPr>
            <w:tcW w:w="2254" w:type="dxa"/>
          </w:tcPr>
          <w:p w14:paraId="37DF0E2A" w14:textId="77777777" w:rsidR="00D71D51" w:rsidRPr="003462AA" w:rsidRDefault="00D71D51" w:rsidP="00D82B79">
            <w:pPr>
              <w:rPr>
                <w:sz w:val="20"/>
                <w:szCs w:val="20"/>
              </w:rPr>
            </w:pPr>
            <w:r w:rsidRPr="003462AA">
              <w:rPr>
                <w:sz w:val="20"/>
                <w:szCs w:val="20"/>
              </w:rPr>
              <w:t xml:space="preserve">Results are obtained quickly, used to diagnose chromosomal abnormalities, foetal oxygenation, foetal anaemia, identify infections or to give medication. </w:t>
            </w:r>
          </w:p>
        </w:tc>
        <w:tc>
          <w:tcPr>
            <w:tcW w:w="2254" w:type="dxa"/>
          </w:tcPr>
          <w:p w14:paraId="032F22C0" w14:textId="68E43F3E" w:rsidR="00D71D51" w:rsidRPr="003462AA" w:rsidRDefault="00D71D51" w:rsidP="00D82B79">
            <w:pPr>
              <w:rPr>
                <w:sz w:val="20"/>
                <w:szCs w:val="20"/>
              </w:rPr>
            </w:pPr>
            <w:r w:rsidRPr="003462AA">
              <w:rPr>
                <w:sz w:val="20"/>
                <w:szCs w:val="20"/>
              </w:rPr>
              <w:t>1</w:t>
            </w:r>
            <w:r w:rsidR="003462AA">
              <w:rPr>
                <w:sz w:val="20"/>
                <w:szCs w:val="20"/>
              </w:rPr>
              <w:t>–</w:t>
            </w:r>
            <w:r w:rsidRPr="003462AA">
              <w:rPr>
                <w:sz w:val="20"/>
                <w:szCs w:val="20"/>
              </w:rPr>
              <w:t xml:space="preserve">2% risk of miscarriage, risk of infection, blood loss and premature rupture of the amniotic sac. </w:t>
            </w:r>
          </w:p>
        </w:tc>
      </w:tr>
      <w:tr w:rsidR="00D71D51" w:rsidRPr="003462AA" w14:paraId="2EA0399C" w14:textId="77777777" w:rsidTr="00D82B79">
        <w:tc>
          <w:tcPr>
            <w:tcW w:w="2254" w:type="dxa"/>
          </w:tcPr>
          <w:p w14:paraId="49CDFA0A" w14:textId="77777777" w:rsidR="00D71D51" w:rsidRPr="003462AA" w:rsidRDefault="00D71D51" w:rsidP="00D82B79">
            <w:pPr>
              <w:rPr>
                <w:sz w:val="20"/>
                <w:szCs w:val="20"/>
              </w:rPr>
            </w:pPr>
            <w:r w:rsidRPr="003462AA">
              <w:rPr>
                <w:sz w:val="20"/>
                <w:szCs w:val="20"/>
              </w:rPr>
              <w:t>Biochemical analysis</w:t>
            </w:r>
          </w:p>
        </w:tc>
        <w:tc>
          <w:tcPr>
            <w:tcW w:w="2254" w:type="dxa"/>
          </w:tcPr>
          <w:p w14:paraId="7DFE3030" w14:textId="77777777" w:rsidR="00D71D51" w:rsidRPr="003462AA" w:rsidRDefault="00D71D51" w:rsidP="00D82B79">
            <w:pPr>
              <w:rPr>
                <w:sz w:val="20"/>
                <w:szCs w:val="20"/>
              </w:rPr>
            </w:pPr>
            <w:r w:rsidRPr="003462AA">
              <w:rPr>
                <w:sz w:val="20"/>
                <w:szCs w:val="20"/>
              </w:rPr>
              <w:t>The assessment of marker proteins</w:t>
            </w:r>
          </w:p>
        </w:tc>
        <w:tc>
          <w:tcPr>
            <w:tcW w:w="2254" w:type="dxa"/>
          </w:tcPr>
          <w:p w14:paraId="1B8BAA7C" w14:textId="77777777" w:rsidR="00D71D51" w:rsidRPr="003462AA" w:rsidRDefault="00D71D51" w:rsidP="00D82B79">
            <w:pPr>
              <w:rPr>
                <w:sz w:val="20"/>
                <w:szCs w:val="20"/>
              </w:rPr>
            </w:pPr>
            <w:r w:rsidRPr="003462AA">
              <w:rPr>
                <w:sz w:val="20"/>
                <w:szCs w:val="20"/>
              </w:rPr>
              <w:t>Used to detect PKU and alpha-fetoprotein (linked to spina bifida)</w:t>
            </w:r>
          </w:p>
        </w:tc>
        <w:tc>
          <w:tcPr>
            <w:tcW w:w="2254" w:type="dxa"/>
          </w:tcPr>
          <w:p w14:paraId="58181310" w14:textId="77777777" w:rsidR="00D71D51" w:rsidRPr="003462AA" w:rsidRDefault="00D71D51" w:rsidP="00D82B79">
            <w:pPr>
              <w:rPr>
                <w:sz w:val="20"/>
                <w:szCs w:val="20"/>
              </w:rPr>
            </w:pPr>
          </w:p>
        </w:tc>
      </w:tr>
      <w:tr w:rsidR="00D71D51" w:rsidRPr="003462AA" w14:paraId="5D9480F0" w14:textId="77777777" w:rsidTr="00D82B79">
        <w:tc>
          <w:tcPr>
            <w:tcW w:w="2254" w:type="dxa"/>
          </w:tcPr>
          <w:p w14:paraId="53CEE59F" w14:textId="77777777" w:rsidR="00D71D51" w:rsidRPr="003462AA" w:rsidRDefault="00D71D51" w:rsidP="00D82B79">
            <w:pPr>
              <w:rPr>
                <w:sz w:val="20"/>
                <w:szCs w:val="20"/>
              </w:rPr>
            </w:pPr>
            <w:r w:rsidRPr="003462AA">
              <w:rPr>
                <w:sz w:val="20"/>
                <w:szCs w:val="20"/>
              </w:rPr>
              <w:t>DNA probe</w:t>
            </w:r>
          </w:p>
        </w:tc>
        <w:tc>
          <w:tcPr>
            <w:tcW w:w="2254" w:type="dxa"/>
          </w:tcPr>
          <w:p w14:paraId="434BD755" w14:textId="20752347" w:rsidR="00D71D51" w:rsidRPr="003462AA" w:rsidRDefault="00D71D51" w:rsidP="00D82B79">
            <w:pPr>
              <w:rPr>
                <w:sz w:val="20"/>
                <w:szCs w:val="20"/>
              </w:rPr>
            </w:pPr>
            <w:r w:rsidRPr="003462AA">
              <w:rPr>
                <w:sz w:val="20"/>
                <w:szCs w:val="20"/>
              </w:rPr>
              <w:t>Use of recombinant DNA technology to detect a range o</w:t>
            </w:r>
            <w:r w:rsidR="003462AA">
              <w:rPr>
                <w:sz w:val="20"/>
                <w:szCs w:val="20"/>
              </w:rPr>
              <w:t xml:space="preserve">f </w:t>
            </w:r>
            <w:r w:rsidRPr="003462AA">
              <w:rPr>
                <w:sz w:val="20"/>
                <w:szCs w:val="20"/>
              </w:rPr>
              <w:t xml:space="preserve">genetic disorders. </w:t>
            </w:r>
          </w:p>
        </w:tc>
        <w:tc>
          <w:tcPr>
            <w:tcW w:w="2254" w:type="dxa"/>
          </w:tcPr>
          <w:p w14:paraId="4F90B829" w14:textId="38BAE1BA" w:rsidR="00D71D51" w:rsidRPr="003462AA" w:rsidRDefault="00D71D51" w:rsidP="00D82B79">
            <w:pPr>
              <w:rPr>
                <w:sz w:val="20"/>
                <w:szCs w:val="20"/>
              </w:rPr>
            </w:pPr>
            <w:r w:rsidRPr="003462AA">
              <w:rPr>
                <w:sz w:val="20"/>
                <w:szCs w:val="20"/>
              </w:rPr>
              <w:t xml:space="preserve">Used to detect </w:t>
            </w:r>
            <w:r w:rsidR="003462AA">
              <w:rPr>
                <w:sz w:val="20"/>
                <w:szCs w:val="20"/>
              </w:rPr>
              <w:t>in</w:t>
            </w:r>
            <w:r w:rsidRPr="003462AA">
              <w:rPr>
                <w:sz w:val="20"/>
                <w:szCs w:val="20"/>
              </w:rPr>
              <w:t xml:space="preserve"> the DNA the presence of genes that cause disorders</w:t>
            </w:r>
          </w:p>
        </w:tc>
        <w:tc>
          <w:tcPr>
            <w:tcW w:w="2254" w:type="dxa"/>
          </w:tcPr>
          <w:p w14:paraId="7DF5E664" w14:textId="77777777" w:rsidR="00D71D51" w:rsidRPr="003462AA" w:rsidRDefault="00D71D51" w:rsidP="00D82B79">
            <w:pPr>
              <w:rPr>
                <w:sz w:val="20"/>
                <w:szCs w:val="20"/>
              </w:rPr>
            </w:pPr>
          </w:p>
        </w:tc>
      </w:tr>
    </w:tbl>
    <w:p w14:paraId="252365B5" w14:textId="77777777" w:rsidR="00D71D51" w:rsidRDefault="00D71D51" w:rsidP="00D71D51">
      <w:pPr>
        <w:pStyle w:val="answers-question"/>
      </w:pPr>
      <w:r w:rsidRPr="003A2EDB">
        <w:rPr>
          <w:b/>
        </w:rPr>
        <w:t xml:space="preserve">10 </w:t>
      </w:r>
      <w:r w:rsidRPr="003A2EDB">
        <w:t>Explain why an ultrasound is often used during an amniocentesis.</w:t>
      </w:r>
    </w:p>
    <w:p w14:paraId="5A01A785" w14:textId="77777777" w:rsidR="00D71D51" w:rsidRPr="00681E8C" w:rsidRDefault="00D71D51" w:rsidP="00D71D51">
      <w:pPr>
        <w:pStyle w:val="answers-answer"/>
      </w:pPr>
      <w:r w:rsidRPr="00D71D51">
        <w:rPr>
          <w:rStyle w:val="answer"/>
        </w:rPr>
        <w:t>Answer</w:t>
      </w:r>
      <w:r w:rsidRPr="007B2750">
        <w:rPr>
          <w:i/>
        </w:rPr>
        <w:t>:</w:t>
      </w:r>
      <w:r>
        <w:rPr>
          <w:i/>
        </w:rPr>
        <w:t xml:space="preserve"> </w:t>
      </w:r>
      <w:r>
        <w:t>An ultrasound is used to guide the needle through the abdominal wall and into the amniotic sac. This can help prevent accidental injury to the foetus.</w:t>
      </w:r>
    </w:p>
    <w:p w14:paraId="0C848032" w14:textId="77777777" w:rsidR="00D71D51" w:rsidRDefault="00D71D51" w:rsidP="00D71D51">
      <w:pPr>
        <w:pStyle w:val="answers-question"/>
      </w:pPr>
      <w:r w:rsidRPr="003A2EDB">
        <w:rPr>
          <w:b/>
        </w:rPr>
        <w:t xml:space="preserve">11 </w:t>
      </w:r>
      <w:r w:rsidRPr="003A2EDB">
        <w:t>An amniocentesis is often performed between 16 and 20 weeks of gestation. Suggest why it is not performed at other times.</w:t>
      </w:r>
    </w:p>
    <w:p w14:paraId="5236C0B3" w14:textId="77777777" w:rsidR="00D71D51" w:rsidRPr="00681E8C" w:rsidRDefault="00D71D51" w:rsidP="00D71D51">
      <w:pPr>
        <w:pStyle w:val="answers-answer"/>
        <w:rPr>
          <w:b/>
          <w:bCs/>
        </w:rPr>
      </w:pPr>
      <w:r w:rsidRPr="00D71D51">
        <w:rPr>
          <w:rStyle w:val="answer"/>
        </w:rPr>
        <w:t>Answer</w:t>
      </w:r>
      <w:r w:rsidRPr="007B2750">
        <w:rPr>
          <w:i/>
        </w:rPr>
        <w:t>:</w:t>
      </w:r>
      <w:r>
        <w:t xml:space="preserve"> Prior to 16 – 20 weeks there is insufficient amniotic fluid available that can be removed. Earlier than 16 weeks has an increased rate of complications. </w:t>
      </w:r>
    </w:p>
    <w:p w14:paraId="6612ED5E" w14:textId="77777777" w:rsidR="003462AA" w:rsidRDefault="003462AA">
      <w:pPr>
        <w:spacing w:line="240" w:lineRule="auto"/>
        <w:rPr>
          <w:b/>
          <w:bCs/>
          <w:sz w:val="24"/>
          <w:szCs w:val="24"/>
          <w:lang w:val="en-US"/>
        </w:rPr>
      </w:pPr>
      <w:r>
        <w:rPr>
          <w:b/>
        </w:rPr>
        <w:br w:type="page"/>
      </w:r>
    </w:p>
    <w:p w14:paraId="198B7842" w14:textId="74727582" w:rsidR="00D71D51" w:rsidRDefault="00D71D51" w:rsidP="00D71D51">
      <w:pPr>
        <w:pStyle w:val="answers-question"/>
        <w:rPr>
          <w:b/>
        </w:rPr>
      </w:pPr>
      <w:r w:rsidRPr="003A2EDB">
        <w:rPr>
          <w:b/>
        </w:rPr>
        <w:lastRenderedPageBreak/>
        <w:t xml:space="preserve">12 </w:t>
      </w:r>
      <w:r w:rsidRPr="003A2EDB">
        <w:t>Explain why chorionic villus sampling may be preferred over amniocentesis, despite the higher risk of</w:t>
      </w:r>
      <w:r>
        <w:rPr>
          <w:b/>
        </w:rPr>
        <w:t xml:space="preserve"> </w:t>
      </w:r>
      <w:r w:rsidRPr="003A2EDB">
        <w:t>miscarriage</w:t>
      </w:r>
      <w:r w:rsidRPr="003A2EDB">
        <w:rPr>
          <w:b/>
        </w:rPr>
        <w:t>.</w:t>
      </w:r>
    </w:p>
    <w:p w14:paraId="16913EAA" w14:textId="1F095FFD" w:rsidR="00D71D51" w:rsidRPr="00681E8C" w:rsidRDefault="00D71D51" w:rsidP="00D71D51">
      <w:pPr>
        <w:pStyle w:val="answers-answer"/>
      </w:pPr>
      <w:r w:rsidRPr="00D71D51">
        <w:rPr>
          <w:rStyle w:val="answer"/>
        </w:rPr>
        <w:t>Answer</w:t>
      </w:r>
      <w:r w:rsidRPr="007B2750">
        <w:rPr>
          <w:i/>
        </w:rPr>
        <w:t>:</w:t>
      </w:r>
      <w:r>
        <w:rPr>
          <w:i/>
        </w:rPr>
        <w:t xml:space="preserve"> </w:t>
      </w:r>
      <w:r>
        <w:t xml:space="preserve">Chorionic villus sampling is done </w:t>
      </w:r>
      <w:r w:rsidR="003462AA">
        <w:t xml:space="preserve">at 9–19 weeks, </w:t>
      </w:r>
      <w:r>
        <w:t xml:space="preserve">much earlier than amniocentesis, </w:t>
      </w:r>
      <w:r w:rsidR="003462AA">
        <w:t>which is done at</w:t>
      </w:r>
      <w:r>
        <w:t xml:space="preserve"> 16–20 weeks. The results from CVS are obtained faster. This is important if the results of CVS </w:t>
      </w:r>
      <w:r w:rsidR="003462AA">
        <w:t>indicate</w:t>
      </w:r>
      <w:r>
        <w:t xml:space="preserve"> termination of the foetus. </w:t>
      </w:r>
    </w:p>
    <w:p w14:paraId="5D1DCC8F" w14:textId="77777777" w:rsidR="00D71D51" w:rsidRDefault="00D71D51" w:rsidP="00D71D51">
      <w:pPr>
        <w:pStyle w:val="answers-question"/>
      </w:pPr>
      <w:r w:rsidRPr="003A2EDB">
        <w:rPr>
          <w:b/>
        </w:rPr>
        <w:t xml:space="preserve">13 </w:t>
      </w:r>
      <w:r w:rsidRPr="003A2EDB">
        <w:t xml:space="preserve">A mother’s blood may be tested to screen for some disorders. Justify the importance of this </w:t>
      </w:r>
      <w:proofErr w:type="gramStart"/>
      <w:r w:rsidRPr="003A2EDB">
        <w:t>test,</w:t>
      </w:r>
      <w:r>
        <w:t xml:space="preserve"> </w:t>
      </w:r>
      <w:r w:rsidRPr="003A2EDB">
        <w:t>and</w:t>
      </w:r>
      <w:proofErr w:type="gramEnd"/>
      <w:r>
        <w:rPr>
          <w:b/>
        </w:rPr>
        <w:t xml:space="preserve"> </w:t>
      </w:r>
      <w:r w:rsidRPr="003A2EDB">
        <w:t>discuss its advantage over foetal blood sampling.</w:t>
      </w:r>
    </w:p>
    <w:p w14:paraId="5B3D6AC1" w14:textId="51244667" w:rsidR="00D71D51" w:rsidRPr="0023204B" w:rsidRDefault="00D71D51" w:rsidP="00D71D51">
      <w:pPr>
        <w:pStyle w:val="answers-answer"/>
      </w:pPr>
      <w:r w:rsidRPr="00D71D51">
        <w:rPr>
          <w:rStyle w:val="answer"/>
        </w:rPr>
        <w:t>Answer</w:t>
      </w:r>
      <w:r w:rsidRPr="00D71D51">
        <w:t xml:space="preserve">: </w:t>
      </w:r>
      <w:proofErr w:type="spellStart"/>
      <w:r w:rsidRPr="00D71D51">
        <w:t>Foetal</w:t>
      </w:r>
      <w:proofErr w:type="spellEnd"/>
      <w:r w:rsidRPr="00D71D51">
        <w:t xml:space="preserve"> DNA can be found in the mother’s blood</w:t>
      </w:r>
      <w:r w:rsidR="003462AA">
        <w:t>.</w:t>
      </w:r>
      <w:r w:rsidRPr="00D71D51">
        <w:t xml:space="preserve"> </w:t>
      </w:r>
      <w:r w:rsidR="003462AA">
        <w:t>T</w:t>
      </w:r>
      <w:r w:rsidRPr="00D71D51">
        <w:t xml:space="preserve">his is a non-invasive way to screen for abnormal chromosomal number. There is no risk to the </w:t>
      </w:r>
      <w:proofErr w:type="spellStart"/>
      <w:r w:rsidRPr="00D71D51">
        <w:t>foetus</w:t>
      </w:r>
      <w:proofErr w:type="spellEnd"/>
      <w:r w:rsidRPr="00D71D51">
        <w:t xml:space="preserve">, unlike </w:t>
      </w:r>
      <w:proofErr w:type="spellStart"/>
      <w:r w:rsidRPr="00D71D51">
        <w:t>foetal</w:t>
      </w:r>
      <w:proofErr w:type="spellEnd"/>
      <w:r w:rsidRPr="00D71D51">
        <w:t xml:space="preserve"> blood sampling, </w:t>
      </w:r>
      <w:r w:rsidR="003462AA">
        <w:t xml:space="preserve">which </w:t>
      </w:r>
      <w:r w:rsidRPr="00D71D51">
        <w:t>carries a risk of miscarriage, infection and premature rupture of the amniotic sac. If abnormal chromosome numbers are detected at the screening stage, then further, more invasive and risky</w:t>
      </w:r>
      <w:r>
        <w:t xml:space="preserve"> tests, can be undertaken. </w:t>
      </w:r>
    </w:p>
    <w:p w14:paraId="40FE804F" w14:textId="77777777" w:rsidR="00D71D51" w:rsidRPr="007B2750" w:rsidRDefault="00D71D51" w:rsidP="00D71D51">
      <w:pPr>
        <w:pStyle w:val="i-chead"/>
      </w:pPr>
      <w:r w:rsidRPr="007B2750">
        <w:t>Chapter 14 activit</w:t>
      </w:r>
      <w:r>
        <w:t>y</w:t>
      </w:r>
    </w:p>
    <w:p w14:paraId="7E8D2166" w14:textId="77777777" w:rsidR="00D71D51" w:rsidRPr="007B2750" w:rsidRDefault="00D71D51" w:rsidP="00D71D51">
      <w:pPr>
        <w:pStyle w:val="i-chead"/>
      </w:pPr>
      <w:r w:rsidRPr="007B2750">
        <w:t xml:space="preserve">Activity 14.1 </w:t>
      </w:r>
      <w:r>
        <w:t>Should we use</w:t>
      </w:r>
      <w:r w:rsidRPr="007B2750">
        <w:t xml:space="preserve"> assisted reproductive technologies</w:t>
      </w:r>
      <w:r>
        <w:t>?</w:t>
      </w:r>
    </w:p>
    <w:p w14:paraId="074749EF" w14:textId="77777777" w:rsidR="00D71D51" w:rsidRDefault="00D71D51" w:rsidP="00D71D51">
      <w:pPr>
        <w:pStyle w:val="answers-answer"/>
      </w:pPr>
      <w:r w:rsidRPr="00D71D51">
        <w:rPr>
          <w:rStyle w:val="answer"/>
        </w:rPr>
        <w:t>Answer</w:t>
      </w:r>
      <w:r w:rsidRPr="007B2750">
        <w:rPr>
          <w:i/>
        </w:rPr>
        <w:t>:</w:t>
      </w:r>
      <w:r w:rsidRPr="007B2750">
        <w:t xml:space="preserve"> Lists that student</w:t>
      </w:r>
      <w:r>
        <w:t>s</w:t>
      </w:r>
      <w:r w:rsidRPr="007B2750">
        <w:t xml:space="preserve"> prepare may contain the following points.</w:t>
      </w:r>
    </w:p>
    <w:tbl>
      <w:tblPr>
        <w:tblStyle w:val="TableGrid"/>
        <w:tblW w:w="0" w:type="auto"/>
        <w:tblLook w:val="04A0" w:firstRow="1" w:lastRow="0" w:firstColumn="1" w:lastColumn="0" w:noHBand="0" w:noVBand="1"/>
      </w:tblPr>
      <w:tblGrid>
        <w:gridCol w:w="4508"/>
        <w:gridCol w:w="4508"/>
      </w:tblGrid>
      <w:tr w:rsidR="00D71D51" w:rsidRPr="003462AA" w14:paraId="4B7684D3" w14:textId="77777777" w:rsidTr="00D82B79">
        <w:tc>
          <w:tcPr>
            <w:tcW w:w="4508" w:type="dxa"/>
          </w:tcPr>
          <w:p w14:paraId="54EBFD4F" w14:textId="77777777" w:rsidR="00D71D51" w:rsidRPr="003462AA" w:rsidRDefault="00D71D51" w:rsidP="00D82B79">
            <w:pPr>
              <w:rPr>
                <w:b/>
                <w:bCs/>
                <w:sz w:val="20"/>
                <w:szCs w:val="20"/>
              </w:rPr>
            </w:pPr>
            <w:r w:rsidRPr="003462AA">
              <w:rPr>
                <w:b/>
                <w:bCs/>
                <w:sz w:val="20"/>
                <w:szCs w:val="20"/>
              </w:rPr>
              <w:t>Arguments for</w:t>
            </w:r>
          </w:p>
        </w:tc>
        <w:tc>
          <w:tcPr>
            <w:tcW w:w="4508" w:type="dxa"/>
          </w:tcPr>
          <w:p w14:paraId="7C61B555" w14:textId="77777777" w:rsidR="00D71D51" w:rsidRPr="003462AA" w:rsidRDefault="00D71D51" w:rsidP="00D82B79">
            <w:pPr>
              <w:rPr>
                <w:b/>
                <w:bCs/>
                <w:sz w:val="20"/>
                <w:szCs w:val="20"/>
              </w:rPr>
            </w:pPr>
            <w:r w:rsidRPr="003462AA">
              <w:rPr>
                <w:b/>
                <w:bCs/>
                <w:sz w:val="20"/>
                <w:szCs w:val="20"/>
              </w:rPr>
              <w:t>Arguments against</w:t>
            </w:r>
          </w:p>
        </w:tc>
      </w:tr>
      <w:tr w:rsidR="00D71D51" w:rsidRPr="003462AA" w14:paraId="6067B626" w14:textId="77777777" w:rsidTr="00D82B79">
        <w:tc>
          <w:tcPr>
            <w:tcW w:w="4508" w:type="dxa"/>
          </w:tcPr>
          <w:p w14:paraId="1CD271BD" w14:textId="77777777" w:rsidR="00D71D51" w:rsidRPr="003462AA" w:rsidRDefault="00D71D51" w:rsidP="00D82B79">
            <w:pPr>
              <w:rPr>
                <w:sz w:val="20"/>
                <w:szCs w:val="20"/>
              </w:rPr>
            </w:pPr>
            <w:r w:rsidRPr="003462AA">
              <w:rPr>
                <w:sz w:val="20"/>
                <w:szCs w:val="20"/>
              </w:rPr>
              <w:t>Reproductive technologies allow couples who are unable to have children naturally to do so.</w:t>
            </w:r>
          </w:p>
        </w:tc>
        <w:tc>
          <w:tcPr>
            <w:tcW w:w="4508" w:type="dxa"/>
          </w:tcPr>
          <w:p w14:paraId="50622664" w14:textId="77777777" w:rsidR="00D71D51" w:rsidRPr="003462AA" w:rsidRDefault="00D71D51" w:rsidP="00D82B79">
            <w:pPr>
              <w:rPr>
                <w:sz w:val="20"/>
                <w:szCs w:val="20"/>
              </w:rPr>
            </w:pPr>
            <w:r w:rsidRPr="003462AA">
              <w:rPr>
                <w:sz w:val="20"/>
                <w:szCs w:val="20"/>
              </w:rPr>
              <w:t>Doctors should not be ‘playing God’.</w:t>
            </w:r>
          </w:p>
        </w:tc>
      </w:tr>
      <w:tr w:rsidR="00D71D51" w:rsidRPr="003462AA" w14:paraId="1B71391B" w14:textId="77777777" w:rsidTr="00D82B79">
        <w:tc>
          <w:tcPr>
            <w:tcW w:w="4508" w:type="dxa"/>
          </w:tcPr>
          <w:p w14:paraId="05C3B842" w14:textId="77777777" w:rsidR="00D71D51" w:rsidRPr="003462AA" w:rsidRDefault="00D71D51" w:rsidP="00D82B79">
            <w:pPr>
              <w:rPr>
                <w:sz w:val="20"/>
                <w:szCs w:val="20"/>
              </w:rPr>
            </w:pPr>
            <w:r w:rsidRPr="003462AA">
              <w:rPr>
                <w:sz w:val="20"/>
                <w:szCs w:val="20"/>
              </w:rPr>
              <w:t>Reproductive technologies may allow children to be produced without hereditary diseases.</w:t>
            </w:r>
          </w:p>
        </w:tc>
        <w:tc>
          <w:tcPr>
            <w:tcW w:w="4508" w:type="dxa"/>
          </w:tcPr>
          <w:p w14:paraId="40807765" w14:textId="77777777" w:rsidR="00D71D51" w:rsidRPr="003462AA" w:rsidRDefault="00D71D51" w:rsidP="00D82B79">
            <w:pPr>
              <w:rPr>
                <w:sz w:val="20"/>
                <w:szCs w:val="20"/>
              </w:rPr>
            </w:pPr>
            <w:r w:rsidRPr="003462AA">
              <w:rPr>
                <w:sz w:val="20"/>
                <w:szCs w:val="20"/>
              </w:rPr>
              <w:t>Embryos may be destroyed during the application of such procedures – ‘every life is sacred’.</w:t>
            </w:r>
          </w:p>
        </w:tc>
      </w:tr>
      <w:tr w:rsidR="00D71D51" w:rsidRPr="003462AA" w14:paraId="3D202584" w14:textId="77777777" w:rsidTr="00D82B79">
        <w:tc>
          <w:tcPr>
            <w:tcW w:w="4508" w:type="dxa"/>
          </w:tcPr>
          <w:p w14:paraId="61A88B5C" w14:textId="77777777" w:rsidR="00D71D51" w:rsidRPr="003462AA" w:rsidRDefault="00D71D51" w:rsidP="00D82B79">
            <w:pPr>
              <w:rPr>
                <w:sz w:val="20"/>
                <w:szCs w:val="20"/>
              </w:rPr>
            </w:pPr>
            <w:r w:rsidRPr="003462AA">
              <w:rPr>
                <w:sz w:val="20"/>
                <w:szCs w:val="20"/>
              </w:rPr>
              <w:t>People who make use of such technology have a strong desire to have a child and will be good parents.</w:t>
            </w:r>
          </w:p>
        </w:tc>
        <w:tc>
          <w:tcPr>
            <w:tcW w:w="4508" w:type="dxa"/>
          </w:tcPr>
          <w:p w14:paraId="19F73E5D" w14:textId="77777777" w:rsidR="00D71D51" w:rsidRPr="003462AA" w:rsidRDefault="00D71D51" w:rsidP="00D82B79">
            <w:pPr>
              <w:rPr>
                <w:sz w:val="20"/>
                <w:szCs w:val="20"/>
              </w:rPr>
            </w:pPr>
            <w:r w:rsidRPr="003462AA">
              <w:rPr>
                <w:sz w:val="20"/>
                <w:szCs w:val="20"/>
              </w:rPr>
              <w:t>The cost of these procedures is very high and only the rich benefit; others in need may be overlooked.</w:t>
            </w:r>
          </w:p>
        </w:tc>
      </w:tr>
      <w:tr w:rsidR="00D71D51" w:rsidRPr="003462AA" w14:paraId="295BB7C6" w14:textId="77777777" w:rsidTr="00D82B79">
        <w:tc>
          <w:tcPr>
            <w:tcW w:w="4508" w:type="dxa"/>
          </w:tcPr>
          <w:p w14:paraId="154C077B" w14:textId="77777777" w:rsidR="00D71D51" w:rsidRPr="003462AA" w:rsidRDefault="00D71D51" w:rsidP="00D82B79">
            <w:pPr>
              <w:rPr>
                <w:sz w:val="20"/>
                <w:szCs w:val="20"/>
              </w:rPr>
            </w:pPr>
          </w:p>
        </w:tc>
        <w:tc>
          <w:tcPr>
            <w:tcW w:w="4508" w:type="dxa"/>
          </w:tcPr>
          <w:p w14:paraId="20C7BAF3" w14:textId="77777777" w:rsidR="00D71D51" w:rsidRPr="003462AA" w:rsidRDefault="00D71D51" w:rsidP="00D82B79">
            <w:pPr>
              <w:rPr>
                <w:sz w:val="20"/>
                <w:szCs w:val="20"/>
              </w:rPr>
            </w:pPr>
            <w:r w:rsidRPr="003462AA">
              <w:rPr>
                <w:sz w:val="20"/>
                <w:szCs w:val="20"/>
              </w:rPr>
              <w:t>The money used for such technology could be better spent in other areas of health.</w:t>
            </w:r>
          </w:p>
        </w:tc>
      </w:tr>
      <w:tr w:rsidR="00D71D51" w:rsidRPr="003462AA" w14:paraId="0F3EF812" w14:textId="77777777" w:rsidTr="00D82B79">
        <w:tc>
          <w:tcPr>
            <w:tcW w:w="4508" w:type="dxa"/>
          </w:tcPr>
          <w:p w14:paraId="3EA5E2F3" w14:textId="77777777" w:rsidR="00D71D51" w:rsidRPr="003462AA" w:rsidRDefault="00D71D51" w:rsidP="00D82B79">
            <w:pPr>
              <w:rPr>
                <w:sz w:val="20"/>
                <w:szCs w:val="20"/>
              </w:rPr>
            </w:pPr>
          </w:p>
        </w:tc>
        <w:tc>
          <w:tcPr>
            <w:tcW w:w="4508" w:type="dxa"/>
          </w:tcPr>
          <w:p w14:paraId="7D004AB5" w14:textId="77777777" w:rsidR="00D71D51" w:rsidRPr="003462AA" w:rsidRDefault="00D71D51" w:rsidP="00D82B79">
            <w:pPr>
              <w:rPr>
                <w:sz w:val="20"/>
                <w:szCs w:val="20"/>
              </w:rPr>
            </w:pPr>
            <w:r w:rsidRPr="003462AA">
              <w:rPr>
                <w:sz w:val="20"/>
                <w:szCs w:val="20"/>
              </w:rPr>
              <w:t>Such technology is driven mainly by profit and not for the benefit of the people being treated.</w:t>
            </w:r>
          </w:p>
        </w:tc>
      </w:tr>
      <w:tr w:rsidR="00D71D51" w:rsidRPr="003462AA" w14:paraId="2FCBBCA9" w14:textId="77777777" w:rsidTr="00D82B79">
        <w:tc>
          <w:tcPr>
            <w:tcW w:w="4508" w:type="dxa"/>
          </w:tcPr>
          <w:p w14:paraId="7DBF76D1" w14:textId="77777777" w:rsidR="00D71D51" w:rsidRPr="003462AA" w:rsidRDefault="00D71D51" w:rsidP="00D82B79">
            <w:pPr>
              <w:rPr>
                <w:sz w:val="20"/>
                <w:szCs w:val="20"/>
              </w:rPr>
            </w:pPr>
          </w:p>
        </w:tc>
        <w:tc>
          <w:tcPr>
            <w:tcW w:w="4508" w:type="dxa"/>
          </w:tcPr>
          <w:p w14:paraId="353E3D8B" w14:textId="184FE450" w:rsidR="00D71D51" w:rsidRPr="003462AA" w:rsidRDefault="00D71D51" w:rsidP="00D82B79">
            <w:pPr>
              <w:rPr>
                <w:sz w:val="20"/>
                <w:szCs w:val="20"/>
              </w:rPr>
            </w:pPr>
            <w:r w:rsidRPr="003462AA">
              <w:rPr>
                <w:sz w:val="20"/>
                <w:szCs w:val="20"/>
              </w:rPr>
              <w:t xml:space="preserve">There are many children in Australia or other countries </w:t>
            </w:r>
            <w:r w:rsidR="004C190E">
              <w:rPr>
                <w:sz w:val="20"/>
                <w:szCs w:val="20"/>
              </w:rPr>
              <w:t>who</w:t>
            </w:r>
            <w:r w:rsidRPr="003462AA">
              <w:rPr>
                <w:sz w:val="20"/>
                <w:szCs w:val="20"/>
              </w:rPr>
              <w:t xml:space="preserve"> need adoptive or foster parents. It would be better for society if childless couples adopted a child.</w:t>
            </w:r>
          </w:p>
        </w:tc>
      </w:tr>
    </w:tbl>
    <w:p w14:paraId="36117DF4" w14:textId="77777777" w:rsidR="00D71D51" w:rsidRDefault="00D71D51" w:rsidP="00D71D51"/>
    <w:p w14:paraId="72225CDB" w14:textId="77777777" w:rsidR="003462AA" w:rsidRDefault="003462AA">
      <w:pPr>
        <w:spacing w:line="240" w:lineRule="auto"/>
        <w:rPr>
          <w:rFonts w:ascii="Verdana" w:hAnsi="Verdana"/>
          <w:b/>
          <w:color w:val="00AEEF"/>
          <w:sz w:val="24"/>
          <w:szCs w:val="28"/>
          <w:lang w:eastAsia="en-US"/>
        </w:rPr>
      </w:pPr>
      <w:r>
        <w:br w:type="page"/>
      </w:r>
    </w:p>
    <w:p w14:paraId="5819DC52" w14:textId="2BBFA4CF" w:rsidR="00D71D51" w:rsidRDefault="00D71D51" w:rsidP="00D71D51">
      <w:pPr>
        <w:pStyle w:val="i-chead"/>
      </w:pPr>
      <w:r>
        <w:lastRenderedPageBreak/>
        <w:t xml:space="preserve">Chapter 14 review questions </w:t>
      </w:r>
    </w:p>
    <w:p w14:paraId="73261818" w14:textId="77777777" w:rsidR="00D71D51" w:rsidRDefault="00D71D51" w:rsidP="00D71D51">
      <w:pPr>
        <w:pStyle w:val="i-chead"/>
      </w:pPr>
      <w:r>
        <w:t xml:space="preserve">Recall </w:t>
      </w:r>
    </w:p>
    <w:p w14:paraId="1777368D" w14:textId="77777777" w:rsidR="00D71D51" w:rsidRDefault="00D71D51" w:rsidP="00D71D51">
      <w:pPr>
        <w:pStyle w:val="answers-question"/>
      </w:pPr>
      <w:r w:rsidRPr="003A2EDB">
        <w:rPr>
          <w:b/>
        </w:rPr>
        <w:t xml:space="preserve">1 </w:t>
      </w:r>
      <w:r w:rsidRPr="003A2EDB">
        <w:t>List factors that may lead to infertility.</w:t>
      </w:r>
    </w:p>
    <w:p w14:paraId="53746D01" w14:textId="77777777" w:rsidR="00D71D51" w:rsidRPr="0023204B" w:rsidRDefault="00D71D51" w:rsidP="00D71D51">
      <w:pPr>
        <w:pStyle w:val="answers-answer"/>
      </w:pPr>
      <w:r w:rsidRPr="00D71D51">
        <w:rPr>
          <w:rStyle w:val="answer"/>
        </w:rPr>
        <w:t>Answer</w:t>
      </w:r>
      <w:r w:rsidRPr="007B2750">
        <w:rPr>
          <w:i/>
        </w:rPr>
        <w:t>:</w:t>
      </w:r>
      <w:r>
        <w:t xml:space="preserve"> Factors include sperm production, hormonal imbalance, blockages to the tubes (male and female), reduced rate of ovulation, endometriosis, fibroids. </w:t>
      </w:r>
    </w:p>
    <w:p w14:paraId="34869887" w14:textId="77777777" w:rsidR="00D71D51" w:rsidRDefault="00D71D51" w:rsidP="00D71D51">
      <w:pPr>
        <w:pStyle w:val="answers-question"/>
      </w:pPr>
      <w:r w:rsidRPr="003A2EDB">
        <w:rPr>
          <w:b/>
        </w:rPr>
        <w:t xml:space="preserve">2 </w:t>
      </w:r>
      <w:r w:rsidRPr="003A2EDB">
        <w:t>State what ‘GIFT’, ‘ICSI’, ‘IVF’ and ‘IUI’ stand for.</w:t>
      </w:r>
    </w:p>
    <w:p w14:paraId="2A9652BA" w14:textId="77777777" w:rsidR="00D71D51" w:rsidRDefault="00D71D51" w:rsidP="00D71D51">
      <w:pPr>
        <w:pStyle w:val="answers-answer"/>
      </w:pPr>
      <w:r w:rsidRPr="00D71D51">
        <w:rPr>
          <w:rStyle w:val="answer"/>
        </w:rPr>
        <w:t>Answer</w:t>
      </w:r>
      <w:r w:rsidRPr="007B2750">
        <w:t>:</w:t>
      </w:r>
    </w:p>
    <w:p w14:paraId="63F081AF" w14:textId="4D60FB9F" w:rsidR="00D71D51" w:rsidRDefault="00D71D51" w:rsidP="00D71D51">
      <w:pPr>
        <w:pStyle w:val="answers-answer"/>
      </w:pPr>
      <w:r>
        <w:t xml:space="preserve">GIFT – Gamete </w:t>
      </w:r>
      <w:r w:rsidR="004C190E">
        <w:t>i</w:t>
      </w:r>
      <w:r>
        <w:t>ntrafallopian transfer</w:t>
      </w:r>
    </w:p>
    <w:p w14:paraId="1CAC07CB" w14:textId="77777777" w:rsidR="00D71D51" w:rsidRDefault="00D71D51" w:rsidP="00D71D51">
      <w:pPr>
        <w:pStyle w:val="answers-answer"/>
      </w:pPr>
      <w:r>
        <w:t>ICSI – Intracytoplasmic sperm injection</w:t>
      </w:r>
    </w:p>
    <w:p w14:paraId="0EB3BBD5" w14:textId="08063837" w:rsidR="00D71D51" w:rsidRDefault="00D71D51" w:rsidP="00D71D51">
      <w:pPr>
        <w:pStyle w:val="answers-answer"/>
      </w:pPr>
      <w:r>
        <w:t>IVF – In</w:t>
      </w:r>
      <w:r w:rsidR="004C190E">
        <w:t>-</w:t>
      </w:r>
      <w:r>
        <w:t xml:space="preserve">vitro </w:t>
      </w:r>
      <w:proofErr w:type="spellStart"/>
      <w:r>
        <w:t>fertilisation</w:t>
      </w:r>
      <w:proofErr w:type="spellEnd"/>
    </w:p>
    <w:p w14:paraId="20399FFD" w14:textId="77777777" w:rsidR="00D71D51" w:rsidRPr="00757A70" w:rsidRDefault="00D71D51" w:rsidP="00D71D51">
      <w:pPr>
        <w:pStyle w:val="answers-answer"/>
        <w:rPr>
          <w:b/>
          <w:bCs/>
        </w:rPr>
      </w:pPr>
      <w:r>
        <w:t>IUI – Intrauterine insemination</w:t>
      </w:r>
    </w:p>
    <w:p w14:paraId="5DBB7CEF" w14:textId="77777777" w:rsidR="00D71D51" w:rsidRDefault="00D71D51" w:rsidP="00D71D51">
      <w:pPr>
        <w:pStyle w:val="answers-question"/>
      </w:pPr>
      <w:r w:rsidRPr="003A2EDB">
        <w:rPr>
          <w:b/>
        </w:rPr>
        <w:t xml:space="preserve">3 </w:t>
      </w:r>
      <w:r w:rsidRPr="003A2EDB">
        <w:t>Describe the steps that occur during an IVF cycle.</w:t>
      </w:r>
    </w:p>
    <w:p w14:paraId="7CB4B65C" w14:textId="77777777" w:rsidR="00D71D51" w:rsidRDefault="00D71D51" w:rsidP="00D71D51">
      <w:pPr>
        <w:pStyle w:val="answers-answer"/>
      </w:pPr>
      <w:r w:rsidRPr="00D71D51">
        <w:rPr>
          <w:rStyle w:val="answer"/>
        </w:rPr>
        <w:t>Answer</w:t>
      </w:r>
      <w:r w:rsidRPr="00E81AD7">
        <w:t>:</w:t>
      </w:r>
    </w:p>
    <w:p w14:paraId="3BC4E9F3" w14:textId="77777777" w:rsidR="00D71D51" w:rsidRDefault="00D71D51" w:rsidP="004C190E">
      <w:pPr>
        <w:pStyle w:val="answers-answer"/>
        <w:numPr>
          <w:ilvl w:val="0"/>
          <w:numId w:val="26"/>
        </w:numPr>
      </w:pPr>
      <w:r>
        <w:t>Hormonal treatments are given to the female to stimulate multiple follicles in her ovaries, to control ovulation and to prepare the uterine lining.</w:t>
      </w:r>
    </w:p>
    <w:p w14:paraId="0C4FD2F1" w14:textId="02AAD0E3" w:rsidR="00D71D51" w:rsidRDefault="00D71D51" w:rsidP="004C190E">
      <w:pPr>
        <w:pStyle w:val="answers-answer"/>
        <w:numPr>
          <w:ilvl w:val="0"/>
          <w:numId w:val="26"/>
        </w:numPr>
      </w:pPr>
      <w:r>
        <w:t xml:space="preserve">When the eggs are </w:t>
      </w:r>
      <w:r w:rsidR="004C190E">
        <w:t>mature,</w:t>
      </w:r>
      <w:r>
        <w:t xml:space="preserve"> they are retrieved from the ovaries.</w:t>
      </w:r>
    </w:p>
    <w:p w14:paraId="6D5C1BD9" w14:textId="77777777" w:rsidR="00D71D51" w:rsidRDefault="00D71D51" w:rsidP="004C190E">
      <w:pPr>
        <w:pStyle w:val="answers-answer"/>
        <w:numPr>
          <w:ilvl w:val="0"/>
          <w:numId w:val="26"/>
        </w:numPr>
      </w:pPr>
      <w:r>
        <w:t>The eggs are then mixed with sperm in a suitable environment and temperature (37</w:t>
      </w:r>
      <w:r w:rsidRPr="007C0050">
        <w:rPr>
          <w:vertAlign w:val="superscript"/>
        </w:rPr>
        <w:t>o</w:t>
      </w:r>
      <w:r>
        <w:t>C) to encourage fertilisation and development.</w:t>
      </w:r>
    </w:p>
    <w:p w14:paraId="01A54BCC" w14:textId="77777777" w:rsidR="00D71D51" w:rsidRDefault="00D71D51" w:rsidP="004C190E">
      <w:pPr>
        <w:pStyle w:val="answers-answer"/>
        <w:numPr>
          <w:ilvl w:val="0"/>
          <w:numId w:val="26"/>
        </w:numPr>
      </w:pPr>
      <w:r>
        <w:t xml:space="preserve">After two to six days, an embryo is inserted into the uterus via a catheter passed through the cervix. </w:t>
      </w:r>
    </w:p>
    <w:p w14:paraId="3D597D3E" w14:textId="77777777" w:rsidR="00D71D51" w:rsidRDefault="00D71D51" w:rsidP="00D71D51">
      <w:pPr>
        <w:pStyle w:val="answers-question"/>
      </w:pPr>
      <w:r w:rsidRPr="003A2EDB">
        <w:rPr>
          <w:b/>
        </w:rPr>
        <w:t xml:space="preserve">4 </w:t>
      </w:r>
      <w:r w:rsidRPr="003A2EDB">
        <w:t>What is foetal monitoring, and why is it used?</w:t>
      </w:r>
    </w:p>
    <w:p w14:paraId="2D268CD7" w14:textId="0B931DFC" w:rsidR="00D71D51" w:rsidRPr="003A2EDB" w:rsidRDefault="00D71D51" w:rsidP="00D71D51">
      <w:pPr>
        <w:pStyle w:val="answers-answer"/>
      </w:pPr>
      <w:r w:rsidRPr="00D71D51">
        <w:rPr>
          <w:rStyle w:val="answer"/>
        </w:rPr>
        <w:t>Answer</w:t>
      </w:r>
      <w:r w:rsidRPr="00E81AD7">
        <w:rPr>
          <w:i/>
        </w:rPr>
        <w:t>:</w:t>
      </w:r>
      <w:r>
        <w:t xml:space="preserve"> </w:t>
      </w:r>
      <w:proofErr w:type="spellStart"/>
      <w:r>
        <w:t>Foetal</w:t>
      </w:r>
      <w:proofErr w:type="spellEnd"/>
      <w:r>
        <w:t xml:space="preserve"> monitoring is the observation and recording of the foetal heartbeat. </w:t>
      </w:r>
      <w:r w:rsidR="004C190E">
        <w:t>It</w:t>
      </w:r>
      <w:r>
        <w:t xml:space="preserve"> is used during labour to check that the baby is receiving the required amount of oxygen. It is also used to check whether the baby is suffering any stress.</w:t>
      </w:r>
    </w:p>
    <w:p w14:paraId="3AF5E6D4" w14:textId="77777777" w:rsidR="00D71D51" w:rsidRDefault="00D71D51" w:rsidP="00D71D51">
      <w:pPr>
        <w:pStyle w:val="answers-question"/>
      </w:pPr>
      <w:r w:rsidRPr="003A2EDB">
        <w:rPr>
          <w:b/>
        </w:rPr>
        <w:t xml:space="preserve">5 </w:t>
      </w:r>
      <w:r w:rsidRPr="003A2EDB">
        <w:t>What alternatives are there for the unused embryos from IVF?</w:t>
      </w:r>
    </w:p>
    <w:p w14:paraId="06A51AE0" w14:textId="77777777" w:rsidR="00D71D51" w:rsidRPr="00E81AD7" w:rsidRDefault="00D71D51" w:rsidP="00D71D51">
      <w:pPr>
        <w:pStyle w:val="answers-answer"/>
      </w:pPr>
      <w:r w:rsidRPr="00D71D51">
        <w:rPr>
          <w:rStyle w:val="answer"/>
        </w:rPr>
        <w:t>Answer</w:t>
      </w:r>
      <w:r w:rsidRPr="00E81AD7">
        <w:rPr>
          <w:i/>
        </w:rPr>
        <w:t>:</w:t>
      </w:r>
      <w:r w:rsidRPr="00E81AD7">
        <w:t xml:space="preserve"> Unused embryos from IVF can be:</w:t>
      </w:r>
    </w:p>
    <w:p w14:paraId="0704BE46" w14:textId="71E335FA" w:rsidR="00D71D51" w:rsidRPr="00E81AD7" w:rsidRDefault="00D71D51" w:rsidP="004C190E">
      <w:pPr>
        <w:pStyle w:val="answers-answer"/>
        <w:numPr>
          <w:ilvl w:val="0"/>
          <w:numId w:val="21"/>
        </w:numPr>
      </w:pPr>
      <w:r w:rsidRPr="00E81AD7">
        <w:t>frozen for later IVF treatments in the event of failure or if the woman wants more children</w:t>
      </w:r>
    </w:p>
    <w:p w14:paraId="5C042E10" w14:textId="349AAB5C" w:rsidR="00D71D51" w:rsidRPr="00E81AD7" w:rsidRDefault="00D71D51" w:rsidP="004C190E">
      <w:pPr>
        <w:pStyle w:val="answers-answer"/>
        <w:numPr>
          <w:ilvl w:val="0"/>
          <w:numId w:val="21"/>
        </w:numPr>
      </w:pPr>
      <w:r w:rsidRPr="00E81AD7">
        <w:t>thawed and donated to other women</w:t>
      </w:r>
    </w:p>
    <w:p w14:paraId="27680337" w14:textId="2CACC5DC" w:rsidR="00D71D51" w:rsidRPr="00E81AD7" w:rsidRDefault="00D71D51" w:rsidP="004C190E">
      <w:pPr>
        <w:pStyle w:val="answers-answer"/>
        <w:numPr>
          <w:ilvl w:val="0"/>
          <w:numId w:val="21"/>
        </w:numPr>
      </w:pPr>
      <w:r w:rsidRPr="00E81AD7">
        <w:t>thawed and destroyed</w:t>
      </w:r>
    </w:p>
    <w:p w14:paraId="5C5021EE" w14:textId="7B2F4FCD" w:rsidR="00D71D51" w:rsidRPr="00E81AD7" w:rsidRDefault="00D71D51" w:rsidP="004C190E">
      <w:pPr>
        <w:pStyle w:val="answers-answer"/>
        <w:numPr>
          <w:ilvl w:val="0"/>
          <w:numId w:val="21"/>
        </w:numPr>
      </w:pPr>
      <w:r w:rsidRPr="00E81AD7">
        <w:t>thawed and used for scientific research.</w:t>
      </w:r>
    </w:p>
    <w:p w14:paraId="09329635" w14:textId="77777777" w:rsidR="00D71D51" w:rsidRDefault="00D71D51" w:rsidP="00D71D51">
      <w:pPr>
        <w:pStyle w:val="answers-question"/>
      </w:pPr>
      <w:r w:rsidRPr="003A2EDB">
        <w:rPr>
          <w:b/>
        </w:rPr>
        <w:lastRenderedPageBreak/>
        <w:t xml:space="preserve">6 </w:t>
      </w:r>
      <w:r w:rsidRPr="003A2EDB">
        <w:t>In what situations would a doctor advise a female patient to undergo genetic screening or</w:t>
      </w:r>
      <w:r>
        <w:t xml:space="preserve"> </w:t>
      </w:r>
      <w:r w:rsidRPr="003A2EDB">
        <w:t>counselling? What testing procedures could the doctor suggest?</w:t>
      </w:r>
    </w:p>
    <w:p w14:paraId="74B9348F" w14:textId="77777777" w:rsidR="00D71D51" w:rsidRDefault="00D71D51" w:rsidP="00D71D51">
      <w:pPr>
        <w:pStyle w:val="answers-answer"/>
      </w:pPr>
      <w:r w:rsidRPr="00D71D51">
        <w:rPr>
          <w:rStyle w:val="answer"/>
        </w:rPr>
        <w:t>Answer</w:t>
      </w:r>
      <w:r w:rsidRPr="00E81AD7">
        <w:rPr>
          <w:i/>
        </w:rPr>
        <w:t>:</w:t>
      </w:r>
      <w:r w:rsidRPr="00E81AD7">
        <w:t xml:space="preserve"> Genetic screening or counselling would be advisable if the mother or father has a history of</w:t>
      </w:r>
      <w:r>
        <w:t xml:space="preserve"> </w:t>
      </w:r>
      <w:r w:rsidRPr="00E81AD7">
        <w:t>genetic disorders in their family.</w:t>
      </w:r>
    </w:p>
    <w:p w14:paraId="002252D5" w14:textId="77777777" w:rsidR="00D71D51" w:rsidRPr="00E81AD7" w:rsidRDefault="00D71D51" w:rsidP="00D71D51">
      <w:pPr>
        <w:pStyle w:val="answers-answer"/>
      </w:pPr>
      <w:r w:rsidRPr="00E81AD7">
        <w:t>Suggested testing procedures may include ultrasound and/or some form of chromosome analysis, such</w:t>
      </w:r>
      <w:r>
        <w:t xml:space="preserve"> </w:t>
      </w:r>
      <w:r w:rsidRPr="00E81AD7">
        <w:t>as amniocentesis, chorionic villus sampling, or examining a sample of the mother’s blood for foetal cells</w:t>
      </w:r>
      <w:r>
        <w:t xml:space="preserve"> </w:t>
      </w:r>
      <w:r w:rsidRPr="00E81AD7">
        <w:t>that could be tested.</w:t>
      </w:r>
    </w:p>
    <w:p w14:paraId="3FD052AD" w14:textId="77777777" w:rsidR="00D71D51" w:rsidRDefault="00D71D51" w:rsidP="00D71D51">
      <w:pPr>
        <w:pStyle w:val="answers-question"/>
      </w:pPr>
      <w:r w:rsidRPr="003A2EDB">
        <w:rPr>
          <w:b/>
        </w:rPr>
        <w:t xml:space="preserve">7 </w:t>
      </w:r>
      <w:r w:rsidRPr="003A2EDB">
        <w:t>Describe the procedure used for intrauterine insemination.</w:t>
      </w:r>
    </w:p>
    <w:p w14:paraId="36009183" w14:textId="77777777" w:rsidR="00D71D51" w:rsidRPr="00757A70" w:rsidRDefault="00D71D51" w:rsidP="00D71D51">
      <w:pPr>
        <w:pStyle w:val="answers-answer"/>
      </w:pPr>
      <w:r w:rsidRPr="00D71D51">
        <w:rPr>
          <w:rStyle w:val="answer"/>
        </w:rPr>
        <w:t>Answer</w:t>
      </w:r>
      <w:r w:rsidRPr="007B2750">
        <w:rPr>
          <w:i/>
        </w:rPr>
        <w:t>:</w:t>
      </w:r>
      <w:r>
        <w:rPr>
          <w:i/>
        </w:rPr>
        <w:t xml:space="preserve"> </w:t>
      </w:r>
      <w:r>
        <w:t xml:space="preserve">Sperm is released into the uterus via a catheter that has been inserted through the cervix. Sperm then move naturally through the uterine tubes where they may fertilise an egg. IUI increases the number of sperm that reach the uterine tubes. </w:t>
      </w:r>
    </w:p>
    <w:p w14:paraId="4EDB2E93" w14:textId="77777777" w:rsidR="00D71D51" w:rsidRDefault="00D71D51" w:rsidP="00D71D51">
      <w:pPr>
        <w:pStyle w:val="i-chead"/>
      </w:pPr>
      <w:r>
        <w:t xml:space="preserve">Explain </w:t>
      </w:r>
    </w:p>
    <w:p w14:paraId="49968B07" w14:textId="77777777" w:rsidR="00D71D51" w:rsidRDefault="00D71D51" w:rsidP="00D71D51">
      <w:pPr>
        <w:pStyle w:val="answers-question"/>
      </w:pPr>
      <w:r w:rsidRPr="003A2EDB">
        <w:rPr>
          <w:b/>
        </w:rPr>
        <w:t xml:space="preserve">8 </w:t>
      </w:r>
      <w:r w:rsidRPr="003A2EDB">
        <w:t>Explain why sperm factors account for approximately 40% of infertility cases.</w:t>
      </w:r>
    </w:p>
    <w:p w14:paraId="2F606C47" w14:textId="77777777" w:rsidR="00D71D51" w:rsidRPr="00757A70" w:rsidRDefault="00D71D51" w:rsidP="00D71D51">
      <w:pPr>
        <w:pStyle w:val="answers-answer"/>
      </w:pPr>
      <w:r w:rsidRPr="00D71D51">
        <w:rPr>
          <w:rStyle w:val="answer"/>
        </w:rPr>
        <w:t>Answer</w:t>
      </w:r>
      <w:r w:rsidRPr="007B2750">
        <w:rPr>
          <w:i/>
        </w:rPr>
        <w:t>:</w:t>
      </w:r>
      <w:r>
        <w:t xml:space="preserve"> Sperm are required to be produced in sufficient amounts, move in a forward direction and be able to penetrate the corona radiata and zona pellucida. If sperm count is low, or there are morphology or motility issues then sperm are unable to achieve their role in fertilisation. This accounts for 40% of the total causes behind infertility. </w:t>
      </w:r>
    </w:p>
    <w:p w14:paraId="2126A661" w14:textId="77777777" w:rsidR="00D71D51" w:rsidRDefault="00D71D51" w:rsidP="00D71D51">
      <w:pPr>
        <w:pStyle w:val="answers-question"/>
      </w:pPr>
      <w:r w:rsidRPr="003A2EDB">
        <w:rPr>
          <w:b/>
        </w:rPr>
        <w:t xml:space="preserve">9 </w:t>
      </w:r>
      <w:r w:rsidRPr="003A2EDB">
        <w:t>Explain the procedure used in in vitro fertilisation.</w:t>
      </w:r>
    </w:p>
    <w:p w14:paraId="62C98EC2" w14:textId="77777777" w:rsidR="00D71D51" w:rsidRPr="00757A70" w:rsidRDefault="00D71D51" w:rsidP="00D71D51">
      <w:pPr>
        <w:pStyle w:val="answers-answer"/>
      </w:pPr>
      <w:r w:rsidRPr="00D71D51">
        <w:rPr>
          <w:rStyle w:val="answer"/>
        </w:rPr>
        <w:t>Answer</w:t>
      </w:r>
      <w:r w:rsidRPr="007B2750">
        <w:t>:</w:t>
      </w:r>
    </w:p>
    <w:p w14:paraId="6976992B" w14:textId="56CE7E83" w:rsidR="00D71D51" w:rsidRPr="00E81AD7" w:rsidRDefault="00D71D51" w:rsidP="004C190E">
      <w:pPr>
        <w:pStyle w:val="answers-answer"/>
        <w:numPr>
          <w:ilvl w:val="0"/>
          <w:numId w:val="21"/>
        </w:numPr>
      </w:pPr>
      <w:r w:rsidRPr="00E81AD7">
        <w:t>The female takes fertility drugs</w:t>
      </w:r>
    </w:p>
    <w:p w14:paraId="05DEE7A8" w14:textId="4AD83D9B" w:rsidR="00D71D51" w:rsidRPr="00E81AD7" w:rsidRDefault="00D71D51" w:rsidP="004C190E">
      <w:pPr>
        <w:pStyle w:val="answers-answer"/>
        <w:numPr>
          <w:ilvl w:val="0"/>
          <w:numId w:val="21"/>
        </w:numPr>
      </w:pPr>
      <w:r w:rsidRPr="00E81AD7">
        <w:t>The drugs stimulate increased ova (egg) production</w:t>
      </w:r>
    </w:p>
    <w:p w14:paraId="5369D41F" w14:textId="64C0513A" w:rsidR="00D71D51" w:rsidRPr="00E81AD7" w:rsidRDefault="00D71D51" w:rsidP="004C190E">
      <w:pPr>
        <w:pStyle w:val="answers-answer"/>
        <w:numPr>
          <w:ilvl w:val="0"/>
          <w:numId w:val="21"/>
        </w:numPr>
      </w:pPr>
      <w:r w:rsidRPr="00E81AD7">
        <w:t>Ova are harvested</w:t>
      </w:r>
    </w:p>
    <w:p w14:paraId="1DFB9D07" w14:textId="40F909D1" w:rsidR="00D71D51" w:rsidRPr="00E81AD7" w:rsidRDefault="00D71D51" w:rsidP="004C190E">
      <w:pPr>
        <w:pStyle w:val="answers-answer"/>
        <w:numPr>
          <w:ilvl w:val="0"/>
          <w:numId w:val="21"/>
        </w:numPr>
      </w:pPr>
      <w:r w:rsidRPr="00E81AD7">
        <w:t>A sperm sample is taken from the male</w:t>
      </w:r>
    </w:p>
    <w:p w14:paraId="58C3E15F" w14:textId="2CFA7869" w:rsidR="00D71D51" w:rsidRPr="00E81AD7" w:rsidRDefault="00D71D51" w:rsidP="004C190E">
      <w:pPr>
        <w:pStyle w:val="answers-answer"/>
        <w:numPr>
          <w:ilvl w:val="0"/>
          <w:numId w:val="21"/>
        </w:numPr>
      </w:pPr>
      <w:r w:rsidRPr="00E81AD7">
        <w:t>Sperm are used to fertilise ova in a glass dish in a laboratory</w:t>
      </w:r>
    </w:p>
    <w:p w14:paraId="6DA9CC74" w14:textId="5227AAC1" w:rsidR="00D71D51" w:rsidRPr="00E81AD7" w:rsidRDefault="00D71D51" w:rsidP="004C190E">
      <w:pPr>
        <w:pStyle w:val="answers-answer"/>
        <w:numPr>
          <w:ilvl w:val="0"/>
          <w:numId w:val="21"/>
        </w:numPr>
      </w:pPr>
      <w:r w:rsidRPr="00E81AD7">
        <w:t>One or more embryos are then placed in the female’s uterus.</w:t>
      </w:r>
    </w:p>
    <w:p w14:paraId="26158144" w14:textId="77777777" w:rsidR="00D71D51" w:rsidRDefault="00D71D51" w:rsidP="00D71D51">
      <w:pPr>
        <w:pStyle w:val="answers-question"/>
      </w:pPr>
      <w:r w:rsidRPr="003A2EDB">
        <w:rPr>
          <w:b/>
        </w:rPr>
        <w:t xml:space="preserve">10 </w:t>
      </w:r>
      <w:r w:rsidRPr="003A2EDB">
        <w:t>Explain why ICSI is recommended for couples where poor sperm motility affects the possibility of conception.</w:t>
      </w:r>
    </w:p>
    <w:p w14:paraId="220CE2C0" w14:textId="77777777" w:rsidR="00D71D51" w:rsidRPr="00825996" w:rsidRDefault="00D71D51" w:rsidP="00D71D51">
      <w:pPr>
        <w:pStyle w:val="answers-answer"/>
      </w:pPr>
      <w:r w:rsidRPr="00D71D51">
        <w:rPr>
          <w:rStyle w:val="answer"/>
        </w:rPr>
        <w:t>Answer</w:t>
      </w:r>
      <w:r w:rsidRPr="002B3A67">
        <w:rPr>
          <w:i/>
        </w:rPr>
        <w:t>:</w:t>
      </w:r>
      <w:r>
        <w:t xml:space="preserve"> ICSI involves injecting a single sperm into an egg, achieving fertilisation. If a couple have issues with sperm motility, ICSI removes the requirement for sperm to swim at all. ICSI may also be used if males are unable to ejaculate.</w:t>
      </w:r>
    </w:p>
    <w:p w14:paraId="63639971" w14:textId="77777777" w:rsidR="00D71D51" w:rsidRDefault="00D71D51" w:rsidP="00D71D51">
      <w:pPr>
        <w:pStyle w:val="answers-question"/>
      </w:pPr>
      <w:r w:rsidRPr="003A2EDB">
        <w:rPr>
          <w:b/>
        </w:rPr>
        <w:lastRenderedPageBreak/>
        <w:t xml:space="preserve">11 </w:t>
      </w:r>
      <w:r w:rsidRPr="003A2EDB">
        <w:t>Explain why surrogacy may be the most suitable option for a person or couple wanting to have a child.</w:t>
      </w:r>
    </w:p>
    <w:p w14:paraId="7F027F01" w14:textId="77777777" w:rsidR="00D71D51" w:rsidRPr="00825996" w:rsidRDefault="00D71D51" w:rsidP="00D71D51">
      <w:pPr>
        <w:pStyle w:val="answers-answer"/>
        <w:rPr>
          <w:b/>
          <w:bCs/>
        </w:rPr>
      </w:pPr>
      <w:r w:rsidRPr="00D71D51">
        <w:rPr>
          <w:rStyle w:val="answer"/>
        </w:rPr>
        <w:t>Answer</w:t>
      </w:r>
      <w:r w:rsidRPr="002B3A67">
        <w:rPr>
          <w:i/>
        </w:rPr>
        <w:t>:</w:t>
      </w:r>
      <w:r>
        <w:t xml:space="preserve"> Surrogacy is a suitable option when a female is unable to conceive or carry a baby through pregnancy. Another woman carries the child for the duration of the pregnancy then gives the child to the couple to raise as their own. This can be suitable for homosexual couples who require a donor egg, or donor sperm. </w:t>
      </w:r>
    </w:p>
    <w:p w14:paraId="1DCF4C57" w14:textId="77777777" w:rsidR="00D71D51" w:rsidRDefault="00D71D51" w:rsidP="00D71D51">
      <w:pPr>
        <w:pStyle w:val="answers-question"/>
      </w:pPr>
      <w:r w:rsidRPr="003A2EDB">
        <w:rPr>
          <w:b/>
        </w:rPr>
        <w:t xml:space="preserve">12 </w:t>
      </w:r>
      <w:r w:rsidRPr="003A2EDB">
        <w:t>Explain the conditions where donor sperm would be recommended.</w:t>
      </w:r>
    </w:p>
    <w:p w14:paraId="34B06C90" w14:textId="1ABF0A81" w:rsidR="00D71D51" w:rsidRPr="00825996" w:rsidRDefault="00D71D51" w:rsidP="00D71D51">
      <w:pPr>
        <w:pStyle w:val="answers-answer"/>
      </w:pPr>
      <w:r w:rsidRPr="00D71D51">
        <w:rPr>
          <w:rStyle w:val="answer"/>
        </w:rPr>
        <w:t>Answer</w:t>
      </w:r>
      <w:r w:rsidRPr="002B3A67">
        <w:rPr>
          <w:i/>
        </w:rPr>
        <w:t>:</w:t>
      </w:r>
      <w:r>
        <w:t xml:space="preserve"> Donor sperm would be used in the case of a female same-sex couple who wish to have a child, or a single female who desires to conceive a child on </w:t>
      </w:r>
      <w:r w:rsidR="004C190E">
        <w:t>her</w:t>
      </w:r>
      <w:r>
        <w:t xml:space="preserve"> own. Donor sperm would also be recommended if the male has a genetic disease in his family that he does not want passed on to the offspring, or if the male partner has a very low sperm count. </w:t>
      </w:r>
    </w:p>
    <w:p w14:paraId="6F41AAAC" w14:textId="77777777" w:rsidR="00D71D51" w:rsidRDefault="00D71D51" w:rsidP="00D71D51">
      <w:pPr>
        <w:pStyle w:val="i-chead"/>
      </w:pPr>
      <w:r>
        <w:t xml:space="preserve">Apply </w:t>
      </w:r>
    </w:p>
    <w:p w14:paraId="453D8AEF" w14:textId="77777777" w:rsidR="00D71D51" w:rsidRDefault="00D71D51" w:rsidP="00D71D51">
      <w:pPr>
        <w:pStyle w:val="answers-question"/>
      </w:pPr>
      <w:r w:rsidRPr="00D71D51">
        <w:t>13 List the considerations that would be factored into a decision regarding the use of assisted</w:t>
      </w:r>
      <w:r w:rsidRPr="003A2EDB">
        <w:t xml:space="preserve"> reproductive technologies.</w:t>
      </w:r>
    </w:p>
    <w:p w14:paraId="6507D5CD" w14:textId="77777777" w:rsidR="00D71D51" w:rsidRDefault="00D71D51" w:rsidP="00D71D51">
      <w:pPr>
        <w:pStyle w:val="answers-answer"/>
      </w:pPr>
      <w:r w:rsidRPr="00D71D51">
        <w:rPr>
          <w:rStyle w:val="answer"/>
        </w:rPr>
        <w:t>Answer</w:t>
      </w:r>
      <w:r w:rsidRPr="002B3A67">
        <w:t>:</w:t>
      </w:r>
      <w:r>
        <w:t xml:space="preserve"> </w:t>
      </w:r>
    </w:p>
    <w:p w14:paraId="78A217A6" w14:textId="4127C2AF" w:rsidR="00D71D51" w:rsidRDefault="00D71D51" w:rsidP="004C190E">
      <w:pPr>
        <w:pStyle w:val="answers-answer"/>
        <w:numPr>
          <w:ilvl w:val="0"/>
          <w:numId w:val="26"/>
        </w:numPr>
      </w:pPr>
      <w:r>
        <w:t>What to do with any excess embryos from IVF cycles</w:t>
      </w:r>
    </w:p>
    <w:p w14:paraId="7D723702" w14:textId="2D648E2A" w:rsidR="00D71D51" w:rsidRDefault="00D71D51" w:rsidP="004C190E">
      <w:pPr>
        <w:pStyle w:val="answers-answer"/>
        <w:numPr>
          <w:ilvl w:val="0"/>
          <w:numId w:val="26"/>
        </w:numPr>
      </w:pPr>
      <w:r>
        <w:t>The cost involved in ART</w:t>
      </w:r>
    </w:p>
    <w:p w14:paraId="21B543BC" w14:textId="05AEABE4" w:rsidR="00D71D51" w:rsidRDefault="00D71D51" w:rsidP="004C190E">
      <w:pPr>
        <w:pStyle w:val="answers-answer"/>
        <w:numPr>
          <w:ilvl w:val="0"/>
          <w:numId w:val="26"/>
        </w:numPr>
      </w:pPr>
      <w:r>
        <w:t xml:space="preserve">Religious beliefs </w:t>
      </w:r>
    </w:p>
    <w:p w14:paraId="41F44E73" w14:textId="1904FA02" w:rsidR="00D71D51" w:rsidRPr="004F38F1" w:rsidRDefault="00D71D51" w:rsidP="004C190E">
      <w:pPr>
        <w:pStyle w:val="answers-answer"/>
        <w:numPr>
          <w:ilvl w:val="0"/>
          <w:numId w:val="26"/>
        </w:numPr>
      </w:pPr>
      <w:r>
        <w:t xml:space="preserve">Some infertility causes may be genetic, if donor sperm and eggs are not used, the genetic defect may be passed onto the offspring. </w:t>
      </w:r>
    </w:p>
    <w:p w14:paraId="547272BC" w14:textId="77777777" w:rsidR="00D71D51" w:rsidRDefault="00D71D51" w:rsidP="00D71D51">
      <w:pPr>
        <w:pStyle w:val="answers-question"/>
      </w:pPr>
      <w:r w:rsidRPr="003A2EDB">
        <w:rPr>
          <w:b/>
        </w:rPr>
        <w:t xml:space="preserve">14 </w:t>
      </w:r>
      <w:r w:rsidRPr="003A2EDB">
        <w:t xml:space="preserve">Use a table to </w:t>
      </w:r>
      <w:proofErr w:type="gramStart"/>
      <w:r w:rsidRPr="003A2EDB">
        <w:t>compare and contrast</w:t>
      </w:r>
      <w:proofErr w:type="gramEnd"/>
      <w:r w:rsidRPr="003A2EDB">
        <w:t xml:space="preserve"> the methods used for foetal monitoring.</w:t>
      </w:r>
    </w:p>
    <w:p w14:paraId="45A871C9" w14:textId="77777777" w:rsidR="00D71D51" w:rsidRDefault="00D71D51" w:rsidP="00D71D51">
      <w:pPr>
        <w:pStyle w:val="answers-answer"/>
      </w:pPr>
      <w:r w:rsidRPr="00D71D51">
        <w:rPr>
          <w:rStyle w:val="answer"/>
        </w:rPr>
        <w:t>Answer</w:t>
      </w:r>
      <w:r w:rsidRPr="002B3A67">
        <w:t>:</w:t>
      </w:r>
      <w:r>
        <w:t xml:space="preserve"> </w:t>
      </w:r>
    </w:p>
    <w:tbl>
      <w:tblPr>
        <w:tblStyle w:val="TableGrid"/>
        <w:tblW w:w="0" w:type="auto"/>
        <w:tblLook w:val="04A0" w:firstRow="1" w:lastRow="0" w:firstColumn="1" w:lastColumn="0" w:noHBand="0" w:noVBand="1"/>
      </w:tblPr>
      <w:tblGrid>
        <w:gridCol w:w="1525"/>
        <w:gridCol w:w="2610"/>
        <w:gridCol w:w="2484"/>
        <w:gridCol w:w="2397"/>
      </w:tblGrid>
      <w:tr w:rsidR="00D71D51" w:rsidRPr="004C190E" w14:paraId="60393959" w14:textId="77777777" w:rsidTr="004C190E">
        <w:tc>
          <w:tcPr>
            <w:tcW w:w="1525" w:type="dxa"/>
          </w:tcPr>
          <w:p w14:paraId="6A21FD8A" w14:textId="77777777" w:rsidR="00D71D51" w:rsidRPr="004C190E" w:rsidRDefault="00D71D51" w:rsidP="00D82B79">
            <w:pPr>
              <w:rPr>
                <w:b/>
                <w:bCs/>
                <w:sz w:val="20"/>
                <w:szCs w:val="20"/>
              </w:rPr>
            </w:pPr>
          </w:p>
        </w:tc>
        <w:tc>
          <w:tcPr>
            <w:tcW w:w="2610" w:type="dxa"/>
          </w:tcPr>
          <w:p w14:paraId="350888F3" w14:textId="77777777" w:rsidR="00D71D51" w:rsidRPr="004C190E" w:rsidRDefault="00D71D51" w:rsidP="00D82B79">
            <w:pPr>
              <w:rPr>
                <w:b/>
                <w:bCs/>
                <w:sz w:val="20"/>
                <w:szCs w:val="20"/>
              </w:rPr>
            </w:pPr>
            <w:r w:rsidRPr="004C190E">
              <w:rPr>
                <w:b/>
                <w:bCs/>
                <w:sz w:val="20"/>
                <w:szCs w:val="20"/>
              </w:rPr>
              <w:t>Foetal monitoring</w:t>
            </w:r>
          </w:p>
        </w:tc>
        <w:tc>
          <w:tcPr>
            <w:tcW w:w="2484" w:type="dxa"/>
          </w:tcPr>
          <w:p w14:paraId="237AA8BF" w14:textId="77777777" w:rsidR="00D71D51" w:rsidRPr="004C190E" w:rsidRDefault="00D71D51" w:rsidP="00D82B79">
            <w:pPr>
              <w:rPr>
                <w:b/>
                <w:bCs/>
                <w:sz w:val="20"/>
                <w:szCs w:val="20"/>
              </w:rPr>
            </w:pPr>
            <w:r w:rsidRPr="004C190E">
              <w:rPr>
                <w:b/>
                <w:bCs/>
                <w:sz w:val="20"/>
                <w:szCs w:val="20"/>
              </w:rPr>
              <w:t>Fetoscopy</w:t>
            </w:r>
          </w:p>
        </w:tc>
        <w:tc>
          <w:tcPr>
            <w:tcW w:w="2397" w:type="dxa"/>
          </w:tcPr>
          <w:p w14:paraId="33A87264" w14:textId="77777777" w:rsidR="00D71D51" w:rsidRPr="004C190E" w:rsidRDefault="00D71D51" w:rsidP="00D82B79">
            <w:pPr>
              <w:rPr>
                <w:b/>
                <w:bCs/>
                <w:sz w:val="20"/>
                <w:szCs w:val="20"/>
              </w:rPr>
            </w:pPr>
            <w:r w:rsidRPr="004C190E">
              <w:rPr>
                <w:b/>
                <w:bCs/>
                <w:sz w:val="20"/>
                <w:szCs w:val="20"/>
              </w:rPr>
              <w:t>Foetal blood sampling</w:t>
            </w:r>
          </w:p>
        </w:tc>
      </w:tr>
      <w:tr w:rsidR="00D71D51" w:rsidRPr="004C190E" w14:paraId="495C2854" w14:textId="77777777" w:rsidTr="004C190E">
        <w:tc>
          <w:tcPr>
            <w:tcW w:w="1525" w:type="dxa"/>
          </w:tcPr>
          <w:p w14:paraId="0E59EF11" w14:textId="77777777" w:rsidR="00D71D51" w:rsidRPr="004C190E" w:rsidRDefault="00D71D51" w:rsidP="00D82B79">
            <w:pPr>
              <w:rPr>
                <w:sz w:val="20"/>
                <w:szCs w:val="20"/>
              </w:rPr>
            </w:pPr>
            <w:r w:rsidRPr="004C190E">
              <w:rPr>
                <w:sz w:val="20"/>
                <w:szCs w:val="20"/>
              </w:rPr>
              <w:t>Description</w:t>
            </w:r>
          </w:p>
        </w:tc>
        <w:tc>
          <w:tcPr>
            <w:tcW w:w="2610" w:type="dxa"/>
          </w:tcPr>
          <w:p w14:paraId="2B350996" w14:textId="77777777" w:rsidR="00D71D51" w:rsidRPr="004C190E" w:rsidRDefault="00D71D51" w:rsidP="00D82B79">
            <w:pPr>
              <w:rPr>
                <w:sz w:val="20"/>
                <w:szCs w:val="20"/>
              </w:rPr>
            </w:pPr>
            <w:r w:rsidRPr="004C190E">
              <w:rPr>
                <w:sz w:val="20"/>
                <w:szCs w:val="20"/>
              </w:rPr>
              <w:t>Regular recording of a baby’s heart rate using an electrocardiogram (ECG) to detect indicators of stress or oxygen deficiency</w:t>
            </w:r>
          </w:p>
        </w:tc>
        <w:tc>
          <w:tcPr>
            <w:tcW w:w="2484" w:type="dxa"/>
          </w:tcPr>
          <w:p w14:paraId="52E11ED6" w14:textId="77777777" w:rsidR="004C190E" w:rsidRDefault="00D71D51" w:rsidP="00D82B79">
            <w:pPr>
              <w:rPr>
                <w:sz w:val="20"/>
                <w:szCs w:val="20"/>
              </w:rPr>
            </w:pPr>
            <w:r w:rsidRPr="004C190E">
              <w:rPr>
                <w:sz w:val="20"/>
                <w:szCs w:val="20"/>
              </w:rPr>
              <w:t xml:space="preserve">The use of a fetoscope to gain information about the foetus in the uterus. Stethoscope – used to listen to the foetus’ heartbeat. </w:t>
            </w:r>
          </w:p>
          <w:p w14:paraId="2CBD91FD" w14:textId="0E32EE00" w:rsidR="00D71D51" w:rsidRPr="004C190E" w:rsidRDefault="00D71D51" w:rsidP="00D82B79">
            <w:pPr>
              <w:rPr>
                <w:sz w:val="20"/>
                <w:szCs w:val="20"/>
              </w:rPr>
            </w:pPr>
            <w:r w:rsidRPr="004C190E">
              <w:rPr>
                <w:sz w:val="20"/>
                <w:szCs w:val="20"/>
              </w:rPr>
              <w:t xml:space="preserve">Fetoscope – a telescope-like fibre optic, inserted via a hypodermic needle into the uterus to observe the foetus within the uterus. </w:t>
            </w:r>
          </w:p>
        </w:tc>
        <w:tc>
          <w:tcPr>
            <w:tcW w:w="2397" w:type="dxa"/>
          </w:tcPr>
          <w:p w14:paraId="7F967039" w14:textId="77777777" w:rsidR="00D71D51" w:rsidRPr="004C190E" w:rsidRDefault="00D71D51" w:rsidP="00D82B79">
            <w:pPr>
              <w:rPr>
                <w:sz w:val="20"/>
                <w:szCs w:val="20"/>
              </w:rPr>
            </w:pPr>
            <w:r w:rsidRPr="004C190E">
              <w:rPr>
                <w:sz w:val="20"/>
                <w:szCs w:val="20"/>
              </w:rPr>
              <w:t>A sample of blood is taken from the umbilical cord or a foetal blood vessel.</w:t>
            </w:r>
          </w:p>
        </w:tc>
      </w:tr>
    </w:tbl>
    <w:p w14:paraId="72199BDD" w14:textId="77777777" w:rsidR="004C190E" w:rsidRDefault="004C190E">
      <w:r>
        <w:br w:type="page"/>
      </w:r>
    </w:p>
    <w:tbl>
      <w:tblPr>
        <w:tblStyle w:val="TableGrid"/>
        <w:tblW w:w="0" w:type="auto"/>
        <w:tblLook w:val="04A0" w:firstRow="1" w:lastRow="0" w:firstColumn="1" w:lastColumn="0" w:noHBand="0" w:noVBand="1"/>
      </w:tblPr>
      <w:tblGrid>
        <w:gridCol w:w="1525"/>
        <w:gridCol w:w="2610"/>
        <w:gridCol w:w="2484"/>
        <w:gridCol w:w="2397"/>
      </w:tblGrid>
      <w:tr w:rsidR="00D71D51" w:rsidRPr="004C190E" w14:paraId="767C7510" w14:textId="77777777" w:rsidTr="004C190E">
        <w:tc>
          <w:tcPr>
            <w:tcW w:w="1525" w:type="dxa"/>
          </w:tcPr>
          <w:p w14:paraId="6F83EE76" w14:textId="7CF8DBEA" w:rsidR="00D71D51" w:rsidRPr="004C190E" w:rsidRDefault="00D71D51" w:rsidP="00D82B79">
            <w:pPr>
              <w:rPr>
                <w:sz w:val="20"/>
                <w:szCs w:val="20"/>
              </w:rPr>
            </w:pPr>
            <w:r w:rsidRPr="004C190E">
              <w:rPr>
                <w:sz w:val="20"/>
                <w:szCs w:val="20"/>
              </w:rPr>
              <w:lastRenderedPageBreak/>
              <w:t>Advantage</w:t>
            </w:r>
          </w:p>
        </w:tc>
        <w:tc>
          <w:tcPr>
            <w:tcW w:w="2610" w:type="dxa"/>
          </w:tcPr>
          <w:p w14:paraId="33601DCD" w14:textId="77777777" w:rsidR="00D71D51" w:rsidRPr="004C190E" w:rsidRDefault="00D71D51" w:rsidP="00D82B79">
            <w:pPr>
              <w:rPr>
                <w:sz w:val="20"/>
                <w:szCs w:val="20"/>
              </w:rPr>
            </w:pPr>
            <w:r w:rsidRPr="004C190E">
              <w:rPr>
                <w:sz w:val="20"/>
                <w:szCs w:val="20"/>
              </w:rPr>
              <w:t>Identifies any risk of injury to the foetus so appropriate action can be taken</w:t>
            </w:r>
          </w:p>
        </w:tc>
        <w:tc>
          <w:tcPr>
            <w:tcW w:w="2484" w:type="dxa"/>
          </w:tcPr>
          <w:p w14:paraId="096421E9" w14:textId="77777777" w:rsidR="00D71D51" w:rsidRPr="004C190E" w:rsidRDefault="00D71D51" w:rsidP="00D82B79">
            <w:pPr>
              <w:rPr>
                <w:sz w:val="20"/>
                <w:szCs w:val="20"/>
              </w:rPr>
            </w:pPr>
            <w:r w:rsidRPr="004C190E">
              <w:rPr>
                <w:sz w:val="20"/>
                <w:szCs w:val="20"/>
              </w:rPr>
              <w:t xml:space="preserve">Helps detect any eternal physical defects including cleft palate and lip, spina bifida, malformed or missing ears or limbs. </w:t>
            </w:r>
          </w:p>
        </w:tc>
        <w:tc>
          <w:tcPr>
            <w:tcW w:w="2397" w:type="dxa"/>
          </w:tcPr>
          <w:p w14:paraId="6175925A" w14:textId="77777777" w:rsidR="00D71D51" w:rsidRPr="004C190E" w:rsidRDefault="00D71D51" w:rsidP="00D82B79">
            <w:pPr>
              <w:rPr>
                <w:sz w:val="20"/>
                <w:szCs w:val="20"/>
              </w:rPr>
            </w:pPr>
            <w:r w:rsidRPr="004C190E">
              <w:rPr>
                <w:sz w:val="20"/>
                <w:szCs w:val="20"/>
              </w:rPr>
              <w:t xml:space="preserve">The results from the blood sample are available quickly. </w:t>
            </w:r>
          </w:p>
        </w:tc>
      </w:tr>
      <w:tr w:rsidR="00D71D51" w:rsidRPr="004C190E" w14:paraId="48FD4BF1" w14:textId="77777777" w:rsidTr="004C190E">
        <w:tc>
          <w:tcPr>
            <w:tcW w:w="1525" w:type="dxa"/>
          </w:tcPr>
          <w:p w14:paraId="1FA3D602" w14:textId="77777777" w:rsidR="00D71D51" w:rsidRPr="004C190E" w:rsidRDefault="00D71D51" w:rsidP="00D82B79">
            <w:pPr>
              <w:rPr>
                <w:sz w:val="20"/>
                <w:szCs w:val="20"/>
              </w:rPr>
            </w:pPr>
            <w:r w:rsidRPr="004C190E">
              <w:rPr>
                <w:sz w:val="20"/>
                <w:szCs w:val="20"/>
              </w:rPr>
              <w:t>Disadvantage (if any)</w:t>
            </w:r>
          </w:p>
        </w:tc>
        <w:tc>
          <w:tcPr>
            <w:tcW w:w="2610" w:type="dxa"/>
          </w:tcPr>
          <w:p w14:paraId="6B55D37B" w14:textId="77777777" w:rsidR="00D71D51" w:rsidRPr="004C190E" w:rsidRDefault="00D71D51" w:rsidP="00D82B79">
            <w:pPr>
              <w:rPr>
                <w:sz w:val="20"/>
                <w:szCs w:val="20"/>
              </w:rPr>
            </w:pPr>
            <w:r w:rsidRPr="004C190E">
              <w:rPr>
                <w:sz w:val="20"/>
                <w:szCs w:val="20"/>
              </w:rPr>
              <w:t>No risk to foetus or mother.</w:t>
            </w:r>
          </w:p>
        </w:tc>
        <w:tc>
          <w:tcPr>
            <w:tcW w:w="2484" w:type="dxa"/>
          </w:tcPr>
          <w:p w14:paraId="569EFDD5" w14:textId="77777777" w:rsidR="00D71D51" w:rsidRPr="004C190E" w:rsidRDefault="00D71D51" w:rsidP="00D82B79">
            <w:pPr>
              <w:rPr>
                <w:sz w:val="20"/>
                <w:szCs w:val="20"/>
              </w:rPr>
            </w:pPr>
            <w:r w:rsidRPr="004C190E">
              <w:rPr>
                <w:sz w:val="20"/>
                <w:szCs w:val="20"/>
              </w:rPr>
              <w:t xml:space="preserve">High risk procedure that is usually only performed by a specialist and if there has been an indication of abnormality in a previous ultrasound. </w:t>
            </w:r>
          </w:p>
        </w:tc>
        <w:tc>
          <w:tcPr>
            <w:tcW w:w="2397" w:type="dxa"/>
          </w:tcPr>
          <w:p w14:paraId="2C7CC0CD" w14:textId="4D347330" w:rsidR="00D71D51" w:rsidRPr="004C190E" w:rsidRDefault="00D71D51" w:rsidP="00D82B79">
            <w:pPr>
              <w:rPr>
                <w:sz w:val="20"/>
                <w:szCs w:val="20"/>
              </w:rPr>
            </w:pPr>
            <w:r w:rsidRPr="004C190E">
              <w:rPr>
                <w:sz w:val="20"/>
                <w:szCs w:val="20"/>
              </w:rPr>
              <w:t xml:space="preserve">Risk of miscarriage (1–2%), risk of infection, blood loss and premature rupture of the amniotic sac. </w:t>
            </w:r>
          </w:p>
        </w:tc>
      </w:tr>
    </w:tbl>
    <w:p w14:paraId="385743BA" w14:textId="77777777" w:rsidR="00D71D51" w:rsidRDefault="00D71D51" w:rsidP="00D71D51">
      <w:pPr>
        <w:pStyle w:val="answers-question"/>
      </w:pPr>
      <w:r w:rsidRPr="003A2EDB">
        <w:rPr>
          <w:b/>
        </w:rPr>
        <w:t xml:space="preserve">15 </w:t>
      </w:r>
      <w:r w:rsidRPr="003A2EDB">
        <w:t>Explain why amniocentesis is offered to mothers aged 37 or over but is not routinely offered to mothers in their twenties.</w:t>
      </w:r>
    </w:p>
    <w:p w14:paraId="06CE14FC" w14:textId="3E2F6CCD" w:rsidR="00D71D51" w:rsidRPr="002B3A67" w:rsidRDefault="00D71D51" w:rsidP="00D71D51">
      <w:pPr>
        <w:pStyle w:val="answers-answer"/>
      </w:pPr>
      <w:r w:rsidRPr="00D71D51">
        <w:rPr>
          <w:rStyle w:val="answer"/>
        </w:rPr>
        <w:t>Answer</w:t>
      </w:r>
      <w:r w:rsidRPr="002B3A67">
        <w:rPr>
          <w:i/>
        </w:rPr>
        <w:t xml:space="preserve">: </w:t>
      </w:r>
      <w:r w:rsidRPr="002B3A67">
        <w:t xml:space="preserve">The risk of amniocentesis is outweighed by the risk of abnormalities that the baby might have </w:t>
      </w:r>
      <w:r w:rsidR="004C190E">
        <w:t>if its</w:t>
      </w:r>
      <w:r>
        <w:t xml:space="preserve"> </w:t>
      </w:r>
      <w:r w:rsidRPr="002B3A67">
        <w:t>mother</w:t>
      </w:r>
      <w:r w:rsidR="004C190E">
        <w:t xml:space="preserve"> is</w:t>
      </w:r>
      <w:r w:rsidRPr="002B3A67">
        <w:t xml:space="preserve"> over 37. At an older age there is an increased risk of genetic abnormalities. In particular,</w:t>
      </w:r>
      <w:r>
        <w:t xml:space="preserve"> </w:t>
      </w:r>
      <w:r w:rsidRPr="002B3A67">
        <w:t>the incidence of Down syndrome increases dramatically with increasing maternal age.</w:t>
      </w:r>
    </w:p>
    <w:p w14:paraId="2B07B5EE" w14:textId="77777777" w:rsidR="00D71D51" w:rsidRDefault="00D71D51" w:rsidP="00D71D51">
      <w:pPr>
        <w:pStyle w:val="answers-question"/>
      </w:pPr>
      <w:r w:rsidRPr="003A2EDB">
        <w:rPr>
          <w:b/>
        </w:rPr>
        <w:t xml:space="preserve">16 </w:t>
      </w:r>
      <w:r w:rsidRPr="003A2EDB">
        <w:t>If a child is born to a surrogate mother, will that child show any resemblance to the surrogate mother? Give reasons for your answer.</w:t>
      </w:r>
    </w:p>
    <w:p w14:paraId="61DB2FA5" w14:textId="77777777" w:rsidR="00D71D51" w:rsidRDefault="00D71D51" w:rsidP="00D71D51">
      <w:pPr>
        <w:pStyle w:val="answers-answer"/>
      </w:pPr>
      <w:r w:rsidRPr="00D71D51">
        <w:rPr>
          <w:rStyle w:val="answer"/>
        </w:rPr>
        <w:t>Answer</w:t>
      </w:r>
      <w:r w:rsidRPr="002B3A67">
        <w:rPr>
          <w:i/>
        </w:rPr>
        <w:t>:</w:t>
      </w:r>
      <w:r>
        <w:t xml:space="preserve"> If gestational surrogacy is used, no. The appearance will be determined by the DNA inherited via the sperm and the egg. These would not come from the surrogate mother thus the child would not resemble her.</w:t>
      </w:r>
    </w:p>
    <w:p w14:paraId="30BFB205" w14:textId="77777777" w:rsidR="00D71D51" w:rsidRDefault="00D71D51" w:rsidP="00D71D51">
      <w:pPr>
        <w:pStyle w:val="i-chead"/>
      </w:pPr>
      <w:r>
        <w:t xml:space="preserve">Extend </w:t>
      </w:r>
    </w:p>
    <w:p w14:paraId="451D44EE" w14:textId="77777777" w:rsidR="00D71D51" w:rsidRDefault="00D71D51" w:rsidP="00D71D51">
      <w:pPr>
        <w:pStyle w:val="answers-question"/>
      </w:pPr>
      <w:r w:rsidRPr="003A2EDB">
        <w:rPr>
          <w:b/>
        </w:rPr>
        <w:t xml:space="preserve">17 </w:t>
      </w:r>
      <w:r w:rsidRPr="003A2EDB">
        <w:t>If it only takes one sperm to fertilise an egg, why is a sperm count of 15 million per millilitre considered a low count?</w:t>
      </w:r>
    </w:p>
    <w:p w14:paraId="0EEA3382" w14:textId="77777777" w:rsidR="00D71D51" w:rsidRPr="00A56984" w:rsidRDefault="00D71D51" w:rsidP="00D71D51">
      <w:pPr>
        <w:pStyle w:val="answers-answer"/>
      </w:pPr>
      <w:r w:rsidRPr="00D71D51">
        <w:rPr>
          <w:rStyle w:val="answer"/>
        </w:rPr>
        <w:t>Answer</w:t>
      </w:r>
      <w:r w:rsidRPr="002B3A67">
        <w:rPr>
          <w:i/>
        </w:rPr>
        <w:t>:</w:t>
      </w:r>
      <w:r>
        <w:t xml:space="preserve"> Sperm mortality is very </w:t>
      </w:r>
      <w:proofErr w:type="gramStart"/>
      <w:r>
        <w:t>high</w:t>
      </w:r>
      <w:proofErr w:type="gramEnd"/>
      <w:r>
        <w:t xml:space="preserve"> and the female reproductive tract is hostile to sperm, with a low pH environment and white blood cells that will attack foreign cells. It also takes thousands of sperm meeting the egg to provide enough enzyme to loosen the cells of the corona radiata. Some sperm may swim up the incorrect uterine tube. </w:t>
      </w:r>
    </w:p>
    <w:p w14:paraId="49C6BBEC" w14:textId="77777777" w:rsidR="00D71D51" w:rsidRDefault="00D71D51" w:rsidP="00D71D51">
      <w:pPr>
        <w:pStyle w:val="answers-question"/>
      </w:pPr>
      <w:r w:rsidRPr="003A2EDB">
        <w:rPr>
          <w:b/>
        </w:rPr>
        <w:t>18</w:t>
      </w:r>
      <w:r w:rsidRPr="003A2EDB">
        <w:t xml:space="preserve"> Discuss why it is important that couples who donate embryos </w:t>
      </w:r>
      <w:proofErr w:type="gramStart"/>
      <w:r w:rsidRPr="003A2EDB">
        <w:t>are able to</w:t>
      </w:r>
      <w:proofErr w:type="gramEnd"/>
      <w:r w:rsidRPr="003A2EDB">
        <w:t xml:space="preserve"> stipulate some characteristics of the female getting the embryo. Suggest some characteristics that may be factors.</w:t>
      </w:r>
    </w:p>
    <w:p w14:paraId="68242154" w14:textId="77777777" w:rsidR="00D71D51" w:rsidRDefault="00D71D51" w:rsidP="00D71D51">
      <w:pPr>
        <w:pStyle w:val="answers-answer"/>
      </w:pPr>
      <w:r w:rsidRPr="00D71D51">
        <w:rPr>
          <w:rStyle w:val="answer"/>
        </w:rPr>
        <w:t>Answer</w:t>
      </w:r>
      <w:r w:rsidRPr="002B3A67">
        <w:t>:</w:t>
      </w:r>
      <w:r>
        <w:t xml:space="preserve"> </w:t>
      </w:r>
    </w:p>
    <w:p w14:paraId="4D1F7020" w14:textId="77777777" w:rsidR="00D71D51" w:rsidRDefault="00D71D51" w:rsidP="00D71D51">
      <w:pPr>
        <w:pStyle w:val="answers-answer"/>
      </w:pPr>
      <w:r>
        <w:t>Age of the women – if they are beyond the natural age of menopause (over 51 years of age)</w:t>
      </w:r>
    </w:p>
    <w:p w14:paraId="4A1D68F2" w14:textId="77777777" w:rsidR="00D71D51" w:rsidRDefault="00D71D51" w:rsidP="00D71D51">
      <w:pPr>
        <w:pStyle w:val="answers-answer"/>
      </w:pPr>
      <w:r>
        <w:t>Health – if the recipients health may be compromised by the pregnancy</w:t>
      </w:r>
    </w:p>
    <w:p w14:paraId="654FE647" w14:textId="77777777" w:rsidR="00D71D51" w:rsidRDefault="00D71D51" w:rsidP="00D71D51">
      <w:pPr>
        <w:pStyle w:val="answers-answer"/>
      </w:pPr>
      <w:r>
        <w:lastRenderedPageBreak/>
        <w:t>Previous attempts – the woman must have completed their own treatment and used any of their own embryos that may be in storage.</w:t>
      </w:r>
    </w:p>
    <w:p w14:paraId="45420DE1" w14:textId="77777777" w:rsidR="00D71D51" w:rsidRPr="00A56984" w:rsidRDefault="00D71D51" w:rsidP="00D71D51">
      <w:pPr>
        <w:pStyle w:val="answers-answer"/>
      </w:pPr>
      <w:r>
        <w:t>Social, legal and emotional implications – the woman must undergo counselling to consider the social, legal and emotional implications of being a recipient to a donor embryo.</w:t>
      </w:r>
    </w:p>
    <w:p w14:paraId="121B53A6" w14:textId="77777777" w:rsidR="00D71D51" w:rsidRDefault="00D71D51" w:rsidP="00D71D51">
      <w:pPr>
        <w:pStyle w:val="answers-question"/>
      </w:pPr>
      <w:r w:rsidRPr="003A2EDB">
        <w:rPr>
          <w:b/>
        </w:rPr>
        <w:t xml:space="preserve">19 </w:t>
      </w:r>
      <w:r w:rsidRPr="00A32F5A">
        <w:t xml:space="preserve">New ethical and legal issues are arising with the more widespread use of reproductive technologies. In the United States, fertility clinics sell eggs and sperm from donors with specific attributes. They also advertise for donors with </w:t>
      </w:r>
      <w:proofErr w:type="gramStart"/>
      <w:r w:rsidRPr="00A32F5A">
        <w:t>particular characteristics</w:t>
      </w:r>
      <w:proofErr w:type="gramEnd"/>
      <w:r w:rsidRPr="00A32F5A">
        <w:t>, such as being tall, with an athletic build and no major family medical problems. Consider the ethical and legal problems that shopping for gametes might bring. For example, are gametes to be considered like any other commodity? And if a couple have paid for gametes to produce a bright and athletic child, what legal recourse should they have if the child does not meet their expectations?</w:t>
      </w:r>
      <w:r>
        <w:t xml:space="preserve"> </w:t>
      </w:r>
      <w:r w:rsidRPr="00A32F5A">
        <w:t>List all the ethical and legal issues you think could arise from the advertising of, or for, gametes. Compare your list with those of other members of your class. You may wish to debate the issues involved.</w:t>
      </w:r>
    </w:p>
    <w:p w14:paraId="3D64B1CA" w14:textId="77777777" w:rsidR="00D71D51" w:rsidRPr="002B3A67" w:rsidRDefault="00D71D51" w:rsidP="00D71D51">
      <w:pPr>
        <w:pStyle w:val="answers-answer"/>
      </w:pPr>
      <w:r w:rsidRPr="00D71D51">
        <w:rPr>
          <w:rStyle w:val="answer"/>
        </w:rPr>
        <w:t>Answer</w:t>
      </w:r>
      <w:r w:rsidRPr="002B3A67">
        <w:rPr>
          <w:i/>
        </w:rPr>
        <w:t>:</w:t>
      </w:r>
      <w:r w:rsidRPr="002B3A67">
        <w:t xml:space="preserve"> Answers will </w:t>
      </w:r>
      <w:proofErr w:type="gramStart"/>
      <w:r w:rsidRPr="002B3A67">
        <w:t>vary, but</w:t>
      </w:r>
      <w:proofErr w:type="gramEnd"/>
      <w:r w:rsidRPr="002B3A67">
        <w:t xml:space="preserve"> may address some of the following issues.</w:t>
      </w:r>
    </w:p>
    <w:p w14:paraId="5B056BD9" w14:textId="23AE6827" w:rsidR="00D71D51" w:rsidRPr="002B3A67" w:rsidRDefault="00D71D51" w:rsidP="004C190E">
      <w:pPr>
        <w:pStyle w:val="answers-answer"/>
        <w:numPr>
          <w:ilvl w:val="0"/>
          <w:numId w:val="21"/>
        </w:numPr>
      </w:pPr>
      <w:r w:rsidRPr="002B3A67">
        <w:t>Who is the legal parent? Does the biological parent have any rights and/or responsibilities?</w:t>
      </w:r>
    </w:p>
    <w:p w14:paraId="7A073906" w14:textId="74DE6373" w:rsidR="00D71D51" w:rsidRPr="002B3A67" w:rsidRDefault="00D71D51" w:rsidP="004C190E">
      <w:pPr>
        <w:pStyle w:val="answers-answer"/>
        <w:numPr>
          <w:ilvl w:val="0"/>
          <w:numId w:val="21"/>
        </w:numPr>
      </w:pPr>
      <w:r w:rsidRPr="002B3A67">
        <w:t>Religious objections</w:t>
      </w:r>
    </w:p>
    <w:p w14:paraId="0223892E" w14:textId="129A3754" w:rsidR="00D71D51" w:rsidRPr="002B3A67" w:rsidRDefault="00D71D51" w:rsidP="004C190E">
      <w:pPr>
        <w:pStyle w:val="answers-answer"/>
        <w:numPr>
          <w:ilvl w:val="0"/>
          <w:numId w:val="21"/>
        </w:numPr>
      </w:pPr>
      <w:r w:rsidRPr="002B3A67">
        <w:t>There may be some social stigma attached to children and their parents when characteristics are</w:t>
      </w:r>
      <w:r>
        <w:t xml:space="preserve"> </w:t>
      </w:r>
      <w:r w:rsidRPr="002B3A67">
        <w:t>specifically selected, versus children whose characteristics occur by chance.</w:t>
      </w:r>
    </w:p>
    <w:p w14:paraId="28524FB4" w14:textId="4149516E" w:rsidR="00D71D51" w:rsidRPr="002B3A67" w:rsidRDefault="00D71D51" w:rsidP="004C190E">
      <w:pPr>
        <w:pStyle w:val="answers-answer"/>
        <w:numPr>
          <w:ilvl w:val="0"/>
          <w:numId w:val="21"/>
        </w:numPr>
      </w:pPr>
      <w:r w:rsidRPr="002B3A67">
        <w:t>Economic considerations: shopping for gametes is only available to the wealthy.</w:t>
      </w:r>
    </w:p>
    <w:p w14:paraId="78C86363" w14:textId="34C5C07A" w:rsidR="00D71D51" w:rsidRPr="002B3A67" w:rsidRDefault="00D71D51" w:rsidP="004C190E">
      <w:pPr>
        <w:pStyle w:val="answers-answer"/>
        <w:numPr>
          <w:ilvl w:val="0"/>
          <w:numId w:val="21"/>
        </w:numPr>
      </w:pPr>
      <w:r w:rsidRPr="002B3A67">
        <w:t>Do the parents have the right to sue the company if the child does not possess the characteristics the</w:t>
      </w:r>
      <w:r>
        <w:t xml:space="preserve"> </w:t>
      </w:r>
      <w:r w:rsidRPr="002B3A67">
        <w:t>parents requested?</w:t>
      </w:r>
    </w:p>
    <w:p w14:paraId="3A99CA3F" w14:textId="2175E828" w:rsidR="00D71D51" w:rsidRPr="002B3A67" w:rsidRDefault="00D71D51" w:rsidP="004C190E">
      <w:pPr>
        <w:pStyle w:val="answers-answer"/>
        <w:numPr>
          <w:ilvl w:val="0"/>
          <w:numId w:val="21"/>
        </w:numPr>
      </w:pPr>
      <w:r w:rsidRPr="002B3A67">
        <w:t>Legal problems surrounding the child’s right to know who their biological parents are and a donor’s</w:t>
      </w:r>
      <w:r>
        <w:t xml:space="preserve"> </w:t>
      </w:r>
      <w:r w:rsidRPr="002B3A67">
        <w:t>right to know the identity of any biological children</w:t>
      </w:r>
    </w:p>
    <w:p w14:paraId="38F0A156" w14:textId="77777777" w:rsidR="00D71D51" w:rsidRDefault="00D71D51" w:rsidP="00D71D51">
      <w:pPr>
        <w:pStyle w:val="answers-question"/>
      </w:pPr>
      <w:r w:rsidRPr="003A2EDB">
        <w:rPr>
          <w:b/>
        </w:rPr>
        <w:t>2</w:t>
      </w:r>
      <w:r>
        <w:rPr>
          <w:b/>
        </w:rPr>
        <w:t>0</w:t>
      </w:r>
      <w:r w:rsidRPr="003A2EDB">
        <w:rPr>
          <w:b/>
        </w:rPr>
        <w:t xml:space="preserve"> </w:t>
      </w:r>
      <w:r w:rsidRPr="00A32F5A">
        <w:t>Embryos resulting from IVF are tested genetically before they are implanted into the mother’s uterus. An embryo found to have a genetic disorder would probably not be used for implantation. What are some of the moral and ethical issues associated with disposing of unwanted embryos?</w:t>
      </w:r>
    </w:p>
    <w:p w14:paraId="026A40E7" w14:textId="68FF683D" w:rsidR="00D71D51" w:rsidRPr="002B3A67" w:rsidRDefault="00D71D51" w:rsidP="00D71D51">
      <w:pPr>
        <w:pStyle w:val="answers-answer"/>
      </w:pPr>
      <w:r w:rsidRPr="00D71D51">
        <w:rPr>
          <w:rStyle w:val="answer"/>
        </w:rPr>
        <w:t>Answer</w:t>
      </w:r>
      <w:r w:rsidRPr="002B3A67">
        <w:rPr>
          <w:i/>
        </w:rPr>
        <w:t>:</w:t>
      </w:r>
      <w:r w:rsidRPr="002B3A67">
        <w:t xml:space="preserve"> Answers will </w:t>
      </w:r>
      <w:r w:rsidR="002D5CC1" w:rsidRPr="002B3A67">
        <w:t>vary but</w:t>
      </w:r>
      <w:r w:rsidRPr="002B3A67">
        <w:t xml:space="preserve"> may address some of the following questions.</w:t>
      </w:r>
    </w:p>
    <w:p w14:paraId="41489D88" w14:textId="3A5D0962" w:rsidR="00D71D51" w:rsidRPr="002B3A67" w:rsidRDefault="00D71D51" w:rsidP="002D5CC1">
      <w:pPr>
        <w:pStyle w:val="answers-answer"/>
        <w:numPr>
          <w:ilvl w:val="0"/>
          <w:numId w:val="21"/>
        </w:numPr>
      </w:pPr>
      <w:r w:rsidRPr="002B3A67">
        <w:t>When does human life begin?</w:t>
      </w:r>
    </w:p>
    <w:p w14:paraId="19D04C6B" w14:textId="1E3DD436" w:rsidR="00D71D51" w:rsidRPr="002B3A67" w:rsidRDefault="00D71D51" w:rsidP="002D5CC1">
      <w:pPr>
        <w:pStyle w:val="answers-answer"/>
        <w:numPr>
          <w:ilvl w:val="0"/>
          <w:numId w:val="21"/>
        </w:numPr>
      </w:pPr>
      <w:r w:rsidRPr="002B3A67">
        <w:t>Is a human embryo considered to be a person? Does it have the right to live?</w:t>
      </w:r>
    </w:p>
    <w:p w14:paraId="67105F77" w14:textId="4502ECC4" w:rsidR="00D71D51" w:rsidRPr="002B3A67" w:rsidRDefault="00D71D51" w:rsidP="002D5CC1">
      <w:pPr>
        <w:pStyle w:val="answers-answer"/>
        <w:numPr>
          <w:ilvl w:val="0"/>
          <w:numId w:val="21"/>
        </w:numPr>
      </w:pPr>
      <w:r w:rsidRPr="002B3A67">
        <w:t>Does an embryo with a genetic disorder have a right to life?</w:t>
      </w:r>
    </w:p>
    <w:p w14:paraId="7A2B33B7" w14:textId="1C41EA2E" w:rsidR="00D71D51" w:rsidRPr="002B3A67" w:rsidRDefault="00D71D51" w:rsidP="002D5CC1">
      <w:pPr>
        <w:pStyle w:val="answers-answer"/>
        <w:numPr>
          <w:ilvl w:val="0"/>
          <w:numId w:val="21"/>
        </w:numPr>
      </w:pPr>
      <w:r w:rsidRPr="002B3A67">
        <w:t>Is the destruction of a human embryo murder?</w:t>
      </w:r>
    </w:p>
    <w:p w14:paraId="666BEB5D" w14:textId="08BF2F6B" w:rsidR="00D71D51" w:rsidRPr="002B3A67" w:rsidRDefault="00D71D51" w:rsidP="002D5CC1">
      <w:pPr>
        <w:pStyle w:val="answers-answer"/>
        <w:numPr>
          <w:ilvl w:val="0"/>
          <w:numId w:val="21"/>
        </w:numPr>
      </w:pPr>
      <w:r w:rsidRPr="002B3A67">
        <w:lastRenderedPageBreak/>
        <w:t xml:space="preserve">A person with a genetic disorder may be a </w:t>
      </w:r>
      <w:r>
        <w:t>burden</w:t>
      </w:r>
      <w:r w:rsidRPr="002B3A67">
        <w:t xml:space="preserve"> on social resources, including medical resources,</w:t>
      </w:r>
      <w:r>
        <w:t xml:space="preserve"> </w:t>
      </w:r>
      <w:r w:rsidRPr="002B3A67">
        <w:t>government funding, scientific research time and money.</w:t>
      </w:r>
    </w:p>
    <w:p w14:paraId="5531409A" w14:textId="298ACD2D" w:rsidR="00D71D51" w:rsidRPr="002B3A67" w:rsidRDefault="00D71D51" w:rsidP="002D5CC1">
      <w:pPr>
        <w:pStyle w:val="answers-answer"/>
        <w:numPr>
          <w:ilvl w:val="0"/>
          <w:numId w:val="21"/>
        </w:numPr>
      </w:pPr>
      <w:r w:rsidRPr="002B3A67">
        <w:t>Some genetic disorders are not serious. At what point does a disorder become serious enough to</w:t>
      </w:r>
      <w:r>
        <w:t xml:space="preserve"> </w:t>
      </w:r>
      <w:r w:rsidRPr="002B3A67">
        <w:t>warrant destruction of the embryo?</w:t>
      </w:r>
    </w:p>
    <w:p w14:paraId="5D882A69" w14:textId="7CA96576" w:rsidR="00D71D51" w:rsidRPr="002B3A67" w:rsidRDefault="00D71D51" w:rsidP="002D5CC1">
      <w:pPr>
        <w:pStyle w:val="answers-answer"/>
        <w:numPr>
          <w:ilvl w:val="0"/>
          <w:numId w:val="21"/>
        </w:numPr>
      </w:pPr>
      <w:r w:rsidRPr="002B3A67">
        <w:t>Who makes the decision to destroy the embryo</w:t>
      </w:r>
      <w:r w:rsidR="002D5CC1">
        <w:t xml:space="preserve">: </w:t>
      </w:r>
      <w:r w:rsidRPr="002B3A67">
        <w:t>the biological parent, the woman who was to receive</w:t>
      </w:r>
      <w:r>
        <w:t xml:space="preserve"> </w:t>
      </w:r>
      <w:r w:rsidRPr="002B3A67">
        <w:t>the implanted embryo</w:t>
      </w:r>
      <w:r w:rsidR="002D5CC1">
        <w:t>,</w:t>
      </w:r>
      <w:r w:rsidRPr="002B3A67">
        <w:t xml:space="preserve"> the woman and her partner</w:t>
      </w:r>
      <w:r w:rsidR="002D5CC1">
        <w:t xml:space="preserve"> or</w:t>
      </w:r>
      <w:r w:rsidRPr="002B3A67">
        <w:t xml:space="preserve"> medical experts?</w:t>
      </w:r>
    </w:p>
    <w:p w14:paraId="4BCFEF83" w14:textId="61530FEC" w:rsidR="00D71D51" w:rsidRPr="002B3A67" w:rsidRDefault="00D71D51" w:rsidP="002D5CC1">
      <w:pPr>
        <w:pStyle w:val="answers-answer"/>
        <w:numPr>
          <w:ilvl w:val="0"/>
          <w:numId w:val="21"/>
        </w:numPr>
      </w:pPr>
      <w:r w:rsidRPr="002B3A67">
        <w:t>What information should be given to the parents/decision-makers before a decision is made to destroy</w:t>
      </w:r>
      <w:r>
        <w:t xml:space="preserve"> </w:t>
      </w:r>
      <w:r w:rsidRPr="002B3A67">
        <w:t>an embryo?</w:t>
      </w:r>
    </w:p>
    <w:p w14:paraId="0324479D" w14:textId="77777777" w:rsidR="00D71D51" w:rsidRDefault="00D71D51" w:rsidP="00D71D51">
      <w:pPr>
        <w:pStyle w:val="answers-question"/>
      </w:pPr>
      <w:r w:rsidRPr="00A32F5A">
        <w:rPr>
          <w:b/>
        </w:rPr>
        <w:t>2</w:t>
      </w:r>
      <w:r>
        <w:rPr>
          <w:b/>
        </w:rPr>
        <w:t>1</w:t>
      </w:r>
      <w:r w:rsidRPr="00A32F5A">
        <w:rPr>
          <w:b/>
        </w:rPr>
        <w:t xml:space="preserve"> </w:t>
      </w:r>
      <w:r w:rsidRPr="00A32F5A">
        <w:t xml:space="preserve">Amniocentesis and chorionic villus sampling are both invasive diagnostic tests that have complications associated with them that may cause harm to the foetus. A </w:t>
      </w:r>
      <w:r>
        <w:t>cervical-screening</w:t>
      </w:r>
      <w:r w:rsidRPr="00A32F5A">
        <w:t>-type test is being developed to diagnose genetic abnormalities. Find out the progress being made on developing such a test and how long it is likely to be before it comes into general use. Are other non</w:t>
      </w:r>
      <w:r>
        <w:t>-</w:t>
      </w:r>
      <w:r w:rsidRPr="00A32F5A">
        <w:t>invasive techniques being developed?</w:t>
      </w:r>
    </w:p>
    <w:p w14:paraId="21DC0F67" w14:textId="4E6FE7E8" w:rsidR="00D71D51" w:rsidRPr="00BB0B02" w:rsidRDefault="00D71D51" w:rsidP="00D71D51">
      <w:pPr>
        <w:pStyle w:val="answers-answer"/>
      </w:pPr>
      <w:r w:rsidRPr="00D71D51">
        <w:rPr>
          <w:rStyle w:val="answer"/>
        </w:rPr>
        <w:t>Answer</w:t>
      </w:r>
      <w:r w:rsidRPr="00BB0B02">
        <w:rPr>
          <w:i/>
        </w:rPr>
        <w:t>:</w:t>
      </w:r>
      <w:r w:rsidRPr="00BB0B02">
        <w:t xml:space="preserve"> Individual research so answers will vary, but in September 2009</w:t>
      </w:r>
      <w:r w:rsidR="002D5CC1">
        <w:t>,</w:t>
      </w:r>
      <w:r w:rsidRPr="00BB0B02">
        <w:t xml:space="preserve"> the University of Queensland,</w:t>
      </w:r>
      <w:r>
        <w:t xml:space="preserve"> </w:t>
      </w:r>
      <w:r w:rsidRPr="00BB0B02">
        <w:t>the developers of the test, announced that a commercial company had taken out a licence to use the</w:t>
      </w:r>
      <w:r>
        <w:t xml:space="preserve"> </w:t>
      </w:r>
      <w:r w:rsidRPr="00BB0B02">
        <w:t>technology known as Foetal Cell Isolation and Enrichment Technology. As of 2014</w:t>
      </w:r>
      <w:r w:rsidR="002D5CC1">
        <w:t>,</w:t>
      </w:r>
      <w:r w:rsidRPr="00BB0B02">
        <w:t xml:space="preserve"> the test was still not</w:t>
      </w:r>
      <w:r>
        <w:t xml:space="preserve"> </w:t>
      </w:r>
      <w:r w:rsidRPr="00BB0B02">
        <w:t>in general use.</w:t>
      </w:r>
    </w:p>
    <w:p w14:paraId="5D891565" w14:textId="77777777" w:rsidR="00A33AAC" w:rsidRPr="00A33AAC" w:rsidRDefault="00A33AAC" w:rsidP="00D71D51">
      <w:pPr>
        <w:pStyle w:val="i-bhead"/>
        <w:rPr>
          <w:lang w:eastAsia="en-US"/>
        </w:rPr>
      </w:pPr>
    </w:p>
    <w:sectPr w:rsidR="00A33AAC" w:rsidRPr="00A33AAC" w:rsidSect="00CF0FC3">
      <w:headerReference w:type="default" r:id="rId9"/>
      <w:footerReference w:type="default" r:id="rId10"/>
      <w:pgSz w:w="11900" w:h="16840"/>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A6E2CE" w14:textId="77777777" w:rsidR="00413013" w:rsidRDefault="00413013">
      <w:r>
        <w:separator/>
      </w:r>
    </w:p>
  </w:endnote>
  <w:endnote w:type="continuationSeparator" w:id="0">
    <w:p w14:paraId="43CBF3E2" w14:textId="77777777" w:rsidR="00413013" w:rsidRDefault="00413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ITCAvantGardeStd-Bk">
    <w:altName w:val="Arial"/>
    <w:panose1 w:val="00000000000000000000"/>
    <w:charset w:val="00"/>
    <w:family w:val="swiss"/>
    <w:notTrueType/>
    <w:pitch w:val="default"/>
    <w:sig w:usb0="00000083" w:usb1="00000000" w:usb2="00000000" w:usb3="00000000" w:csb0="00000009" w:csb1="00000000"/>
  </w:font>
  <w:font w:name="ArialUnicodeMS">
    <w:panose1 w:val="00000000000000000000"/>
    <w:charset w:val="80"/>
    <w:family w:val="auto"/>
    <w:notTrueType/>
    <w:pitch w:val="default"/>
    <w:sig w:usb0="00000001" w:usb1="08070000" w:usb2="00000010" w:usb3="00000000" w:csb0="00020000" w:csb1="00000000"/>
  </w:font>
  <w:font w:name="Melior-Bold">
    <w:altName w:val="Cambria"/>
    <w:panose1 w:val="00000000000000000000"/>
    <w:charset w:val="4D"/>
    <w:family w:val="auto"/>
    <w:notTrueType/>
    <w:pitch w:val="default"/>
    <w:sig w:usb0="00000003" w:usb1="00000000" w:usb2="00000000" w:usb3="00000000" w:csb0="00000001" w:csb1="00000000"/>
  </w:font>
  <w:font w:name="Melior">
    <w:altName w:val="Cambria"/>
    <w:panose1 w:val="00000000000000000000"/>
    <w:charset w:val="4D"/>
    <w:family w:val="auto"/>
    <w:notTrueType/>
    <w:pitch w:val="default"/>
    <w:sig w:usb0="00000003" w:usb1="00000000" w:usb2="00000000" w:usb3="00000000" w:csb0="00000001" w:csb1="00000000"/>
  </w:font>
  <w:font w:name="NewCenturySchlbkLTStd-Roman">
    <w:altName w:val="Cambri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NeuzeitS-BookHeavy">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B8114" w14:textId="77777777" w:rsidR="00413013" w:rsidRPr="004F754C" w:rsidRDefault="00413013" w:rsidP="004F754C">
    <w:pPr>
      <w:pStyle w:val="i-footertext"/>
    </w:pPr>
    <w:r>
      <w:t xml:space="preserve">© </w:t>
    </w:r>
    <w:r w:rsidRPr="00817B1F">
      <w:t>Cengage Learning Australia Pty Ltd</w:t>
    </w:r>
    <w:r>
      <w:t xml:space="preserve"> 2020</w:t>
    </w:r>
    <w:r>
      <w:tab/>
    </w:r>
    <w:hyperlink r:id="rId1" w:history="1">
      <w:r w:rsidRPr="00341E34">
        <w:t>www.nelsonnet.com.au</w:t>
      </w:r>
    </w:hyperlink>
    <w:r>
      <w:tab/>
      <w:t xml:space="preserve">Page </w:t>
    </w:r>
    <w:r>
      <w:fldChar w:fldCharType="begin"/>
    </w:r>
    <w:r>
      <w:instrText xml:space="preserve"> PAGE </w:instrText>
    </w:r>
    <w:r>
      <w:fldChar w:fldCharType="separate"/>
    </w:r>
    <w:r>
      <w:t>1</w:t>
    </w:r>
    <w:r>
      <w:rPr>
        <w:noProof/>
      </w:rPr>
      <w:fldChar w:fldCharType="end"/>
    </w:r>
    <w:r>
      <w:t xml:space="preserve"> of </w:t>
    </w:r>
    <w:fldSimple w:instr=" NUMPAGES  ">
      <w:r>
        <w:t>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18757" w14:textId="77777777" w:rsidR="00413013" w:rsidRDefault="00413013">
      <w:r>
        <w:separator/>
      </w:r>
    </w:p>
  </w:footnote>
  <w:footnote w:type="continuationSeparator" w:id="0">
    <w:p w14:paraId="7706B130" w14:textId="77777777" w:rsidR="00413013" w:rsidRDefault="004130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60382" w14:textId="77777777" w:rsidR="00413013" w:rsidRDefault="00413013" w:rsidP="003948E1">
    <w:pPr>
      <w:pStyle w:val="Header"/>
      <w:spacing w:after="240"/>
    </w:pPr>
    <w:r>
      <w:rPr>
        <w:noProof/>
      </w:rPr>
      <w:drawing>
        <wp:inline distT="0" distB="0" distL="0" distR="0" wp14:anchorId="74C09477" wp14:editId="1B0C8115">
          <wp:extent cx="990600" cy="495300"/>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N20_Full_cmyk.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90600" cy="495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86ED4"/>
    <w:multiLevelType w:val="hybridMultilevel"/>
    <w:tmpl w:val="FAA8B488"/>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5A66F7C"/>
    <w:multiLevelType w:val="hybridMultilevel"/>
    <w:tmpl w:val="67384CBE"/>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A2A300E"/>
    <w:multiLevelType w:val="hybridMultilevel"/>
    <w:tmpl w:val="9C20E546"/>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A6E5F89"/>
    <w:multiLevelType w:val="hybridMultilevel"/>
    <w:tmpl w:val="E85CCF18"/>
    <w:lvl w:ilvl="0" w:tplc="322064C2">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0B3C418A"/>
    <w:multiLevelType w:val="hybridMultilevel"/>
    <w:tmpl w:val="312CEB6A"/>
    <w:lvl w:ilvl="0" w:tplc="7FCC1970">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9AD258E"/>
    <w:multiLevelType w:val="hybridMultilevel"/>
    <w:tmpl w:val="F06A9826"/>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1F319C4"/>
    <w:multiLevelType w:val="hybridMultilevel"/>
    <w:tmpl w:val="3F36762A"/>
    <w:lvl w:ilvl="0" w:tplc="7FCC1970">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22AC6126"/>
    <w:multiLevelType w:val="hybridMultilevel"/>
    <w:tmpl w:val="4F8297B2"/>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23814BB0"/>
    <w:multiLevelType w:val="hybridMultilevel"/>
    <w:tmpl w:val="ED8CBBBC"/>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24EC2246"/>
    <w:multiLevelType w:val="hybridMultilevel"/>
    <w:tmpl w:val="365830B4"/>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25F14E87"/>
    <w:multiLevelType w:val="hybridMultilevel"/>
    <w:tmpl w:val="943E956A"/>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94E4F1C"/>
    <w:multiLevelType w:val="hybridMultilevel"/>
    <w:tmpl w:val="496C2ED8"/>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B226D49"/>
    <w:multiLevelType w:val="hybridMultilevel"/>
    <w:tmpl w:val="90A82998"/>
    <w:lvl w:ilvl="0" w:tplc="41108E3E">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2C3644AA"/>
    <w:multiLevelType w:val="hybridMultilevel"/>
    <w:tmpl w:val="FF88CEFE"/>
    <w:lvl w:ilvl="0" w:tplc="7FCC1970">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2E02388C"/>
    <w:multiLevelType w:val="hybridMultilevel"/>
    <w:tmpl w:val="103E7232"/>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36592712"/>
    <w:multiLevelType w:val="hybridMultilevel"/>
    <w:tmpl w:val="4B1276AA"/>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3A4D4C83"/>
    <w:multiLevelType w:val="hybridMultilevel"/>
    <w:tmpl w:val="2242C07E"/>
    <w:lvl w:ilvl="0" w:tplc="322064C2">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3C05566E"/>
    <w:multiLevelType w:val="hybridMultilevel"/>
    <w:tmpl w:val="06ECD928"/>
    <w:lvl w:ilvl="0" w:tplc="322064C2">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3C6D5C3C"/>
    <w:multiLevelType w:val="hybridMultilevel"/>
    <w:tmpl w:val="5F1ABEA4"/>
    <w:lvl w:ilvl="0" w:tplc="41108E3E">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33B7222"/>
    <w:multiLevelType w:val="hybridMultilevel"/>
    <w:tmpl w:val="842645D2"/>
    <w:lvl w:ilvl="0" w:tplc="41108E3E">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46683E11"/>
    <w:multiLevelType w:val="hybridMultilevel"/>
    <w:tmpl w:val="BDBC53F6"/>
    <w:lvl w:ilvl="0" w:tplc="41108E3E">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58242466"/>
    <w:multiLevelType w:val="hybridMultilevel"/>
    <w:tmpl w:val="3B988FC4"/>
    <w:lvl w:ilvl="0" w:tplc="322064C2">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5A925414"/>
    <w:multiLevelType w:val="hybridMultilevel"/>
    <w:tmpl w:val="89E807E2"/>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5ACC1BC2"/>
    <w:multiLevelType w:val="hybridMultilevel"/>
    <w:tmpl w:val="F638530C"/>
    <w:lvl w:ilvl="0" w:tplc="EE6C359C">
      <w:numFmt w:val="bullet"/>
      <w:lvlText w:val="•"/>
      <w:lvlJc w:val="left"/>
      <w:pPr>
        <w:ind w:left="720" w:hanging="360"/>
      </w:pPr>
      <w:rPr>
        <w:rFonts w:ascii="Times New Roman" w:eastAsia="Arial" w:hAnsi="Times New Roman" w:cs="Times New Roman" w:hint="default"/>
      </w:rPr>
    </w:lvl>
    <w:lvl w:ilvl="1" w:tplc="75B40926">
      <w:numFmt w:val="bullet"/>
      <w:lvlText w:val="-"/>
      <w:lvlJc w:val="left"/>
      <w:pPr>
        <w:ind w:left="1440" w:hanging="360"/>
      </w:pPr>
      <w:rPr>
        <w:rFonts w:ascii="Times New Roman" w:eastAsia="Arial" w:hAnsi="Times New Roman" w:cs="Times New Roman"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5E6348F6"/>
    <w:multiLevelType w:val="hybridMultilevel"/>
    <w:tmpl w:val="B78C14C6"/>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6BF84FFB"/>
    <w:multiLevelType w:val="hybridMultilevel"/>
    <w:tmpl w:val="1556D39C"/>
    <w:lvl w:ilvl="0" w:tplc="7FCC1970">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6E1B4BB8"/>
    <w:multiLevelType w:val="hybridMultilevel"/>
    <w:tmpl w:val="363C2500"/>
    <w:lvl w:ilvl="0" w:tplc="41108E3E">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72E63EC4"/>
    <w:multiLevelType w:val="hybridMultilevel"/>
    <w:tmpl w:val="2E3C4242"/>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74290E04"/>
    <w:multiLevelType w:val="hybridMultilevel"/>
    <w:tmpl w:val="6D5CF5CA"/>
    <w:lvl w:ilvl="0" w:tplc="41108E3E">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78553278"/>
    <w:multiLevelType w:val="hybridMultilevel"/>
    <w:tmpl w:val="E9CCFF92"/>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7BD15186"/>
    <w:multiLevelType w:val="hybridMultilevel"/>
    <w:tmpl w:val="239204CC"/>
    <w:lvl w:ilvl="0" w:tplc="0144F954">
      <w:start w:val="1"/>
      <w:numFmt w:val="bullet"/>
      <w:pStyle w:val="listnormal"/>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0"/>
  </w:num>
  <w:num w:numId="2">
    <w:abstractNumId w:val="25"/>
  </w:num>
  <w:num w:numId="3">
    <w:abstractNumId w:val="4"/>
  </w:num>
  <w:num w:numId="4">
    <w:abstractNumId w:val="6"/>
  </w:num>
  <w:num w:numId="5">
    <w:abstractNumId w:val="13"/>
  </w:num>
  <w:num w:numId="6">
    <w:abstractNumId w:val="3"/>
  </w:num>
  <w:num w:numId="7">
    <w:abstractNumId w:val="21"/>
  </w:num>
  <w:num w:numId="8">
    <w:abstractNumId w:val="16"/>
  </w:num>
  <w:num w:numId="9">
    <w:abstractNumId w:val="17"/>
  </w:num>
  <w:num w:numId="10">
    <w:abstractNumId w:val="23"/>
  </w:num>
  <w:num w:numId="11">
    <w:abstractNumId w:val="29"/>
  </w:num>
  <w:num w:numId="12">
    <w:abstractNumId w:val="0"/>
  </w:num>
  <w:num w:numId="13">
    <w:abstractNumId w:val="2"/>
  </w:num>
  <w:num w:numId="14">
    <w:abstractNumId w:val="8"/>
  </w:num>
  <w:num w:numId="15">
    <w:abstractNumId w:val="27"/>
  </w:num>
  <w:num w:numId="16">
    <w:abstractNumId w:val="9"/>
  </w:num>
  <w:num w:numId="17">
    <w:abstractNumId w:val="1"/>
  </w:num>
  <w:num w:numId="18">
    <w:abstractNumId w:val="15"/>
  </w:num>
  <w:num w:numId="19">
    <w:abstractNumId w:val="5"/>
  </w:num>
  <w:num w:numId="20">
    <w:abstractNumId w:val="24"/>
  </w:num>
  <w:num w:numId="21">
    <w:abstractNumId w:val="7"/>
  </w:num>
  <w:num w:numId="22">
    <w:abstractNumId w:val="22"/>
  </w:num>
  <w:num w:numId="23">
    <w:abstractNumId w:val="28"/>
  </w:num>
  <w:num w:numId="24">
    <w:abstractNumId w:val="19"/>
  </w:num>
  <w:num w:numId="25">
    <w:abstractNumId w:val="20"/>
  </w:num>
  <w:num w:numId="26">
    <w:abstractNumId w:val="12"/>
  </w:num>
  <w:num w:numId="27">
    <w:abstractNumId w:val="26"/>
  </w:num>
  <w:num w:numId="28">
    <w:abstractNumId w:val="10"/>
  </w:num>
  <w:num w:numId="29">
    <w:abstractNumId w:val="14"/>
  </w:num>
  <w:num w:numId="30">
    <w:abstractNumId w:val="18"/>
  </w:num>
  <w:num w:numId="31">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AB2"/>
    <w:rsid w:val="00000CA6"/>
    <w:rsid w:val="000063B7"/>
    <w:rsid w:val="000155A0"/>
    <w:rsid w:val="000424B7"/>
    <w:rsid w:val="000500A9"/>
    <w:rsid w:val="00052A43"/>
    <w:rsid w:val="00062882"/>
    <w:rsid w:val="00064CB1"/>
    <w:rsid w:val="00077FFB"/>
    <w:rsid w:val="00090523"/>
    <w:rsid w:val="000A731D"/>
    <w:rsid w:val="000B1B0A"/>
    <w:rsid w:val="000B1CD8"/>
    <w:rsid w:val="000B603E"/>
    <w:rsid w:val="000C1F54"/>
    <w:rsid w:val="000C6C28"/>
    <w:rsid w:val="000D1BE3"/>
    <w:rsid w:val="000D485A"/>
    <w:rsid w:val="00114991"/>
    <w:rsid w:val="00116892"/>
    <w:rsid w:val="00116D97"/>
    <w:rsid w:val="0016289D"/>
    <w:rsid w:val="00194D67"/>
    <w:rsid w:val="001B3D87"/>
    <w:rsid w:val="001E6A55"/>
    <w:rsid w:val="001F10BC"/>
    <w:rsid w:val="0021227F"/>
    <w:rsid w:val="00223121"/>
    <w:rsid w:val="002A1A13"/>
    <w:rsid w:val="002B3080"/>
    <w:rsid w:val="002B7E5C"/>
    <w:rsid w:val="002D25EE"/>
    <w:rsid w:val="002D3131"/>
    <w:rsid w:val="002D5CC1"/>
    <w:rsid w:val="002E10D4"/>
    <w:rsid w:val="002E3CD6"/>
    <w:rsid w:val="002F4A87"/>
    <w:rsid w:val="002F5142"/>
    <w:rsid w:val="003000D1"/>
    <w:rsid w:val="003027A7"/>
    <w:rsid w:val="00320495"/>
    <w:rsid w:val="00325BC7"/>
    <w:rsid w:val="00340834"/>
    <w:rsid w:val="003462AA"/>
    <w:rsid w:val="003579A6"/>
    <w:rsid w:val="003908D1"/>
    <w:rsid w:val="003926E1"/>
    <w:rsid w:val="003948E1"/>
    <w:rsid w:val="003A33D0"/>
    <w:rsid w:val="003D4E90"/>
    <w:rsid w:val="00412FF9"/>
    <w:rsid w:val="00413013"/>
    <w:rsid w:val="0043399B"/>
    <w:rsid w:val="004443D8"/>
    <w:rsid w:val="004457AE"/>
    <w:rsid w:val="004536E1"/>
    <w:rsid w:val="00466C00"/>
    <w:rsid w:val="00487DC0"/>
    <w:rsid w:val="00496090"/>
    <w:rsid w:val="004A6DF7"/>
    <w:rsid w:val="004C190E"/>
    <w:rsid w:val="004C2943"/>
    <w:rsid w:val="004D5B1D"/>
    <w:rsid w:val="004F22EB"/>
    <w:rsid w:val="004F754C"/>
    <w:rsid w:val="0050433D"/>
    <w:rsid w:val="0050786E"/>
    <w:rsid w:val="0052050E"/>
    <w:rsid w:val="00524011"/>
    <w:rsid w:val="0053034A"/>
    <w:rsid w:val="0053276D"/>
    <w:rsid w:val="00534DB0"/>
    <w:rsid w:val="00534E7A"/>
    <w:rsid w:val="005454B1"/>
    <w:rsid w:val="00550169"/>
    <w:rsid w:val="0055537D"/>
    <w:rsid w:val="00564179"/>
    <w:rsid w:val="00565F68"/>
    <w:rsid w:val="00575298"/>
    <w:rsid w:val="00584507"/>
    <w:rsid w:val="005927CB"/>
    <w:rsid w:val="00592D67"/>
    <w:rsid w:val="00597F49"/>
    <w:rsid w:val="005D2261"/>
    <w:rsid w:val="005E05CB"/>
    <w:rsid w:val="00603B82"/>
    <w:rsid w:val="0062231D"/>
    <w:rsid w:val="00625910"/>
    <w:rsid w:val="00630CDD"/>
    <w:rsid w:val="006338DE"/>
    <w:rsid w:val="00641FCC"/>
    <w:rsid w:val="00642851"/>
    <w:rsid w:val="00665FF5"/>
    <w:rsid w:val="006913DF"/>
    <w:rsid w:val="006C0E09"/>
    <w:rsid w:val="006C7A0D"/>
    <w:rsid w:val="006D42FC"/>
    <w:rsid w:val="006E5738"/>
    <w:rsid w:val="006F1B4C"/>
    <w:rsid w:val="00717E26"/>
    <w:rsid w:val="00744A86"/>
    <w:rsid w:val="00753217"/>
    <w:rsid w:val="0077286E"/>
    <w:rsid w:val="00787F7E"/>
    <w:rsid w:val="007A1969"/>
    <w:rsid w:val="007A6F20"/>
    <w:rsid w:val="007A6F21"/>
    <w:rsid w:val="007D24BD"/>
    <w:rsid w:val="007E5C2E"/>
    <w:rsid w:val="00803E78"/>
    <w:rsid w:val="00837580"/>
    <w:rsid w:val="00850230"/>
    <w:rsid w:val="008575DB"/>
    <w:rsid w:val="00863B9B"/>
    <w:rsid w:val="0087256B"/>
    <w:rsid w:val="00891818"/>
    <w:rsid w:val="008934BD"/>
    <w:rsid w:val="00897846"/>
    <w:rsid w:val="008C5AB2"/>
    <w:rsid w:val="008E6A44"/>
    <w:rsid w:val="00927203"/>
    <w:rsid w:val="0095079A"/>
    <w:rsid w:val="009714D0"/>
    <w:rsid w:val="0097392A"/>
    <w:rsid w:val="009C2EB7"/>
    <w:rsid w:val="009D0947"/>
    <w:rsid w:val="009F04E4"/>
    <w:rsid w:val="009F1F29"/>
    <w:rsid w:val="009F2D7A"/>
    <w:rsid w:val="00A07E3C"/>
    <w:rsid w:val="00A12209"/>
    <w:rsid w:val="00A31B50"/>
    <w:rsid w:val="00A33AAC"/>
    <w:rsid w:val="00A47A13"/>
    <w:rsid w:val="00A47BD3"/>
    <w:rsid w:val="00A85E85"/>
    <w:rsid w:val="00AB27A6"/>
    <w:rsid w:val="00AC3BA7"/>
    <w:rsid w:val="00AD24F6"/>
    <w:rsid w:val="00AD4DAF"/>
    <w:rsid w:val="00AE0CE8"/>
    <w:rsid w:val="00AE1D51"/>
    <w:rsid w:val="00B25135"/>
    <w:rsid w:val="00B30655"/>
    <w:rsid w:val="00B512AF"/>
    <w:rsid w:val="00B60A03"/>
    <w:rsid w:val="00B66D33"/>
    <w:rsid w:val="00B8370C"/>
    <w:rsid w:val="00B87E61"/>
    <w:rsid w:val="00BB128A"/>
    <w:rsid w:val="00BB5973"/>
    <w:rsid w:val="00BE098D"/>
    <w:rsid w:val="00BE67EF"/>
    <w:rsid w:val="00BF03B4"/>
    <w:rsid w:val="00C153FC"/>
    <w:rsid w:val="00C209F8"/>
    <w:rsid w:val="00C225D2"/>
    <w:rsid w:val="00C30BE5"/>
    <w:rsid w:val="00C34C1A"/>
    <w:rsid w:val="00C3514E"/>
    <w:rsid w:val="00C615AE"/>
    <w:rsid w:val="00C738D1"/>
    <w:rsid w:val="00CB3385"/>
    <w:rsid w:val="00CB49DC"/>
    <w:rsid w:val="00CC15C6"/>
    <w:rsid w:val="00CC2864"/>
    <w:rsid w:val="00CE52D8"/>
    <w:rsid w:val="00CF0FC3"/>
    <w:rsid w:val="00D273BE"/>
    <w:rsid w:val="00D50886"/>
    <w:rsid w:val="00D6478D"/>
    <w:rsid w:val="00D71D51"/>
    <w:rsid w:val="00D95CDD"/>
    <w:rsid w:val="00DB246B"/>
    <w:rsid w:val="00DF1532"/>
    <w:rsid w:val="00E0610A"/>
    <w:rsid w:val="00E0618A"/>
    <w:rsid w:val="00E72B91"/>
    <w:rsid w:val="00E816CF"/>
    <w:rsid w:val="00E82056"/>
    <w:rsid w:val="00E90E1F"/>
    <w:rsid w:val="00EB78D9"/>
    <w:rsid w:val="00EE7DDD"/>
    <w:rsid w:val="00EF7BB4"/>
    <w:rsid w:val="00F12465"/>
    <w:rsid w:val="00F406B5"/>
    <w:rsid w:val="00F44BF8"/>
    <w:rsid w:val="00F643D6"/>
    <w:rsid w:val="00F67D35"/>
    <w:rsid w:val="00F70967"/>
    <w:rsid w:val="00F940D4"/>
    <w:rsid w:val="00FA7043"/>
    <w:rsid w:val="00FB6F8B"/>
    <w:rsid w:val="00FC7539"/>
    <w:rsid w:val="00FD4224"/>
    <w:rsid w:val="00FD5816"/>
    <w:rsid w:val="00FE4398"/>
    <w:rsid w:val="00FF1CD0"/>
    <w:rsid w:val="00FF36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572494E"/>
  <w15:chartTrackingRefBased/>
  <w15:docId w15:val="{243D24D6-C773-4B2B-AFB4-B1537762E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AB2"/>
    <w:pPr>
      <w:spacing w:line="276" w:lineRule="auto"/>
    </w:pPr>
    <w:rPr>
      <w:rFonts w:ascii="Arial" w:eastAsia="Arial" w:hAnsi="Arial" w:cs="Arial"/>
      <w:sz w:val="22"/>
      <w:szCs w:val="22"/>
      <w:lang w:val="en-GB" w:eastAsia="en-AU"/>
    </w:rPr>
  </w:style>
  <w:style w:type="paragraph" w:styleId="Heading1">
    <w:name w:val="heading 1"/>
    <w:basedOn w:val="Normal"/>
    <w:next w:val="Normal"/>
    <w:link w:val="Heading1Char"/>
    <w:uiPriority w:val="9"/>
    <w:unhideWhenUsed/>
    <w:rsid w:val="003948E1"/>
    <w:pPr>
      <w:keepNext/>
      <w:keepLines/>
      <w:spacing w:before="480"/>
      <w:outlineLvl w:val="0"/>
    </w:pPr>
    <w:rPr>
      <w:rFonts w:ascii="Calibri Light" w:hAnsi="Calibri Light"/>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8E1"/>
    <w:rPr>
      <w:rFonts w:ascii="Calibri Light" w:eastAsia="Times New Roman" w:hAnsi="Calibri Light" w:cs="Times New Roman"/>
      <w:b/>
      <w:bCs/>
      <w:color w:val="365F91"/>
      <w:sz w:val="28"/>
      <w:szCs w:val="28"/>
      <w:lang w:val="en-GB"/>
    </w:rPr>
  </w:style>
  <w:style w:type="paragraph" w:customStyle="1" w:styleId="minor">
    <w:name w:val="minor"/>
    <w:basedOn w:val="Normal"/>
    <w:link w:val="minorChar"/>
    <w:qFormat/>
    <w:rsid w:val="009F04E4"/>
    <w:rPr>
      <w:noProof/>
      <w:color w:val="FF0000"/>
    </w:rPr>
  </w:style>
  <w:style w:type="character" w:customStyle="1" w:styleId="minorChar">
    <w:name w:val="minor Char"/>
    <w:link w:val="minor"/>
    <w:rsid w:val="009F04E4"/>
    <w:rPr>
      <w:noProof/>
      <w:color w:val="FF0000"/>
      <w:sz w:val="20"/>
      <w:lang w:eastAsia="en-AU"/>
    </w:rPr>
  </w:style>
  <w:style w:type="table" w:styleId="TableGrid">
    <w:name w:val="Table Grid"/>
    <w:basedOn w:val="TableNormal"/>
    <w:uiPriority w:val="39"/>
    <w:rsid w:val="003948E1"/>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ormal">
    <w:name w:val="list normal"/>
    <w:basedOn w:val="Normal"/>
    <w:link w:val="listnormalChar"/>
    <w:qFormat/>
    <w:rsid w:val="009F04E4"/>
    <w:pPr>
      <w:numPr>
        <w:numId w:val="1"/>
      </w:numPr>
    </w:pPr>
    <w:rPr>
      <w:rFonts w:cs="Courier New"/>
    </w:rPr>
  </w:style>
  <w:style w:type="character" w:customStyle="1" w:styleId="listnormalChar">
    <w:name w:val="list normal Char"/>
    <w:link w:val="listnormal"/>
    <w:rsid w:val="009F04E4"/>
    <w:rPr>
      <w:rFonts w:ascii="Arial" w:eastAsia="Arial" w:hAnsi="Arial" w:cs="Courier New"/>
      <w:sz w:val="22"/>
      <w:szCs w:val="22"/>
      <w:lang w:val="en-GB" w:eastAsia="en-AU"/>
    </w:rPr>
  </w:style>
  <w:style w:type="paragraph" w:styleId="ListParagraph">
    <w:name w:val="List Paragraph"/>
    <w:basedOn w:val="Normal"/>
    <w:uiPriority w:val="34"/>
    <w:qFormat/>
    <w:rsid w:val="003948E1"/>
    <w:pPr>
      <w:ind w:left="720"/>
      <w:contextualSpacing/>
    </w:pPr>
  </w:style>
  <w:style w:type="character" w:customStyle="1" w:styleId="i-notetoDTOchar">
    <w:name w:val="&lt;i - note to DTO char&gt;"/>
    <w:uiPriority w:val="1"/>
    <w:rsid w:val="003948E1"/>
    <w:rPr>
      <w:rFonts w:ascii="Arial" w:hAnsi="Arial" w:cs="Arial"/>
      <w:b/>
      <w:color w:val="FF0000"/>
    </w:rPr>
  </w:style>
  <w:style w:type="paragraph" w:customStyle="1" w:styleId="i-notetoDTO">
    <w:name w:val="&lt;i - note to DTO&gt;"/>
    <w:link w:val="i-notetoDTOChar0"/>
    <w:autoRedefine/>
    <w:qFormat/>
    <w:rsid w:val="003948E1"/>
    <w:pPr>
      <w:jc w:val="center"/>
    </w:pPr>
    <w:rPr>
      <w:rFonts w:ascii="Arial" w:eastAsia="Times New Roman" w:hAnsi="Arial" w:cs="Arial"/>
      <w:b/>
      <w:color w:val="FF0000"/>
      <w:sz w:val="28"/>
      <w:szCs w:val="28"/>
      <w:lang w:val="en-GB" w:eastAsia="en-US"/>
    </w:rPr>
  </w:style>
  <w:style w:type="character" w:customStyle="1" w:styleId="i-notetoDTOChar0">
    <w:name w:val="&lt;i - note to DTO&gt; Char"/>
    <w:link w:val="i-notetoDTO"/>
    <w:rsid w:val="003948E1"/>
    <w:rPr>
      <w:rFonts w:ascii="Arial" w:eastAsia="Times New Roman" w:hAnsi="Arial" w:cs="Arial"/>
      <w:b/>
      <w:color w:val="FF0000"/>
      <w:sz w:val="28"/>
      <w:szCs w:val="28"/>
      <w:lang w:val="en-GB"/>
    </w:rPr>
  </w:style>
  <w:style w:type="paragraph" w:styleId="BalloonText">
    <w:name w:val="Balloon Text"/>
    <w:basedOn w:val="Normal"/>
    <w:link w:val="BalloonTextChar"/>
    <w:uiPriority w:val="99"/>
    <w:semiHidden/>
    <w:unhideWhenUsed/>
    <w:rsid w:val="003948E1"/>
    <w:rPr>
      <w:rFonts w:ascii="Tahoma" w:hAnsi="Tahoma" w:cs="Tahoma"/>
      <w:sz w:val="16"/>
      <w:szCs w:val="16"/>
    </w:rPr>
  </w:style>
  <w:style w:type="character" w:customStyle="1" w:styleId="BalloonTextChar">
    <w:name w:val="Balloon Text Char"/>
    <w:link w:val="BalloonText"/>
    <w:uiPriority w:val="99"/>
    <w:semiHidden/>
    <w:rsid w:val="003948E1"/>
    <w:rPr>
      <w:rFonts w:ascii="Tahoma" w:eastAsia="Times New Roman" w:hAnsi="Tahoma" w:cs="Tahoma"/>
      <w:sz w:val="16"/>
      <w:szCs w:val="16"/>
      <w:lang w:val="en-GB"/>
    </w:rPr>
  </w:style>
  <w:style w:type="paragraph" w:customStyle="1" w:styleId="i-bhead">
    <w:name w:val="i - b head"/>
    <w:basedOn w:val="Normal"/>
    <w:rsid w:val="00E0610A"/>
    <w:pPr>
      <w:spacing w:before="75"/>
    </w:pPr>
    <w:rPr>
      <w:rFonts w:ascii="Verdana" w:hAnsi="Verdana"/>
      <w:color w:val="00AEEF"/>
      <w:sz w:val="32"/>
      <w:szCs w:val="28"/>
    </w:rPr>
  </w:style>
  <w:style w:type="character" w:customStyle="1" w:styleId="i-bodytextbold">
    <w:name w:val="i - body text bold"/>
    <w:uiPriority w:val="1"/>
    <w:rsid w:val="003948E1"/>
    <w:rPr>
      <w:b/>
    </w:rPr>
  </w:style>
  <w:style w:type="paragraph" w:customStyle="1" w:styleId="i-bodytextfo">
    <w:name w:val="i - body text f/o"/>
    <w:basedOn w:val="Normal"/>
    <w:next w:val="Normal"/>
    <w:autoRedefine/>
    <w:qFormat/>
    <w:rsid w:val="003948E1"/>
    <w:pPr>
      <w:spacing w:before="75" w:after="75" w:line="360" w:lineRule="auto"/>
    </w:pPr>
    <w:rPr>
      <w:lang w:val="en-AU"/>
    </w:rPr>
  </w:style>
  <w:style w:type="paragraph" w:customStyle="1" w:styleId="i-bodytextindent">
    <w:name w:val="i - body text indent"/>
    <w:basedOn w:val="i-bodytextfo"/>
    <w:autoRedefine/>
    <w:qFormat/>
    <w:rsid w:val="003948E1"/>
    <w:pPr>
      <w:ind w:firstLine="225"/>
    </w:pPr>
  </w:style>
  <w:style w:type="character" w:customStyle="1" w:styleId="i-bodytextitalic">
    <w:name w:val="i - body text italic"/>
    <w:uiPriority w:val="1"/>
    <w:rsid w:val="003948E1"/>
    <w:rPr>
      <w:i/>
    </w:rPr>
  </w:style>
  <w:style w:type="paragraph" w:customStyle="1" w:styleId="i-bodytextright">
    <w:name w:val="i - body text right"/>
    <w:basedOn w:val="i-bodytextfo"/>
    <w:rsid w:val="003948E1"/>
    <w:pPr>
      <w:suppressAutoHyphens/>
      <w:jc w:val="right"/>
    </w:pPr>
    <w:rPr>
      <w:color w:val="548DD4"/>
    </w:rPr>
  </w:style>
  <w:style w:type="character" w:customStyle="1" w:styleId="i-bodytextsubscript">
    <w:name w:val="i - body text subscript"/>
    <w:uiPriority w:val="1"/>
    <w:rsid w:val="003948E1"/>
    <w:rPr>
      <w:vertAlign w:val="subscript"/>
    </w:rPr>
  </w:style>
  <w:style w:type="character" w:customStyle="1" w:styleId="i-bodytextsubscriptitalic">
    <w:name w:val="i - body text subscript italic"/>
    <w:uiPriority w:val="1"/>
    <w:rsid w:val="003948E1"/>
    <w:rPr>
      <w:i/>
      <w:vertAlign w:val="subscript"/>
    </w:rPr>
  </w:style>
  <w:style w:type="character" w:customStyle="1" w:styleId="i-bodytextsuperscript">
    <w:name w:val="i - body text superscript"/>
    <w:rsid w:val="003948E1"/>
    <w:rPr>
      <w:dstrike w:val="0"/>
      <w:vertAlign w:val="superscript"/>
    </w:rPr>
  </w:style>
  <w:style w:type="character" w:customStyle="1" w:styleId="i-bodytextsuperscriptitalic">
    <w:name w:val="i - body text superscript italic"/>
    <w:uiPriority w:val="1"/>
    <w:rsid w:val="003948E1"/>
    <w:rPr>
      <w:i/>
      <w:vertAlign w:val="superscript"/>
    </w:rPr>
  </w:style>
  <w:style w:type="character" w:customStyle="1" w:styleId="i-bodytexturl">
    <w:name w:val="i - body text url"/>
    <w:rsid w:val="003948E1"/>
    <w:rPr>
      <w:rFonts w:ascii="Arial" w:hAnsi="Arial" w:cs="Arial"/>
      <w:b/>
      <w:bCs/>
      <w:color w:val="3366FF"/>
      <w:lang w:val="en-US"/>
    </w:rPr>
  </w:style>
  <w:style w:type="paragraph" w:customStyle="1" w:styleId="i-bulletlist1">
    <w:name w:val="i - bullet list 1"/>
    <w:autoRedefine/>
    <w:rsid w:val="003948E1"/>
    <w:pPr>
      <w:ind w:left="405" w:hanging="405"/>
    </w:pPr>
    <w:rPr>
      <w:rFonts w:ascii="Verdana" w:eastAsia="Times New Roman" w:hAnsi="Verdana" w:cs="Arial"/>
      <w:sz w:val="22"/>
      <w:szCs w:val="22"/>
      <w:lang w:val="en-GB" w:eastAsia="en-US"/>
    </w:rPr>
  </w:style>
  <w:style w:type="paragraph" w:customStyle="1" w:styleId="i-bulletlist2">
    <w:name w:val="i - bullet list 2"/>
    <w:basedOn w:val="Normal"/>
    <w:autoRedefine/>
    <w:rsid w:val="00FD5816"/>
    <w:pPr>
      <w:spacing w:before="75" w:after="75"/>
      <w:ind w:left="709" w:hanging="283"/>
    </w:pPr>
    <w:rPr>
      <w:lang w:val="en-AU"/>
    </w:rPr>
  </w:style>
  <w:style w:type="paragraph" w:customStyle="1" w:styleId="i-bulletlist3">
    <w:name w:val="i - bullet list 3"/>
    <w:basedOn w:val="i-bulletlist2"/>
    <w:rsid w:val="003948E1"/>
    <w:pPr>
      <w:ind w:left="993" w:hanging="284"/>
    </w:pPr>
  </w:style>
  <w:style w:type="paragraph" w:customStyle="1" w:styleId="i-chead">
    <w:name w:val="i - c head"/>
    <w:basedOn w:val="Normal"/>
    <w:next w:val="i-bodytextfo"/>
    <w:autoRedefine/>
    <w:qFormat/>
    <w:rsid w:val="007A6F20"/>
    <w:pPr>
      <w:spacing w:before="240" w:after="120" w:line="240" w:lineRule="auto"/>
    </w:pPr>
    <w:rPr>
      <w:rFonts w:ascii="Verdana" w:hAnsi="Verdana"/>
      <w:b/>
      <w:color w:val="00AEEF"/>
      <w:sz w:val="24"/>
      <w:szCs w:val="28"/>
      <w:lang w:eastAsia="en-US"/>
    </w:rPr>
  </w:style>
  <w:style w:type="paragraph" w:customStyle="1" w:styleId="i-equationtext">
    <w:name w:val="i - equation text"/>
    <w:basedOn w:val="i-bodytextindent"/>
    <w:autoRedefine/>
    <w:rsid w:val="003948E1"/>
    <w:pPr>
      <w:spacing w:line="240" w:lineRule="auto"/>
      <w:ind w:firstLine="0"/>
      <w:jc w:val="center"/>
    </w:pPr>
    <w:rPr>
      <w:rFonts w:ascii="Cambria Math" w:hAnsi="Cambria Math"/>
    </w:rPr>
  </w:style>
  <w:style w:type="character" w:customStyle="1" w:styleId="i-headbold">
    <w:name w:val="i - head bold"/>
    <w:uiPriority w:val="1"/>
    <w:rsid w:val="003948E1"/>
    <w:rPr>
      <w:b/>
    </w:rPr>
  </w:style>
  <w:style w:type="character" w:customStyle="1" w:styleId="i-headitalic">
    <w:name w:val="i - head italic"/>
    <w:uiPriority w:val="1"/>
    <w:rsid w:val="003948E1"/>
    <w:rPr>
      <w:rFonts w:ascii="Arial" w:hAnsi="Arial"/>
      <w:i/>
    </w:rPr>
  </w:style>
  <w:style w:type="character" w:customStyle="1" w:styleId="i-headsubscript">
    <w:name w:val="i - head subscript"/>
    <w:uiPriority w:val="1"/>
    <w:rsid w:val="003948E1"/>
    <w:rPr>
      <w:rFonts w:ascii="Arial" w:hAnsi="Arial"/>
      <w:vertAlign w:val="subscript"/>
    </w:rPr>
  </w:style>
  <w:style w:type="character" w:customStyle="1" w:styleId="i-headsuperscript">
    <w:name w:val="i - head superscript"/>
    <w:uiPriority w:val="1"/>
    <w:rsid w:val="003948E1"/>
    <w:rPr>
      <w:rFonts w:ascii="Arial" w:hAnsi="Arial"/>
      <w:vertAlign w:val="superscript"/>
    </w:rPr>
  </w:style>
  <w:style w:type="paragraph" w:customStyle="1" w:styleId="i-label1">
    <w:name w:val="i - label 1"/>
    <w:basedOn w:val="Normal"/>
    <w:autoRedefine/>
    <w:rsid w:val="003948E1"/>
    <w:rPr>
      <w:color w:val="494949"/>
    </w:rPr>
  </w:style>
  <w:style w:type="paragraph" w:customStyle="1" w:styleId="i-label2">
    <w:name w:val="i - label 2"/>
    <w:rsid w:val="003948E1"/>
    <w:pPr>
      <w:spacing w:before="60"/>
    </w:pPr>
    <w:rPr>
      <w:rFonts w:ascii="Arial" w:eastAsia="Times New Roman" w:hAnsi="Arial"/>
      <w:color w:val="808080"/>
      <w:sz w:val="22"/>
      <w:szCs w:val="24"/>
      <w:lang w:eastAsia="en-US"/>
    </w:rPr>
  </w:style>
  <w:style w:type="character" w:customStyle="1" w:styleId="i-label2bold">
    <w:name w:val="i - label 2 bold"/>
    <w:uiPriority w:val="1"/>
    <w:rsid w:val="003948E1"/>
    <w:rPr>
      <w:rFonts w:ascii="Arial Unicode MS" w:hAnsi="Arial Unicode MS"/>
      <w:b/>
      <w:sz w:val="24"/>
    </w:rPr>
  </w:style>
  <w:style w:type="character" w:customStyle="1" w:styleId="i-label2italic">
    <w:name w:val="i - label 2 italic"/>
    <w:uiPriority w:val="1"/>
    <w:rsid w:val="003948E1"/>
    <w:rPr>
      <w:rFonts w:ascii="Arial Unicode MS" w:hAnsi="Arial Unicode MS"/>
      <w:i/>
      <w:sz w:val="24"/>
    </w:rPr>
  </w:style>
  <w:style w:type="character" w:customStyle="1" w:styleId="i-labelbold">
    <w:name w:val="i - label bold"/>
    <w:uiPriority w:val="1"/>
    <w:rsid w:val="003948E1"/>
    <w:rPr>
      <w:b/>
    </w:rPr>
  </w:style>
  <w:style w:type="character" w:customStyle="1" w:styleId="i-labelitalic">
    <w:name w:val="i - label italic"/>
    <w:uiPriority w:val="1"/>
    <w:rsid w:val="003948E1"/>
    <w:rPr>
      <w:i/>
    </w:rPr>
  </w:style>
  <w:style w:type="character" w:customStyle="1" w:styleId="i-labelsubscript">
    <w:name w:val="i - label subscript"/>
    <w:uiPriority w:val="1"/>
    <w:rsid w:val="003948E1"/>
    <w:rPr>
      <w:vertAlign w:val="subscript"/>
    </w:rPr>
  </w:style>
  <w:style w:type="character" w:customStyle="1" w:styleId="i-labelsuperscript">
    <w:name w:val="i - label superscript"/>
    <w:uiPriority w:val="1"/>
    <w:rsid w:val="003948E1"/>
    <w:rPr>
      <w:vertAlign w:val="superscript"/>
    </w:rPr>
  </w:style>
  <w:style w:type="character" w:customStyle="1" w:styleId="i-listbold">
    <w:name w:val="i - list bold"/>
    <w:uiPriority w:val="1"/>
    <w:rsid w:val="003948E1"/>
    <w:rPr>
      <w:b/>
    </w:rPr>
  </w:style>
  <w:style w:type="character" w:customStyle="1" w:styleId="i-listitalic">
    <w:name w:val="i - list italic"/>
    <w:uiPriority w:val="1"/>
    <w:qFormat/>
    <w:rsid w:val="003948E1"/>
    <w:rPr>
      <w:i/>
      <w:color w:val="112E35"/>
    </w:rPr>
  </w:style>
  <w:style w:type="character" w:customStyle="1" w:styleId="i-listnumber">
    <w:name w:val="i - list number"/>
    <w:qFormat/>
    <w:rsid w:val="003948E1"/>
    <w:rPr>
      <w:rFonts w:ascii="Arial" w:hAnsi="Arial" w:cs="Arial"/>
      <w:b/>
      <w:color w:val="1F0D2D"/>
      <w:sz w:val="22"/>
    </w:rPr>
  </w:style>
  <w:style w:type="character" w:customStyle="1" w:styleId="i-listsubscript">
    <w:name w:val="i - list subscript"/>
    <w:uiPriority w:val="1"/>
    <w:rsid w:val="003948E1"/>
    <w:rPr>
      <w:vertAlign w:val="subscript"/>
    </w:rPr>
  </w:style>
  <w:style w:type="character" w:customStyle="1" w:styleId="i-listsubscriptitalic">
    <w:name w:val="i - list subscript italic"/>
    <w:uiPriority w:val="1"/>
    <w:rsid w:val="003948E1"/>
    <w:rPr>
      <w:rFonts w:ascii="Verdana" w:hAnsi="Verdana"/>
      <w:i/>
      <w:vertAlign w:val="subscript"/>
    </w:rPr>
  </w:style>
  <w:style w:type="character" w:customStyle="1" w:styleId="i-listsuperscript">
    <w:name w:val="i - list superscript"/>
    <w:uiPriority w:val="1"/>
    <w:rsid w:val="003948E1"/>
    <w:rPr>
      <w:vertAlign w:val="superscript"/>
    </w:rPr>
  </w:style>
  <w:style w:type="character" w:customStyle="1" w:styleId="i-listsuperscriptitalic">
    <w:name w:val="i - list superscript italic"/>
    <w:uiPriority w:val="1"/>
    <w:rsid w:val="003948E1"/>
    <w:rPr>
      <w:rFonts w:ascii="Verdana" w:hAnsi="Verdana"/>
      <w:i/>
      <w:vertAlign w:val="superscript"/>
    </w:rPr>
  </w:style>
  <w:style w:type="character" w:customStyle="1" w:styleId="i-listurl">
    <w:name w:val="i - list url"/>
    <w:uiPriority w:val="1"/>
    <w:rsid w:val="003948E1"/>
    <w:rPr>
      <w:rFonts w:ascii="Verdana" w:hAnsi="Verdana"/>
      <w:b/>
      <w:color w:val="31849B"/>
    </w:rPr>
  </w:style>
  <w:style w:type="paragraph" w:customStyle="1" w:styleId="i-numberedlist1">
    <w:name w:val="i - numbered list 1"/>
    <w:autoRedefine/>
    <w:qFormat/>
    <w:rsid w:val="003948E1"/>
    <w:pPr>
      <w:spacing w:before="120" w:after="75"/>
      <w:ind w:left="403" w:hanging="403"/>
      <w:contextualSpacing/>
    </w:pPr>
    <w:rPr>
      <w:rFonts w:ascii="Times New Roman" w:eastAsia="Times New Roman" w:hAnsi="Times New Roman"/>
      <w:sz w:val="24"/>
      <w:szCs w:val="22"/>
      <w:lang w:eastAsia="en-US"/>
    </w:rPr>
  </w:style>
  <w:style w:type="paragraph" w:customStyle="1" w:styleId="i-numberedlist1indent">
    <w:name w:val="i - numbered list 1 indent"/>
    <w:basedOn w:val="i-numberedlist1"/>
    <w:autoRedefine/>
    <w:rsid w:val="003948E1"/>
    <w:pPr>
      <w:ind w:firstLine="315"/>
    </w:pPr>
  </w:style>
  <w:style w:type="paragraph" w:customStyle="1" w:styleId="i-numberedlist1indentfo">
    <w:name w:val="i - numbered list 1 indent f/o"/>
    <w:basedOn w:val="i-numberedlist1indent"/>
    <w:qFormat/>
    <w:rsid w:val="003948E1"/>
    <w:pPr>
      <w:ind w:firstLine="0"/>
    </w:pPr>
  </w:style>
  <w:style w:type="paragraph" w:customStyle="1" w:styleId="i-numberedlist1a">
    <w:name w:val="i - numbered list 1a"/>
    <w:basedOn w:val="Normal"/>
    <w:autoRedefine/>
    <w:qFormat/>
    <w:rsid w:val="00FD5816"/>
    <w:pPr>
      <w:tabs>
        <w:tab w:val="left" w:pos="425"/>
        <w:tab w:val="left" w:pos="709"/>
        <w:tab w:val="left" w:pos="993"/>
      </w:tabs>
      <w:ind w:left="720" w:hanging="720"/>
    </w:pPr>
  </w:style>
  <w:style w:type="paragraph" w:customStyle="1" w:styleId="i-numberedlist1ai">
    <w:name w:val="i - numbered list 1ai"/>
    <w:basedOn w:val="i-numberedlist1a"/>
    <w:autoRedefine/>
    <w:rsid w:val="003948E1"/>
    <w:pPr>
      <w:tabs>
        <w:tab w:val="clear" w:pos="993"/>
        <w:tab w:val="left" w:pos="1038"/>
      </w:tabs>
      <w:ind w:left="1038" w:hanging="1038"/>
    </w:pPr>
  </w:style>
  <w:style w:type="paragraph" w:customStyle="1" w:styleId="i-numberedlist2">
    <w:name w:val="i - numbered list 2"/>
    <w:basedOn w:val="i-numberedlist1"/>
    <w:autoRedefine/>
    <w:qFormat/>
    <w:rsid w:val="003948E1"/>
    <w:pPr>
      <w:ind w:left="709" w:hanging="284"/>
    </w:pPr>
  </w:style>
  <w:style w:type="paragraph" w:customStyle="1" w:styleId="i-numberedlist2indentfo">
    <w:name w:val="i - numbered list 2 indent f/o"/>
    <w:basedOn w:val="i-numberedlist1indentfo"/>
    <w:qFormat/>
    <w:rsid w:val="003948E1"/>
    <w:pPr>
      <w:ind w:left="720"/>
    </w:pPr>
  </w:style>
  <w:style w:type="paragraph" w:customStyle="1" w:styleId="i-numberedlist2a">
    <w:name w:val="i - numbered list 2a"/>
    <w:basedOn w:val="i-numberedlist1a"/>
    <w:rsid w:val="003948E1"/>
    <w:pPr>
      <w:ind w:left="1038" w:hanging="612"/>
    </w:pPr>
  </w:style>
  <w:style w:type="paragraph" w:customStyle="1" w:styleId="i-numberedlist3">
    <w:name w:val="i - numbered list 3"/>
    <w:basedOn w:val="i-numberedlist2"/>
    <w:autoRedefine/>
    <w:qFormat/>
    <w:rsid w:val="003948E1"/>
    <w:pPr>
      <w:ind w:left="1038" w:hanging="318"/>
    </w:pPr>
    <w:rPr>
      <w:color w:val="943634"/>
    </w:rPr>
  </w:style>
  <w:style w:type="paragraph" w:customStyle="1" w:styleId="i-numberedlist3indentfo">
    <w:name w:val="i - numbered list 3 indent f/o"/>
    <w:basedOn w:val="i-numberedlist3"/>
    <w:qFormat/>
    <w:rsid w:val="003948E1"/>
    <w:pPr>
      <w:ind w:firstLine="0"/>
    </w:pPr>
    <w:rPr>
      <w:rFonts w:eastAsia="ITCAvantGardeStd-Bk"/>
      <w:color w:val="632423"/>
    </w:rPr>
  </w:style>
  <w:style w:type="paragraph" w:customStyle="1" w:styleId="i-subhead">
    <w:name w:val="i - subhead"/>
    <w:basedOn w:val="Normal"/>
    <w:autoRedefine/>
    <w:rsid w:val="003948E1"/>
    <w:pPr>
      <w:spacing w:before="240"/>
      <w:ind w:left="397" w:hanging="397"/>
    </w:pPr>
    <w:rPr>
      <w:rFonts w:ascii="Verdana" w:eastAsia="Calibri" w:hAnsi="Verdana"/>
      <w:color w:val="E36C0A"/>
      <w:lang w:val="en-AU"/>
    </w:rPr>
  </w:style>
  <w:style w:type="paragraph" w:customStyle="1" w:styleId="i-tablecolumnheadalignedleft">
    <w:name w:val="i - table column head aligned left"/>
    <w:basedOn w:val="Normal"/>
    <w:autoRedefine/>
    <w:rsid w:val="003948E1"/>
    <w:pPr>
      <w:spacing w:before="30" w:after="30" w:line="280" w:lineRule="exact"/>
    </w:pPr>
    <w:rPr>
      <w:b/>
    </w:rPr>
  </w:style>
  <w:style w:type="paragraph" w:customStyle="1" w:styleId="i-tablecolumnheadcentred">
    <w:name w:val="i - table column head centred"/>
    <w:basedOn w:val="i-tablecolumnheadalignedleft"/>
    <w:autoRedefine/>
    <w:rsid w:val="003948E1"/>
    <w:pPr>
      <w:jc w:val="center"/>
    </w:pPr>
    <w:rPr>
      <w:rFonts w:eastAsia="ITCAvantGardeStd-Bk"/>
    </w:rPr>
  </w:style>
  <w:style w:type="paragraph" w:customStyle="1" w:styleId="i-tabletext">
    <w:name w:val="i - table text"/>
    <w:autoRedefine/>
    <w:rsid w:val="00C615AE"/>
    <w:pPr>
      <w:spacing w:before="30" w:after="30"/>
    </w:pPr>
    <w:rPr>
      <w:rFonts w:ascii="Times New Roman" w:eastAsia="Times New Roman" w:hAnsi="Times New Roman"/>
      <w:color w:val="000000"/>
      <w:position w:val="-12"/>
      <w:sz w:val="24"/>
      <w:szCs w:val="24"/>
      <w:lang w:val="en-GB" w:eastAsia="en-AU"/>
    </w:rPr>
  </w:style>
  <w:style w:type="paragraph" w:customStyle="1" w:styleId="i-tablecolumntextcentred">
    <w:name w:val="i - table column text centred"/>
    <w:basedOn w:val="i-tabletext"/>
    <w:rsid w:val="003948E1"/>
    <w:pPr>
      <w:jc w:val="center"/>
    </w:pPr>
  </w:style>
  <w:style w:type="paragraph" w:customStyle="1" w:styleId="i-tabletextalignedright">
    <w:name w:val="i - table text aligned right"/>
    <w:basedOn w:val="i-tabletext"/>
    <w:autoRedefine/>
    <w:rsid w:val="003948E1"/>
    <w:pPr>
      <w:jc w:val="right"/>
    </w:pPr>
    <w:rPr>
      <w:rFonts w:eastAsia="Calibri"/>
    </w:rPr>
  </w:style>
  <w:style w:type="character" w:customStyle="1" w:styleId="i-tabletextbold">
    <w:name w:val="i - table text bold"/>
    <w:rsid w:val="003948E1"/>
    <w:rPr>
      <w:rFonts w:ascii="Arial" w:hAnsi="Arial"/>
      <w:b/>
      <w:sz w:val="22"/>
    </w:rPr>
  </w:style>
  <w:style w:type="paragraph" w:customStyle="1" w:styleId="i-tabletextbulletlist">
    <w:name w:val="i - table text bullet list"/>
    <w:basedOn w:val="Normal"/>
    <w:rsid w:val="004443D8"/>
    <w:pPr>
      <w:spacing w:before="120" w:after="120" w:line="260" w:lineRule="exact"/>
      <w:ind w:left="454" w:hanging="454"/>
    </w:pPr>
    <w:rPr>
      <w:rFonts w:ascii="Times New Roman" w:eastAsia="ArialUnicodeMS" w:hAnsi="Times New Roman"/>
      <w:sz w:val="24"/>
      <w:szCs w:val="20"/>
      <w:lang w:val="en-AU" w:eastAsia="en-US"/>
    </w:rPr>
  </w:style>
  <w:style w:type="character" w:customStyle="1" w:styleId="i-tabletextitalic">
    <w:name w:val="i - table text italic"/>
    <w:rsid w:val="003948E1"/>
    <w:rPr>
      <w:rFonts w:ascii="Times New Roman" w:hAnsi="Times New Roman"/>
      <w:i/>
      <w:sz w:val="22"/>
    </w:rPr>
  </w:style>
  <w:style w:type="paragraph" w:customStyle="1" w:styleId="i-tabletextnumberedlist">
    <w:name w:val="i - table text numbered list"/>
    <w:basedOn w:val="i-tabletextbulletlist"/>
    <w:rsid w:val="003948E1"/>
  </w:style>
  <w:style w:type="character" w:customStyle="1" w:styleId="i-tabletextsubscript">
    <w:name w:val="i - table text subscript"/>
    <w:uiPriority w:val="1"/>
    <w:rsid w:val="003948E1"/>
    <w:rPr>
      <w:vertAlign w:val="subscript"/>
    </w:rPr>
  </w:style>
  <w:style w:type="character" w:customStyle="1" w:styleId="i-tabletextsubscriptitalic">
    <w:name w:val="i - table text subscript italic"/>
    <w:uiPriority w:val="1"/>
    <w:rsid w:val="003948E1"/>
    <w:rPr>
      <w:i/>
      <w:vertAlign w:val="subscript"/>
    </w:rPr>
  </w:style>
  <w:style w:type="character" w:customStyle="1" w:styleId="i-tabletextsuperscript">
    <w:name w:val="i - table text superscript"/>
    <w:rsid w:val="003948E1"/>
    <w:rPr>
      <w:vertAlign w:val="superscript"/>
    </w:rPr>
  </w:style>
  <w:style w:type="character" w:customStyle="1" w:styleId="i-tabletextsuperscriptitalic">
    <w:name w:val="i - table text superscript italic"/>
    <w:uiPriority w:val="1"/>
    <w:rsid w:val="003948E1"/>
    <w:rPr>
      <w:i/>
      <w:vertAlign w:val="superscript"/>
    </w:rPr>
  </w:style>
  <w:style w:type="paragraph" w:customStyle="1" w:styleId="i-worksheettitle">
    <w:name w:val="i - worksheet title"/>
    <w:autoRedefine/>
    <w:rsid w:val="003948E1"/>
    <w:pPr>
      <w:spacing w:before="120" w:line="640" w:lineRule="exact"/>
    </w:pPr>
    <w:rPr>
      <w:rFonts w:ascii="Arial" w:eastAsia="Times New Roman" w:hAnsi="Arial" w:cs="Arial"/>
      <w:b/>
      <w:color w:val="85B537"/>
      <w:sz w:val="50"/>
      <w:szCs w:val="50"/>
      <w:lang w:val="en-GB" w:eastAsia="en-US"/>
    </w:rPr>
  </w:style>
  <w:style w:type="paragraph" w:customStyle="1" w:styleId="i-worksheettype">
    <w:name w:val="i - worksheet type"/>
    <w:basedOn w:val="i-tabletext"/>
    <w:autoRedefine/>
    <w:rsid w:val="00FD5816"/>
    <w:rPr>
      <w:rFonts w:ascii="Arial" w:hAnsi="Arial"/>
      <w:b/>
      <w:color w:val="FFFFFF"/>
    </w:rPr>
  </w:style>
  <w:style w:type="paragraph" w:styleId="ListContinue2">
    <w:name w:val="List Continue 2"/>
    <w:basedOn w:val="Normal"/>
    <w:uiPriority w:val="99"/>
    <w:semiHidden/>
    <w:unhideWhenUsed/>
    <w:rsid w:val="003948E1"/>
    <w:pPr>
      <w:spacing w:after="120"/>
      <w:ind w:left="566"/>
      <w:contextualSpacing/>
    </w:pPr>
  </w:style>
  <w:style w:type="paragraph" w:customStyle="1" w:styleId="notetoDTO">
    <w:name w:val="&lt;note to DTO&gt;"/>
    <w:basedOn w:val="Normal"/>
    <w:uiPriority w:val="99"/>
    <w:qFormat/>
    <w:rsid w:val="003948E1"/>
    <w:pPr>
      <w:jc w:val="center"/>
    </w:pPr>
    <w:rPr>
      <w:b/>
      <w:color w:val="C00000"/>
    </w:rPr>
  </w:style>
  <w:style w:type="character" w:customStyle="1" w:styleId="bodybold">
    <w:name w:val="body bold"/>
    <w:uiPriority w:val="1"/>
    <w:qFormat/>
    <w:rsid w:val="003948E1"/>
    <w:rPr>
      <w:b/>
    </w:rPr>
  </w:style>
  <w:style w:type="character" w:customStyle="1" w:styleId="bodyglossaryword">
    <w:name w:val="body glossary word"/>
    <w:uiPriority w:val="99"/>
    <w:rsid w:val="003948E1"/>
    <w:rPr>
      <w:rFonts w:cs="Melior-Bold"/>
      <w:b/>
      <w:bCs/>
      <w:color w:val="B50B54"/>
      <w:w w:val="100"/>
    </w:rPr>
  </w:style>
  <w:style w:type="paragraph" w:customStyle="1" w:styleId="bodyindent">
    <w:name w:val="body indent"/>
    <w:basedOn w:val="Normal"/>
    <w:rsid w:val="003948E1"/>
    <w:pPr>
      <w:ind w:firstLine="284"/>
    </w:pPr>
    <w:rPr>
      <w:rFonts w:cs="Melior"/>
      <w:color w:val="000000"/>
      <w:szCs w:val="21"/>
    </w:rPr>
  </w:style>
  <w:style w:type="paragraph" w:customStyle="1" w:styleId="bodylist1">
    <w:name w:val="body list 1"/>
    <w:basedOn w:val="Normal"/>
    <w:rsid w:val="003948E1"/>
    <w:pPr>
      <w:ind w:left="284" w:hanging="284"/>
    </w:pPr>
  </w:style>
  <w:style w:type="paragraph" w:customStyle="1" w:styleId="figuretablecaption">
    <w:name w:val="figure/table caption"/>
    <w:basedOn w:val="Normal"/>
    <w:rsid w:val="003948E1"/>
    <w:rPr>
      <w:color w:val="0070C0"/>
      <w:sz w:val="20"/>
    </w:rPr>
  </w:style>
  <w:style w:type="character" w:customStyle="1" w:styleId="figuretablecaptionbold">
    <w:name w:val="figure/table caption bold"/>
    <w:uiPriority w:val="1"/>
    <w:rsid w:val="003948E1"/>
    <w:rPr>
      <w:b/>
      <w:color w:val="943634"/>
    </w:rPr>
  </w:style>
  <w:style w:type="paragraph" w:styleId="Footer">
    <w:name w:val="footer"/>
    <w:basedOn w:val="Normal"/>
    <w:link w:val="FooterChar"/>
    <w:uiPriority w:val="99"/>
    <w:unhideWhenUsed/>
    <w:rsid w:val="003948E1"/>
    <w:pPr>
      <w:tabs>
        <w:tab w:val="center" w:pos="4513"/>
        <w:tab w:val="right" w:pos="9026"/>
      </w:tabs>
    </w:pPr>
  </w:style>
  <w:style w:type="character" w:customStyle="1" w:styleId="FooterChar">
    <w:name w:val="Footer Char"/>
    <w:link w:val="Footer"/>
    <w:uiPriority w:val="99"/>
    <w:rsid w:val="003948E1"/>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3948E1"/>
    <w:pPr>
      <w:tabs>
        <w:tab w:val="center" w:pos="4513"/>
        <w:tab w:val="right" w:pos="9026"/>
      </w:tabs>
    </w:pPr>
  </w:style>
  <w:style w:type="character" w:customStyle="1" w:styleId="HeaderChar">
    <w:name w:val="Header Char"/>
    <w:link w:val="Header"/>
    <w:uiPriority w:val="99"/>
    <w:rsid w:val="003948E1"/>
    <w:rPr>
      <w:rFonts w:ascii="Times New Roman" w:eastAsia="Times New Roman" w:hAnsi="Times New Roman" w:cs="Times New Roman"/>
      <w:sz w:val="24"/>
      <w:szCs w:val="24"/>
      <w:lang w:val="en-GB"/>
    </w:rPr>
  </w:style>
  <w:style w:type="character" w:customStyle="1" w:styleId="i-Acknowledgementsitalic">
    <w:name w:val="i - Acknowledgements italic"/>
    <w:uiPriority w:val="1"/>
    <w:rsid w:val="003948E1"/>
    <w:rPr>
      <w:i/>
    </w:rPr>
  </w:style>
  <w:style w:type="paragraph" w:customStyle="1" w:styleId="i-figurecaption">
    <w:name w:val="i - figure caption"/>
    <w:basedOn w:val="Normal"/>
    <w:rsid w:val="003948E1"/>
    <w:pPr>
      <w:tabs>
        <w:tab w:val="left" w:pos="1843"/>
      </w:tabs>
      <w:spacing w:before="120" w:line="340" w:lineRule="exact"/>
      <w:ind w:left="1843" w:hanging="1843"/>
    </w:pPr>
    <w:rPr>
      <w:bCs/>
      <w:iCs/>
      <w:lang w:val="en-AU"/>
    </w:rPr>
  </w:style>
  <w:style w:type="paragraph" w:customStyle="1" w:styleId="i-Acknowledgments">
    <w:name w:val="i - Acknowledgments"/>
    <w:basedOn w:val="i-figurecaption"/>
    <w:autoRedefine/>
    <w:rsid w:val="003948E1"/>
    <w:pPr>
      <w:overflowPunct w:val="0"/>
      <w:autoSpaceDE w:val="0"/>
      <w:autoSpaceDN w:val="0"/>
      <w:adjustRightInd w:val="0"/>
      <w:textAlignment w:val="baseline"/>
    </w:pPr>
    <w:rPr>
      <w:color w:val="403152"/>
      <w:sz w:val="20"/>
      <w:szCs w:val="20"/>
    </w:rPr>
  </w:style>
  <w:style w:type="paragraph" w:customStyle="1" w:styleId="i-crossreftextfo">
    <w:name w:val="i - cross ref text f/o"/>
    <w:basedOn w:val="Normal"/>
    <w:autoRedefine/>
    <w:rsid w:val="003948E1"/>
    <w:pPr>
      <w:spacing w:after="120" w:line="280" w:lineRule="exact"/>
      <w:jc w:val="center"/>
    </w:pPr>
    <w:rPr>
      <w:rFonts w:eastAsia="Calibri"/>
      <w:b/>
      <w:color w:val="215868"/>
      <w:sz w:val="20"/>
      <w:lang w:val="en-AU"/>
    </w:rPr>
  </w:style>
  <w:style w:type="character" w:customStyle="1" w:styleId="i-figurecaptionitalic">
    <w:name w:val="i - figure caption italic"/>
    <w:uiPriority w:val="1"/>
    <w:rsid w:val="003948E1"/>
    <w:rPr>
      <w:rFonts w:ascii="NewCenturySchlbkLTStd-Roman" w:hAnsi="NewCenturySchlbkLTStd-Roman"/>
      <w:i/>
    </w:rPr>
  </w:style>
  <w:style w:type="character" w:customStyle="1" w:styleId="i-figurenumber">
    <w:name w:val="i - figure number"/>
    <w:rsid w:val="003948E1"/>
    <w:rPr>
      <w:b/>
    </w:rPr>
  </w:style>
  <w:style w:type="paragraph" w:customStyle="1" w:styleId="i-footertext">
    <w:name w:val="i - footer text"/>
    <w:basedOn w:val="Normal"/>
    <w:autoRedefine/>
    <w:rsid w:val="004F754C"/>
    <w:pPr>
      <w:tabs>
        <w:tab w:val="left" w:pos="0"/>
        <w:tab w:val="center" w:pos="5245"/>
        <w:tab w:val="right" w:pos="9639"/>
      </w:tabs>
    </w:pPr>
    <w:rPr>
      <w:rFonts w:ascii="Cambria" w:hAnsi="Cambria"/>
      <w:sz w:val="16"/>
      <w:lang w:val="en-AU"/>
    </w:rPr>
  </w:style>
  <w:style w:type="character" w:customStyle="1" w:styleId="i-safetytextbold">
    <w:name w:val="i - safety text bold"/>
    <w:rsid w:val="003948E1"/>
    <w:rPr>
      <w:rFonts w:ascii="Arial" w:hAnsi="Arial"/>
      <w:b/>
      <w:color w:val="700000"/>
      <w:sz w:val="20"/>
    </w:rPr>
  </w:style>
  <w:style w:type="paragraph" w:customStyle="1" w:styleId="i-safetytextfo">
    <w:name w:val="i - safety text f/o"/>
    <w:basedOn w:val="Normal"/>
    <w:autoRedefine/>
    <w:rsid w:val="003948E1"/>
    <w:pPr>
      <w:spacing w:before="45"/>
      <w:ind w:left="60" w:right="60"/>
    </w:pPr>
    <w:rPr>
      <w:rFonts w:cs="Courier New"/>
      <w:color w:val="700000"/>
      <w:sz w:val="20"/>
      <w:lang w:val="en-AU"/>
    </w:rPr>
  </w:style>
  <w:style w:type="paragraph" w:customStyle="1" w:styleId="i-tablecaption">
    <w:name w:val="i - table caption"/>
    <w:basedOn w:val="i-figurecaption"/>
    <w:rsid w:val="003948E1"/>
  </w:style>
  <w:style w:type="character" w:customStyle="1" w:styleId="i-tablenumber">
    <w:name w:val="i - table number"/>
    <w:rsid w:val="003948E1"/>
    <w:rPr>
      <w:rFonts w:ascii="Arial" w:hAnsi="Arial"/>
      <w:b/>
      <w:sz w:val="22"/>
    </w:rPr>
  </w:style>
  <w:style w:type="paragraph" w:customStyle="1" w:styleId="i-TBtablecolumnhead">
    <w:name w:val="i - TB table column head"/>
    <w:basedOn w:val="Normal"/>
    <w:rsid w:val="003948E1"/>
    <w:pPr>
      <w:spacing w:line="210" w:lineRule="exact"/>
      <w:jc w:val="center"/>
    </w:pPr>
    <w:rPr>
      <w:rFonts w:eastAsia="Cambria"/>
      <w:b/>
      <w:sz w:val="19"/>
    </w:rPr>
  </w:style>
  <w:style w:type="paragraph" w:customStyle="1" w:styleId="i-TBtabletext">
    <w:name w:val="i - TB table text"/>
    <w:basedOn w:val="Normal"/>
    <w:autoRedefine/>
    <w:rsid w:val="003948E1"/>
    <w:pPr>
      <w:spacing w:line="210" w:lineRule="exact"/>
    </w:pPr>
    <w:rPr>
      <w:rFonts w:eastAsia="Cambria"/>
      <w:sz w:val="19"/>
    </w:rPr>
  </w:style>
  <w:style w:type="paragraph" w:customStyle="1" w:styleId="i-WEB20head">
    <w:name w:val="i - WEB 2.0 head"/>
    <w:autoRedefine/>
    <w:rsid w:val="003948E1"/>
    <w:rPr>
      <w:rFonts w:ascii="Arial" w:eastAsia="Times New Roman" w:hAnsi="Arial"/>
      <w:b/>
      <w:color w:val="00AEEF"/>
      <w:w w:val="117"/>
      <w:sz w:val="22"/>
      <w:szCs w:val="24"/>
      <w:lang w:eastAsia="en-US"/>
    </w:rPr>
  </w:style>
  <w:style w:type="paragraph" w:customStyle="1" w:styleId="i-WEB20">
    <w:name w:val="i - WEB 2.0"/>
    <w:basedOn w:val="i-WEB20head"/>
    <w:autoRedefine/>
    <w:rsid w:val="003948E1"/>
    <w:pPr>
      <w:spacing w:before="45"/>
    </w:pPr>
    <w:rPr>
      <w:b w:val="0"/>
      <w:color w:val="auto"/>
    </w:rPr>
  </w:style>
  <w:style w:type="paragraph" w:customStyle="1" w:styleId="i-worksheetpersonaldetails">
    <w:name w:val="i - worksheet personal details"/>
    <w:basedOn w:val="Normal"/>
    <w:rsid w:val="003948E1"/>
    <w:pPr>
      <w:tabs>
        <w:tab w:val="left" w:pos="6742"/>
      </w:tabs>
      <w:spacing w:before="15" w:line="401" w:lineRule="auto"/>
      <w:ind w:left="585" w:right="1380" w:hanging="585"/>
    </w:pPr>
    <w:rPr>
      <w:rFonts w:eastAsia="Calibri"/>
      <w:b/>
      <w:bCs/>
      <w:color w:val="929292"/>
      <w:position w:val="-6"/>
      <w:sz w:val="18"/>
      <w:lang w:val="en-AU"/>
    </w:rPr>
  </w:style>
  <w:style w:type="character" w:customStyle="1" w:styleId="reviewbold">
    <w:name w:val="review bold"/>
    <w:uiPriority w:val="1"/>
    <w:qFormat/>
    <w:rsid w:val="003948E1"/>
    <w:rPr>
      <w:b/>
      <w:color w:val="00423F"/>
    </w:rPr>
  </w:style>
  <w:style w:type="paragraph" w:customStyle="1" w:styleId="reviewessentialdefinitions">
    <w:name w:val="review essential definitions"/>
    <w:basedOn w:val="Normal"/>
    <w:rsid w:val="003948E1"/>
    <w:pPr>
      <w:tabs>
        <w:tab w:val="left" w:pos="567"/>
        <w:tab w:val="left" w:pos="851"/>
        <w:tab w:val="left" w:pos="1134"/>
      </w:tabs>
      <w:ind w:left="284" w:hanging="284"/>
    </w:pPr>
    <w:rPr>
      <w:sz w:val="18"/>
    </w:rPr>
  </w:style>
  <w:style w:type="paragraph" w:customStyle="1" w:styleId="reviewfo">
    <w:name w:val="review f/o"/>
    <w:basedOn w:val="Normal"/>
    <w:rsid w:val="003948E1"/>
    <w:rPr>
      <w:rFonts w:cs="Melior"/>
      <w:color w:val="000000"/>
      <w:sz w:val="18"/>
      <w:szCs w:val="21"/>
    </w:rPr>
  </w:style>
  <w:style w:type="paragraph" w:customStyle="1" w:styleId="reviewlist1">
    <w:name w:val="review list 1"/>
    <w:basedOn w:val="Normal"/>
    <w:rsid w:val="003948E1"/>
    <w:pPr>
      <w:ind w:left="284" w:hanging="284"/>
    </w:pPr>
    <w:rPr>
      <w:sz w:val="18"/>
    </w:rPr>
  </w:style>
  <w:style w:type="paragraph" w:customStyle="1" w:styleId="reviewfactslist1">
    <w:name w:val="review facts list 1"/>
    <w:basedOn w:val="reviewlist1"/>
    <w:rsid w:val="003948E1"/>
  </w:style>
  <w:style w:type="paragraph" w:customStyle="1" w:styleId="reviewheadinga">
    <w:name w:val="review heading a"/>
    <w:basedOn w:val="Normal"/>
    <w:rsid w:val="003948E1"/>
    <w:pPr>
      <w:spacing w:before="160"/>
    </w:pPr>
    <w:rPr>
      <w:color w:val="002060"/>
      <w:sz w:val="72"/>
      <w:szCs w:val="120"/>
    </w:rPr>
  </w:style>
  <w:style w:type="paragraph" w:customStyle="1" w:styleId="reviewheadingb">
    <w:name w:val="review heading b"/>
    <w:basedOn w:val="reviewheadinga"/>
    <w:rsid w:val="003948E1"/>
    <w:rPr>
      <w:sz w:val="32"/>
    </w:rPr>
  </w:style>
  <w:style w:type="paragraph" w:customStyle="1" w:styleId="reviewindent">
    <w:name w:val="review indent"/>
    <w:basedOn w:val="Normal"/>
    <w:rsid w:val="003948E1"/>
    <w:pPr>
      <w:tabs>
        <w:tab w:val="left" w:pos="426"/>
      </w:tabs>
      <w:ind w:firstLine="284"/>
    </w:pPr>
    <w:rPr>
      <w:rFonts w:cs="Melior"/>
      <w:color w:val="000000"/>
      <w:sz w:val="18"/>
      <w:szCs w:val="21"/>
    </w:rPr>
  </w:style>
  <w:style w:type="paragraph" w:customStyle="1" w:styleId="reviewlist2">
    <w:name w:val="review list 2"/>
    <w:basedOn w:val="reviewlist1"/>
    <w:rsid w:val="003948E1"/>
    <w:pPr>
      <w:ind w:left="568"/>
    </w:pPr>
  </w:style>
  <w:style w:type="character" w:customStyle="1" w:styleId="reviewlistnumber">
    <w:name w:val="review list number"/>
    <w:uiPriority w:val="1"/>
    <w:qFormat/>
    <w:rsid w:val="003948E1"/>
    <w:rPr>
      <w:b/>
      <w:color w:val="00423F"/>
    </w:rPr>
  </w:style>
  <w:style w:type="paragraph" w:customStyle="1" w:styleId="reviewtableheading">
    <w:name w:val="review table heading"/>
    <w:basedOn w:val="Normal"/>
    <w:rsid w:val="003948E1"/>
    <w:pPr>
      <w:widowControl w:val="0"/>
      <w:suppressAutoHyphens/>
      <w:autoSpaceDE w:val="0"/>
      <w:autoSpaceDN w:val="0"/>
      <w:adjustRightInd w:val="0"/>
      <w:textAlignment w:val="center"/>
    </w:pPr>
    <w:rPr>
      <w:rFonts w:cs="MinionPro-Regular"/>
      <w:bCs/>
      <w:color w:val="000000"/>
      <w:sz w:val="15"/>
      <w:szCs w:val="16"/>
    </w:rPr>
  </w:style>
  <w:style w:type="paragraph" w:customStyle="1" w:styleId="reviewtabletext">
    <w:name w:val="review table text"/>
    <w:basedOn w:val="Normal"/>
    <w:rsid w:val="003948E1"/>
    <w:pPr>
      <w:widowControl w:val="0"/>
      <w:suppressAutoHyphens/>
      <w:autoSpaceDE w:val="0"/>
      <w:autoSpaceDN w:val="0"/>
      <w:adjustRightInd w:val="0"/>
      <w:textAlignment w:val="center"/>
    </w:pPr>
    <w:rPr>
      <w:rFonts w:cs="MinionPro-Regular"/>
      <w:color w:val="000000"/>
      <w:sz w:val="14"/>
      <w:szCs w:val="16"/>
    </w:rPr>
  </w:style>
  <w:style w:type="paragraph" w:customStyle="1" w:styleId="tableahead">
    <w:name w:val="table a head"/>
    <w:basedOn w:val="Normal"/>
    <w:rsid w:val="003948E1"/>
    <w:pPr>
      <w:widowControl w:val="0"/>
      <w:suppressAutoHyphens/>
      <w:autoSpaceDE w:val="0"/>
      <w:autoSpaceDN w:val="0"/>
      <w:adjustRightInd w:val="0"/>
      <w:textAlignment w:val="center"/>
    </w:pPr>
    <w:rPr>
      <w:rFonts w:cs="NeuzeitS-BookHeavy"/>
      <w:sz w:val="28"/>
    </w:rPr>
  </w:style>
  <w:style w:type="paragraph" w:customStyle="1" w:styleId="tabletext">
    <w:name w:val="table text"/>
    <w:basedOn w:val="Normal"/>
    <w:uiPriority w:val="99"/>
    <w:rsid w:val="003948E1"/>
    <w:pPr>
      <w:widowControl w:val="0"/>
      <w:suppressAutoHyphens/>
      <w:autoSpaceDE w:val="0"/>
      <w:autoSpaceDN w:val="0"/>
      <w:adjustRightInd w:val="0"/>
      <w:textAlignment w:val="center"/>
    </w:pPr>
    <w:rPr>
      <w:rFonts w:cs="Melior"/>
      <w:color w:val="000000"/>
      <w:sz w:val="18"/>
      <w:szCs w:val="19"/>
    </w:rPr>
  </w:style>
  <w:style w:type="character" w:customStyle="1" w:styleId="i-bodybolditalic">
    <w:name w:val="i - body bold italic"/>
    <w:uiPriority w:val="1"/>
    <w:rsid w:val="00340834"/>
    <w:rPr>
      <w:b/>
      <w:i/>
      <w:lang w:eastAsia="en-AU"/>
    </w:rPr>
  </w:style>
  <w:style w:type="character" w:styleId="Hyperlink">
    <w:name w:val="Hyperlink"/>
    <w:basedOn w:val="DefaultParagraphFont"/>
    <w:uiPriority w:val="99"/>
    <w:unhideWhenUsed/>
    <w:rsid w:val="004F754C"/>
    <w:rPr>
      <w:color w:val="0563C1" w:themeColor="hyperlink"/>
      <w:u w:val="single"/>
    </w:rPr>
  </w:style>
  <w:style w:type="character" w:styleId="UnresolvedMention">
    <w:name w:val="Unresolved Mention"/>
    <w:basedOn w:val="DefaultParagraphFont"/>
    <w:uiPriority w:val="99"/>
    <w:semiHidden/>
    <w:unhideWhenUsed/>
    <w:rsid w:val="004F754C"/>
    <w:rPr>
      <w:color w:val="605E5C"/>
      <w:shd w:val="clear" w:color="auto" w:fill="E1DFDD"/>
    </w:rPr>
  </w:style>
  <w:style w:type="paragraph" w:styleId="NoSpacing">
    <w:name w:val="No Spacing"/>
    <w:uiPriority w:val="1"/>
    <w:qFormat/>
    <w:rsid w:val="008C5AB2"/>
    <w:rPr>
      <w:rFonts w:ascii="Arial" w:eastAsia="Arial" w:hAnsi="Arial" w:cs="Arial"/>
      <w:sz w:val="22"/>
      <w:szCs w:val="22"/>
      <w:lang w:eastAsia="en-AU"/>
    </w:rPr>
  </w:style>
  <w:style w:type="character" w:customStyle="1" w:styleId="CommentTextChar">
    <w:name w:val="Comment Text Char"/>
    <w:basedOn w:val="DefaultParagraphFont"/>
    <w:link w:val="CommentText"/>
    <w:uiPriority w:val="99"/>
    <w:semiHidden/>
    <w:rsid w:val="00CB3385"/>
    <w:rPr>
      <w:rFonts w:asciiTheme="minorHAnsi" w:eastAsiaTheme="minorHAnsi" w:hAnsiTheme="minorHAnsi" w:cstheme="minorBidi"/>
      <w:lang w:eastAsia="en-US"/>
    </w:rPr>
  </w:style>
  <w:style w:type="paragraph" w:styleId="CommentText">
    <w:name w:val="annotation text"/>
    <w:basedOn w:val="Normal"/>
    <w:link w:val="CommentTextChar"/>
    <w:uiPriority w:val="99"/>
    <w:semiHidden/>
    <w:unhideWhenUsed/>
    <w:rsid w:val="00CB3385"/>
    <w:pPr>
      <w:spacing w:after="160" w:line="240" w:lineRule="auto"/>
    </w:pPr>
    <w:rPr>
      <w:rFonts w:asciiTheme="minorHAnsi" w:eastAsiaTheme="minorHAnsi" w:hAnsiTheme="minorHAnsi" w:cstheme="minorBidi"/>
      <w:sz w:val="20"/>
      <w:szCs w:val="20"/>
      <w:lang w:val="en-AU" w:eastAsia="en-US"/>
    </w:rPr>
  </w:style>
  <w:style w:type="character" w:customStyle="1" w:styleId="CommentSubjectChar">
    <w:name w:val="Comment Subject Char"/>
    <w:basedOn w:val="CommentTextChar"/>
    <w:link w:val="CommentSubject"/>
    <w:uiPriority w:val="99"/>
    <w:semiHidden/>
    <w:rsid w:val="00CB3385"/>
    <w:rPr>
      <w:rFonts w:asciiTheme="minorHAnsi" w:eastAsiaTheme="minorHAnsi" w:hAnsiTheme="minorHAnsi" w:cstheme="minorBidi"/>
      <w:b/>
      <w:bCs/>
      <w:lang w:eastAsia="en-US"/>
    </w:rPr>
  </w:style>
  <w:style w:type="paragraph" w:styleId="CommentSubject">
    <w:name w:val="annotation subject"/>
    <w:basedOn w:val="CommentText"/>
    <w:next w:val="CommentText"/>
    <w:link w:val="CommentSubjectChar"/>
    <w:uiPriority w:val="99"/>
    <w:semiHidden/>
    <w:unhideWhenUsed/>
    <w:rsid w:val="00CB3385"/>
    <w:rPr>
      <w:b/>
      <w:bCs/>
    </w:rPr>
  </w:style>
  <w:style w:type="paragraph" w:customStyle="1" w:styleId="answers-question">
    <w:name w:val="answers - question"/>
    <w:basedOn w:val="Normal"/>
    <w:qFormat/>
    <w:rsid w:val="00CB3385"/>
    <w:pPr>
      <w:spacing w:before="120" w:after="120" w:line="360" w:lineRule="auto"/>
    </w:pPr>
    <w:rPr>
      <w:bCs/>
      <w:sz w:val="24"/>
      <w:szCs w:val="24"/>
      <w:lang w:val="en-US"/>
    </w:rPr>
  </w:style>
  <w:style w:type="paragraph" w:customStyle="1" w:styleId="answers-answer">
    <w:name w:val="answers - answer"/>
    <w:basedOn w:val="Normal"/>
    <w:qFormat/>
    <w:rsid w:val="00A47BD3"/>
    <w:pPr>
      <w:spacing w:line="360" w:lineRule="auto"/>
    </w:pPr>
    <w:rPr>
      <w:rFonts w:ascii="Times New Roman" w:hAnsi="Times New Roman"/>
      <w:iCs/>
      <w:sz w:val="24"/>
      <w:lang w:val="en-US"/>
    </w:rPr>
  </w:style>
  <w:style w:type="character" w:customStyle="1" w:styleId="answer">
    <w:name w:val="answer"/>
    <w:basedOn w:val="DefaultParagraphFont"/>
    <w:uiPriority w:val="1"/>
    <w:qFormat/>
    <w:rsid w:val="007A6F20"/>
    <w:rPr>
      <w:rFonts w:ascii="Times New Roman" w:hAnsi="Times New Roman"/>
      <w:i/>
      <w:color w:val="00CCFF"/>
      <w:sz w:val="24"/>
    </w:rPr>
  </w:style>
  <w:style w:type="character" w:styleId="CommentReference">
    <w:name w:val="annotation reference"/>
    <w:basedOn w:val="DefaultParagraphFont"/>
    <w:uiPriority w:val="99"/>
    <w:semiHidden/>
    <w:unhideWhenUsed/>
    <w:rsid w:val="00AB27A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nelsonnet.com.a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Beaver\Desktop\templates\NelsonNet%20Worksheet%20template_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7953DD3DB129419AAF4904702889DD" ma:contentTypeVersion="7" ma:contentTypeDescription="Create a new document." ma:contentTypeScope="" ma:versionID="aab0d2b7fe87ee05df783dca3ef4e875">
  <xsd:schema xmlns:xsd="http://www.w3.org/2001/XMLSchema" xmlns:xs="http://www.w3.org/2001/XMLSchema" xmlns:p="http://schemas.microsoft.com/office/2006/metadata/properties" xmlns:ns2="243e8e0d-4872-4c9b-a5c9-1ed1b86a45df" targetNamespace="http://schemas.microsoft.com/office/2006/metadata/properties" ma:root="true" ma:fieldsID="9ad9c86436ab8fb02ae3be0e24559cbe" ns2:_="">
    <xsd:import namespace="243e8e0d-4872-4c9b-a5c9-1ed1b86a45d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e8e0d-4872-4c9b-a5c9-1ed1b86a45d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EF10C3-0BAF-45E9-ABBB-364EC7800E55}">
  <ds:schemaRefs>
    <ds:schemaRef ds:uri="http://schemas.microsoft.com/sharepoint/v3/contenttype/forms"/>
  </ds:schemaRefs>
</ds:datastoreItem>
</file>

<file path=customXml/itemProps2.xml><?xml version="1.0" encoding="utf-8"?>
<ds:datastoreItem xmlns:ds="http://schemas.openxmlformats.org/officeDocument/2006/customXml" ds:itemID="{25B291C5-C38A-4EC4-951F-5088286805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e8e0d-4872-4c9b-a5c9-1ed1b86a4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NelsonNet Worksheet template_2020</Template>
  <TotalTime>235</TotalTime>
  <Pages>14</Pages>
  <Words>3780</Words>
  <Characters>21546</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25276</CharactersWithSpaces>
  <SharedDoc>false</SharedDoc>
  <HLinks>
    <vt:vector size="6" baseType="variant">
      <vt:variant>
        <vt:i4>1835095</vt:i4>
      </vt:variant>
      <vt:variant>
        <vt:i4>0</vt:i4>
      </vt:variant>
      <vt:variant>
        <vt:i4>0</vt:i4>
      </vt:variant>
      <vt:variant>
        <vt:i4>5</vt:i4>
      </vt:variant>
      <vt:variant>
        <vt:lpwstr>http://www.nelsonnet.com.au/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Beaver</dc:creator>
  <cp:keywords/>
  <dc:description/>
  <cp:lastModifiedBy>Beaver, Robyn</cp:lastModifiedBy>
  <cp:revision>6</cp:revision>
  <dcterms:created xsi:type="dcterms:W3CDTF">2020-07-20T00:32:00Z</dcterms:created>
  <dcterms:modified xsi:type="dcterms:W3CDTF">2020-08-03T06:17:00Z</dcterms:modified>
</cp:coreProperties>
</file>